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7E3B6" w14:textId="77777777"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14:paraId="2C977311" w14:textId="77777777" w:rsidR="00777D58" w:rsidRDefault="00777D58" w:rsidP="00777D58">
      <w:r>
        <w:rPr>
          <w:rStyle w:val="Strong"/>
        </w:rPr>
        <w:t>Syntax:</w:t>
      </w:r>
      <w:r>
        <w:t xml:space="preserve"> </w:t>
      </w:r>
    </w:p>
    <w:p w14:paraId="492624A0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14:paraId="5757E0FF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14:paraId="615F6C6E" w14:textId="77777777" w:rsidR="00777D58" w:rsidRDefault="00777D58" w:rsidP="00777D58">
      <w:r>
        <w:rPr>
          <w:rStyle w:val="Strong"/>
        </w:rPr>
        <w:t>Purpose:</w:t>
      </w:r>
      <w:r>
        <w:t xml:space="preserve"> </w:t>
      </w:r>
    </w:p>
    <w:p w14:paraId="24CF90FA" w14:textId="77777777" w:rsidR="00777D58" w:rsidRDefault="00777D58" w:rsidP="00777D58">
      <w:pPr>
        <w:ind w:left="720"/>
      </w:pPr>
      <w:r>
        <w:t xml:space="preserve">An HDF5 file editor. </w:t>
      </w:r>
    </w:p>
    <w:p w14:paraId="49F99891" w14:textId="77777777"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14:paraId="075ED30A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14:paraId="5BD2CA5F" w14:textId="77777777"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1FF5B7F9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A9101" w14:textId="77777777" w:rsidR="00777D58" w:rsidRDefault="00777D58" w:rsidP="00FB24B6">
            <w:r>
              <w:t>These terms are used as follows in this section:</w:t>
            </w:r>
          </w:p>
          <w:p w14:paraId="6A899BD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14:paraId="3C2B9391" w14:textId="77777777" w:rsidR="00777D58" w:rsidRDefault="00777D58" w:rsidP="00FB24B6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14:paraId="4C5C6C6C" w14:textId="77777777" w:rsidR="00BB7612" w:rsidRDefault="00BB7612" w:rsidP="00BB761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gramStart"/>
            <w:r>
              <w:rPr>
                <w:rFonts w:ascii="Courier New" w:hAnsi="Courier New" w:cs="Courier New"/>
              </w:rPr>
              <w:t>atomic</w:t>
            </w:r>
            <w:proofErr w:type="gramEnd"/>
            <w:r>
              <w:rPr>
                <w:rFonts w:ascii="Courier New" w:hAnsi="Courier New" w:cs="Courier New"/>
              </w:rPr>
              <w:t>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14:paraId="10B842FB" w14:textId="77777777" w:rsidR="00BB7612" w:rsidRDefault="00BB7612" w:rsidP="00BB7612">
            <w:pPr>
              <w:ind w:left="720"/>
            </w:pPr>
            <w:r>
              <w:t>Specifies the atomic level:</w:t>
            </w:r>
          </w:p>
          <w:p w14:paraId="07EE3F33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14:paraId="59FB3ADA" w14:textId="77777777" w:rsidR="00BB7612" w:rsidRDefault="00BB7612" w:rsidP="00BB761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14:paraId="160DA74C" w14:textId="77777777" w:rsidR="00BB7612" w:rsidRDefault="00BB7612" w:rsidP="00BB761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14:paraId="6EC8F81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  <w:proofErr w:type="gramStart"/>
            <w:r>
              <w:rPr>
                <w:rFonts w:ascii="Courier New" w:hAnsi="Courier New" w:cs="Courier New"/>
              </w:rPr>
              <w:t>c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14:paraId="2EE18E93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14:paraId="1E27748C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14:paraId="6AAEDBD9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14:paraId="51350E7D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14:paraId="7B79B882" w14:textId="77777777"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14:paraId="07A85109" w14:textId="77777777" w:rsidR="00777D58" w:rsidRDefault="00777D58" w:rsidP="00FB24B6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14:paraId="5F3978D8" w14:textId="77777777"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14:paraId="3ADDE79C" w14:textId="77777777"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14:paraId="57FCFFFF" w14:textId="77777777" w:rsidR="00777D58" w:rsidRDefault="00777D58" w:rsidP="00BB7612">
            <w:pPr>
              <w:ind w:left="1440"/>
            </w:pPr>
          </w:p>
        </w:tc>
      </w:tr>
    </w:tbl>
    <w:p w14:paraId="309F993C" w14:textId="77777777" w:rsidR="00777D58" w:rsidRDefault="00777D58" w:rsidP="00777D58">
      <w:pPr>
        <w:ind w:left="720"/>
        <w:rPr>
          <w:vanish/>
        </w:rPr>
      </w:pPr>
    </w:p>
    <w:p w14:paraId="75C65B1A" w14:textId="77777777"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713D9BAA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1D926" w14:textId="77777777" w:rsidR="00777D58" w:rsidRDefault="00777D58" w:rsidP="00FB24B6">
            <w:r>
              <w:t>These commands are supported:</w:t>
            </w:r>
          </w:p>
          <w:p w14:paraId="3D146571" w14:textId="168B32C7" w:rsidR="00777D58" w:rsidRDefault="00BB7612" w:rsidP="00FB24B6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CREATE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 xml:space="preserve">: </w:t>
            </w:r>
            <w:r w:rsidR="00777D58">
              <w:rPr>
                <w:lang w:eastAsia="ko-KR"/>
              </w:rPr>
              <w:t>create a new attribute in an object</w:t>
            </w:r>
          </w:p>
          <w:p w14:paraId="3AAF0819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14:paraId="52846356" w14:textId="2C15F22D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delete an existing attribute from an object</w:t>
            </w:r>
          </w:p>
          <w:p w14:paraId="641F98B4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14:paraId="3BE3B86D" w14:textId="77777777" w:rsidR="00777D58" w:rsidRDefault="00777D58" w:rsidP="00FB24B6">
            <w:pPr>
              <w:rPr>
                <w:lang w:eastAsia="ko-KR"/>
              </w:rPr>
            </w:pPr>
          </w:p>
          <w:p w14:paraId="2A2713CD" w14:textId="77777777" w:rsidR="00777D58" w:rsidRDefault="00777D58" w:rsidP="00FB24B6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14:paraId="0EE953C6" w14:textId="115448F5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modify the value(s) of an existing attribute</w:t>
            </w:r>
          </w:p>
          <w:p w14:paraId="29DA4105" w14:textId="2165697F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move an existing attribute from one object to another object </w:t>
            </w:r>
          </w:p>
          <w:p w14:paraId="34FD3741" w14:textId="1E4BE243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check if an attribute exists</w:t>
            </w:r>
          </w:p>
        </w:tc>
      </w:tr>
    </w:tbl>
    <w:p w14:paraId="6389CDE7" w14:textId="77777777"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571"/>
        <w:gridCol w:w="1855"/>
      </w:tblGrid>
      <w:tr w:rsidR="00777D58" w14:paraId="5F936FAD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0E94" w14:textId="77777777" w:rsidR="00777D58" w:rsidRDefault="00777D58" w:rsidP="00FB24B6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520AD" w14:textId="77777777" w:rsidR="00777D58" w:rsidRDefault="00777D58" w:rsidP="00FB24B6">
            <w:r>
              <w:t>Succeeded.</w:t>
            </w:r>
          </w:p>
        </w:tc>
      </w:tr>
      <w:tr w:rsidR="00777D58" w14:paraId="4B1D555F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03017" w14:textId="77777777" w:rsidR="00777D58" w:rsidRDefault="00777D58" w:rsidP="00FB24B6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1BFF0" w14:textId="77777777" w:rsidR="00777D58" w:rsidRDefault="00777D58" w:rsidP="00FB24B6">
            <w:r>
              <w:t>An error occurred.</w:t>
            </w:r>
          </w:p>
        </w:tc>
      </w:tr>
    </w:tbl>
    <w:p w14:paraId="3F60E8AA" w14:textId="77777777" w:rsidR="00777D58" w:rsidRDefault="000F3C84" w:rsidP="00777D58">
      <w:pPr>
        <w:jc w:val="center"/>
      </w:pPr>
      <w:r>
        <w:pict w14:anchorId="6510F89D">
          <v:rect id="_x0000_i1025" style="width:496.8pt;height:1.5pt" o:hralign="center" o:hrstd="t" o:hr="t" fillcolor="#a0a0a0" stroked="f"/>
        </w:pict>
      </w:r>
    </w:p>
    <w:p w14:paraId="03CAA2B8" w14:textId="09572EED" w:rsidR="00327C4A" w:rsidRDefault="00327C4A" w:rsidP="00327C4A">
      <w:r>
        <w:rPr>
          <w:rStyle w:val="Strong"/>
        </w:rPr>
        <w:t>Version:</w:t>
      </w:r>
      <w:r>
        <w:t xml:space="preserve"> </w:t>
      </w:r>
      <w:r w:rsidR="00FB0B84">
        <w:t>1.1.0</w:t>
      </w:r>
    </w:p>
    <w:p w14:paraId="0FD121F9" w14:textId="25A9DF66" w:rsidR="00971C06" w:rsidRDefault="00777D58">
      <w:r>
        <w:t xml:space="preserve">Last </w:t>
      </w:r>
      <w:r w:rsidR="00E54527">
        <w:t>revised</w:t>
      </w:r>
      <w:r>
        <w:t xml:space="preserve">: </w:t>
      </w:r>
      <w:r w:rsidR="00BB7612">
        <w:t>2013</w:t>
      </w:r>
      <w:r w:rsidR="000867EB">
        <w:t>/</w:t>
      </w:r>
      <w:r w:rsidR="00FB0B84">
        <w:t>03/0</w:t>
      </w:r>
      <w:bookmarkStart w:id="1" w:name="_GoBack"/>
      <w:bookmarkEnd w:id="1"/>
      <w:r w:rsidR="00FB0B84">
        <w:t>4</w:t>
      </w:r>
    </w:p>
    <w:sectPr w:rsidR="00971C06" w:rsidSect="003762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53A6" w14:textId="77777777" w:rsidR="00FB24B6" w:rsidRDefault="00FB24B6" w:rsidP="005E03E6">
      <w:r>
        <w:separator/>
      </w:r>
    </w:p>
  </w:endnote>
  <w:endnote w:type="continuationSeparator" w:id="0">
    <w:p w14:paraId="1653078D" w14:textId="77777777" w:rsidR="00FB24B6" w:rsidRDefault="00FB24B6" w:rsidP="005E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0833E87B" w14:textId="35ADB6D3" w:rsidR="00FB24B6" w:rsidRDefault="00FB24B6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6CF1705A" wp14:editId="05702FAD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0B84">
              <w:tab/>
              <w:t>Version 1.1.0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0F3C84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0F3C84">
                <w:rPr>
                  <w:noProof/>
                </w:rPr>
                <w:t>2</w:t>
              </w:r>
            </w:fldSimple>
          </w:p>
        </w:sdtContent>
      </w:sdt>
    </w:sdtContent>
  </w:sdt>
  <w:p w14:paraId="4A6A5C13" w14:textId="77777777" w:rsidR="00FB24B6" w:rsidRPr="003B5676" w:rsidRDefault="00FB24B6" w:rsidP="003B56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E90DA" w14:textId="77777777" w:rsidR="00FB24B6" w:rsidRDefault="00FB24B6" w:rsidP="005E03E6">
      <w:r>
        <w:separator/>
      </w:r>
    </w:p>
  </w:footnote>
  <w:footnote w:type="continuationSeparator" w:id="0">
    <w:p w14:paraId="232331C3" w14:textId="77777777" w:rsidR="00FB24B6" w:rsidRDefault="00FB24B6" w:rsidP="005E0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D58"/>
    <w:rsid w:val="000867EB"/>
    <w:rsid w:val="00086BDE"/>
    <w:rsid w:val="000F3C84"/>
    <w:rsid w:val="0010753E"/>
    <w:rsid w:val="00300A2F"/>
    <w:rsid w:val="00327C4A"/>
    <w:rsid w:val="00376230"/>
    <w:rsid w:val="00386AA1"/>
    <w:rsid w:val="003B5676"/>
    <w:rsid w:val="00446D84"/>
    <w:rsid w:val="00493DBF"/>
    <w:rsid w:val="00513812"/>
    <w:rsid w:val="0057706A"/>
    <w:rsid w:val="005E03E6"/>
    <w:rsid w:val="006163B3"/>
    <w:rsid w:val="0065162B"/>
    <w:rsid w:val="00665D21"/>
    <w:rsid w:val="00680971"/>
    <w:rsid w:val="006D3F06"/>
    <w:rsid w:val="007136D9"/>
    <w:rsid w:val="00777D58"/>
    <w:rsid w:val="007E32F8"/>
    <w:rsid w:val="0082084F"/>
    <w:rsid w:val="00867BCA"/>
    <w:rsid w:val="00971C06"/>
    <w:rsid w:val="009960F4"/>
    <w:rsid w:val="009F332F"/>
    <w:rsid w:val="00A47945"/>
    <w:rsid w:val="00A979A9"/>
    <w:rsid w:val="00AF3F57"/>
    <w:rsid w:val="00B56981"/>
    <w:rsid w:val="00BA3F2A"/>
    <w:rsid w:val="00BA4FAF"/>
    <w:rsid w:val="00BB7612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  <w:rsid w:val="00FB0B84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9D4E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Lucida Grande" w:eastAsiaTheme="minorEastAs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3</cp:revision>
  <cp:lastPrinted>2013-03-04T14:15:00Z</cp:lastPrinted>
  <dcterms:created xsi:type="dcterms:W3CDTF">2013-03-04T14:15:00Z</dcterms:created>
  <dcterms:modified xsi:type="dcterms:W3CDTF">2013-03-04T14:15:00Z</dcterms:modified>
</cp:coreProperties>
</file>