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8E62CD" w14:textId="77777777" w:rsidR="00E02C70" w:rsidRDefault="00575972" w:rsidP="006E7941">
      <w:pPr>
        <w:pStyle w:val="Title"/>
      </w:pPr>
      <w:r w:rsidRPr="006E7941">
        <w:t>H5edit</w:t>
      </w:r>
      <w:r w:rsidR="0016750D" w:rsidRPr="006E7941">
        <w:t xml:space="preserve"> </w:t>
      </w:r>
      <w:r w:rsidR="00597E6B">
        <w:t>User Guide</w:t>
      </w:r>
    </w:p>
    <w:p w14:paraId="437146E9" w14:textId="0D83FAB2" w:rsidR="0063653E" w:rsidRPr="0063653E" w:rsidRDefault="004A3852" w:rsidP="0063653E">
      <w:pPr>
        <w:pStyle w:val="Author"/>
      </w:pPr>
      <w:r>
        <w:t>Version 1.1</w:t>
      </w:r>
      <w:r w:rsidR="0063653E" w:rsidRPr="0063653E">
        <w:t>.</w:t>
      </w:r>
      <w:r>
        <w:t>0-beta1</w:t>
      </w:r>
    </w:p>
    <w:p w14:paraId="6BBA3CF9" w14:textId="77777777" w:rsidR="00575972" w:rsidRPr="00191ABF" w:rsidRDefault="00597E6B" w:rsidP="00191ABF">
      <w:pPr>
        <w:pStyle w:val="Heading1"/>
        <w:rPr>
          <w:rFonts w:eastAsia="Times New Roman"/>
        </w:rPr>
      </w:pPr>
      <w:r w:rsidRPr="00191ABF">
        <w:rPr>
          <w:rFonts w:eastAsia="Times New Roman"/>
        </w:rPr>
        <w:t>Introduction</w:t>
      </w:r>
    </w:p>
    <w:p w14:paraId="62C1FE9C" w14:textId="77777777" w:rsidR="009E2459" w:rsidRDefault="00597E6B" w:rsidP="00597E6B">
      <w:pPr>
        <w:rPr>
          <w:rFonts w:eastAsia="Times New Roman"/>
        </w:rPr>
      </w:pPr>
      <w:r>
        <w:rPr>
          <w:rFonts w:eastAsia="Times New Roman"/>
        </w:rPr>
        <w:t xml:space="preserve">The h5edit tool is an HDF5 file editor. It supports commands to modify the contents of an existing HDF5 file. It enables HDF5 users to modify an HDF5 file without resorting to technical programming. Its intent is for small scale modification of the file. </w:t>
      </w:r>
      <w:r w:rsidR="00191ABF">
        <w:rPr>
          <w:rFonts w:eastAsia="Times New Roman"/>
        </w:rPr>
        <w:t>Data intensive changes to the file</w:t>
      </w:r>
      <w:r>
        <w:rPr>
          <w:rFonts w:eastAsia="Times New Roman"/>
        </w:rPr>
        <w:t xml:space="preserve">, such as </w:t>
      </w:r>
      <w:r w:rsidR="005A5334">
        <w:rPr>
          <w:rFonts w:eastAsia="Times New Roman"/>
        </w:rPr>
        <w:t xml:space="preserve">those </w:t>
      </w:r>
      <w:r w:rsidR="00191ABF">
        <w:rPr>
          <w:rFonts w:eastAsia="Times New Roman"/>
        </w:rPr>
        <w:t xml:space="preserve">involving </w:t>
      </w:r>
      <w:r w:rsidR="005A5334">
        <w:rPr>
          <w:rFonts w:eastAsia="Times New Roman"/>
        </w:rPr>
        <w:t>hundreds</w:t>
      </w:r>
      <w:r>
        <w:rPr>
          <w:rFonts w:eastAsia="Times New Roman"/>
        </w:rPr>
        <w:t xml:space="preserve"> of data points</w:t>
      </w:r>
      <w:r w:rsidR="009E2459">
        <w:rPr>
          <w:rFonts w:eastAsia="Times New Roman"/>
        </w:rPr>
        <w:t>, may not be executed in an efficient speed.</w:t>
      </w:r>
    </w:p>
    <w:p w14:paraId="4751A513" w14:textId="77777777" w:rsidR="005A5334" w:rsidRDefault="005A5334" w:rsidP="00597E6B">
      <w:pPr>
        <w:rPr>
          <w:rFonts w:eastAsia="Times New Roman"/>
        </w:rPr>
      </w:pPr>
      <w:r>
        <w:rPr>
          <w:rFonts w:eastAsia="Times New Roman"/>
        </w:rPr>
        <w:t>Here are some simple examples of using the H5edit tool.</w:t>
      </w:r>
    </w:p>
    <w:p w14:paraId="2236B427" w14:textId="77777777" w:rsidR="005A5334" w:rsidRPr="00A65312" w:rsidRDefault="005A5334" w:rsidP="005A5334">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h5edit </w:t>
      </w:r>
      <w:r w:rsidR="00667890">
        <w:rPr>
          <w:rFonts w:ascii="Courier New" w:eastAsia="Times New Roman" w:hAnsi="Courier New" w:cs="Courier New"/>
          <w:sz w:val="20"/>
          <w:szCs w:val="20"/>
        </w:rPr>
        <w:t>-c</w:t>
      </w:r>
      <w:r w:rsidRPr="00A65312">
        <w:rPr>
          <w:rFonts w:ascii="Courier New" w:eastAsia="Times New Roman" w:hAnsi="Courier New" w:cs="Courier New"/>
          <w:sz w:val="20"/>
          <w:szCs w:val="20"/>
        </w:rPr>
        <w:t xml:space="preserve"> </w:t>
      </w:r>
      <w:r w:rsidR="009F4AFA">
        <w:rPr>
          <w:rFonts w:ascii="Courier New" w:eastAsia="Times New Roman" w:hAnsi="Courier New" w:cs="Courier New"/>
          <w:sz w:val="20"/>
          <w:szCs w:val="20"/>
        </w:rPr>
        <w:t>”</w:t>
      </w:r>
      <w:r w:rsidRPr="00A65312">
        <w:rPr>
          <w:rFonts w:ascii="Courier New" w:eastAsia="Times New Roman" w:hAnsi="Courier New" w:cs="Courier New"/>
          <w:sz w:val="20"/>
          <w:szCs w:val="20"/>
        </w:rPr>
        <w:t>DELETE /</w:t>
      </w:r>
      <w:r w:rsidR="00DA3C3E">
        <w:rPr>
          <w:rFonts w:ascii="Courier New" w:eastAsia="Times New Roman" w:hAnsi="Courier New" w:cs="Courier New"/>
          <w:sz w:val="20"/>
          <w:szCs w:val="20"/>
        </w:rPr>
        <w:t>sta1</w:t>
      </w:r>
      <w:r w:rsidRPr="00A65312">
        <w:rPr>
          <w:rFonts w:ascii="Courier New" w:eastAsia="Times New Roman" w:hAnsi="Courier New" w:cs="Courier New"/>
          <w:sz w:val="20"/>
          <w:szCs w:val="20"/>
        </w:rPr>
        <w:t>/</w:t>
      </w:r>
      <w:r w:rsidR="00DA3C3E">
        <w:rPr>
          <w:rFonts w:ascii="Courier New" w:eastAsia="Times New Roman" w:hAnsi="Courier New" w:cs="Courier New"/>
          <w:sz w:val="20"/>
          <w:szCs w:val="20"/>
        </w:rPr>
        <w:t>month12</w:t>
      </w:r>
      <w:r w:rsidR="00DF5D34">
        <w:rPr>
          <w:rFonts w:ascii="Courier New" w:eastAsia="Times New Roman" w:hAnsi="Courier New" w:cs="Courier New"/>
          <w:sz w:val="20"/>
          <w:szCs w:val="20"/>
        </w:rPr>
        <w:t>/</w:t>
      </w:r>
      <w:r w:rsidR="00DF5D34" w:rsidRPr="00A65312">
        <w:rPr>
          <w:rFonts w:ascii="Courier New" w:eastAsia="Times New Roman" w:hAnsi="Courier New" w:cs="Courier New"/>
          <w:sz w:val="20"/>
          <w:szCs w:val="20"/>
        </w:rPr>
        <w:t>temperature</w:t>
      </w:r>
      <w:r w:rsidR="00DA3C3E">
        <w:rPr>
          <w:rFonts w:ascii="Courier New" w:eastAsia="Times New Roman" w:hAnsi="Courier New" w:cs="Courier New"/>
          <w:sz w:val="20"/>
          <w:szCs w:val="20"/>
        </w:rPr>
        <w:t>;</w:t>
      </w:r>
      <w:r w:rsidRPr="00A65312">
        <w:rPr>
          <w:rFonts w:ascii="Courier New" w:eastAsia="Times New Roman" w:hAnsi="Courier New" w:cs="Courier New"/>
          <w:sz w:val="20"/>
          <w:szCs w:val="20"/>
        </w:rPr>
        <w:t>” greenland.h5</w:t>
      </w:r>
    </w:p>
    <w:p w14:paraId="27AA0560" w14:textId="77777777" w:rsidR="005A5334" w:rsidRDefault="005A5334" w:rsidP="00597E6B">
      <w:pPr>
        <w:rPr>
          <w:rFonts w:eastAsia="Times New Roman"/>
          <w:i/>
        </w:rPr>
      </w:pPr>
      <w:r>
        <w:rPr>
          <w:rFonts w:eastAsia="Times New Roman"/>
        </w:rPr>
        <w:t xml:space="preserve">This deletes </w:t>
      </w:r>
      <w:r w:rsidR="00916273">
        <w:rPr>
          <w:rFonts w:eastAsia="Times New Roman"/>
        </w:rPr>
        <w:t xml:space="preserve">the </w:t>
      </w:r>
      <w:r>
        <w:rPr>
          <w:rFonts w:eastAsia="Times New Roman"/>
        </w:rPr>
        <w:t xml:space="preserve">attribute </w:t>
      </w:r>
      <w:r>
        <w:rPr>
          <w:rFonts w:eastAsia="Times New Roman"/>
          <w:i/>
        </w:rPr>
        <w:t xml:space="preserve">temperature </w:t>
      </w:r>
      <w:r>
        <w:rPr>
          <w:rFonts w:eastAsia="Times New Roman"/>
        </w:rPr>
        <w:t xml:space="preserve">from dataset </w:t>
      </w:r>
      <w:r>
        <w:rPr>
          <w:rFonts w:eastAsia="Times New Roman"/>
          <w:i/>
        </w:rPr>
        <w:t>/</w:t>
      </w:r>
      <w:r w:rsidR="00DA3C3E">
        <w:rPr>
          <w:rFonts w:eastAsia="Times New Roman"/>
          <w:i/>
        </w:rPr>
        <w:t>sta1</w:t>
      </w:r>
      <w:r>
        <w:rPr>
          <w:rFonts w:eastAsia="Times New Roman"/>
          <w:i/>
        </w:rPr>
        <w:t>/</w:t>
      </w:r>
      <w:r w:rsidR="00DA3C3E">
        <w:rPr>
          <w:rFonts w:eastAsia="Times New Roman"/>
          <w:i/>
        </w:rPr>
        <w:t>month12</w:t>
      </w:r>
      <w:r>
        <w:rPr>
          <w:rFonts w:eastAsia="Times New Roman"/>
          <w:i/>
        </w:rPr>
        <w:t xml:space="preserve"> </w:t>
      </w:r>
      <w:r>
        <w:rPr>
          <w:rFonts w:eastAsia="Times New Roman"/>
        </w:rPr>
        <w:t xml:space="preserve">in the HDF5 data file </w:t>
      </w:r>
      <w:r w:rsidR="004A455A">
        <w:rPr>
          <w:rFonts w:eastAsia="Times New Roman"/>
        </w:rPr>
        <w:t>g</w:t>
      </w:r>
      <w:r>
        <w:rPr>
          <w:rFonts w:eastAsia="Times New Roman"/>
          <w:i/>
        </w:rPr>
        <w:t>reenland.h5.</w:t>
      </w:r>
    </w:p>
    <w:p w14:paraId="409CF91C" w14:textId="77777777" w:rsidR="005A5334" w:rsidRPr="00A65312" w:rsidRDefault="005A5334" w:rsidP="005A5334">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h5edit </w:t>
      </w:r>
      <w:r w:rsidR="00667890">
        <w:rPr>
          <w:rFonts w:ascii="Courier New" w:eastAsia="Times New Roman" w:hAnsi="Courier New" w:cs="Courier New"/>
          <w:sz w:val="20"/>
          <w:szCs w:val="20"/>
        </w:rPr>
        <w:t xml:space="preserve">–c </w:t>
      </w:r>
      <w:r w:rsidR="009F4AFA">
        <w:rPr>
          <w:rFonts w:ascii="Courier New" w:eastAsia="Times New Roman" w:hAnsi="Courier New" w:cs="Courier New"/>
          <w:sz w:val="20"/>
          <w:szCs w:val="20"/>
        </w:rPr>
        <w:t>”</w:t>
      </w:r>
      <w:r w:rsidRPr="00A65312">
        <w:rPr>
          <w:rFonts w:ascii="Courier New" w:eastAsia="Times New Roman" w:hAnsi="Courier New" w:cs="Courier New"/>
          <w:sz w:val="20"/>
          <w:szCs w:val="20"/>
        </w:rPr>
        <w:t>CREATE</w:t>
      </w:r>
      <w:r w:rsidR="00DF5D34" w:rsidRPr="00A65312">
        <w:rPr>
          <w:rFonts w:ascii="Courier New" w:eastAsia="Times New Roman" w:hAnsi="Courier New" w:cs="Courier New"/>
          <w:sz w:val="20"/>
          <w:szCs w:val="20"/>
        </w:rPr>
        <w:t xml:space="preserve"> /</w:t>
      </w:r>
      <w:r w:rsidR="00DA3C3E">
        <w:rPr>
          <w:rFonts w:ascii="Courier New" w:eastAsia="Times New Roman" w:hAnsi="Courier New" w:cs="Courier New"/>
          <w:sz w:val="20"/>
          <w:szCs w:val="20"/>
        </w:rPr>
        <w:t>sta</w:t>
      </w:r>
      <w:r w:rsidR="00DF5D34" w:rsidRPr="00A65312">
        <w:rPr>
          <w:rFonts w:ascii="Courier New" w:eastAsia="Times New Roman" w:hAnsi="Courier New" w:cs="Courier New"/>
          <w:sz w:val="20"/>
          <w:szCs w:val="20"/>
        </w:rPr>
        <w:t>1/</w:t>
      </w:r>
      <w:r w:rsidR="00DA3C3E">
        <w:rPr>
          <w:rFonts w:ascii="Courier New" w:eastAsia="Times New Roman" w:hAnsi="Courier New" w:cs="Courier New"/>
          <w:sz w:val="20"/>
          <w:szCs w:val="20"/>
        </w:rPr>
        <w:t>month12</w:t>
      </w:r>
      <w:r w:rsidR="00DF5D34">
        <w:rPr>
          <w:rFonts w:ascii="Courier New" w:eastAsia="Times New Roman" w:hAnsi="Courier New" w:cs="Courier New"/>
          <w:sz w:val="20"/>
          <w:szCs w:val="20"/>
        </w:rPr>
        <w:t>/</w:t>
      </w:r>
      <w:r w:rsidRPr="00A65312">
        <w:rPr>
          <w:rFonts w:ascii="Courier New" w:eastAsia="Times New Roman" w:hAnsi="Courier New" w:cs="Courier New"/>
          <w:sz w:val="20"/>
          <w:szCs w:val="20"/>
        </w:rPr>
        <w:t>temperature {{-40.0}}</w:t>
      </w:r>
      <w:r w:rsidR="00DA3C3E">
        <w:rPr>
          <w:rFonts w:ascii="Courier New" w:eastAsia="Times New Roman" w:hAnsi="Courier New" w:cs="Courier New"/>
          <w:sz w:val="20"/>
          <w:szCs w:val="20"/>
        </w:rPr>
        <w:t>;</w:t>
      </w:r>
      <w:r w:rsidRPr="00A65312">
        <w:rPr>
          <w:rFonts w:ascii="Courier New" w:eastAsia="Times New Roman" w:hAnsi="Courier New" w:cs="Courier New"/>
          <w:sz w:val="20"/>
          <w:szCs w:val="20"/>
        </w:rPr>
        <w:t>”</w:t>
      </w:r>
      <w:r w:rsidR="00DA3C3E">
        <w:rPr>
          <w:rFonts w:ascii="Courier New" w:eastAsia="Times New Roman" w:hAnsi="Courier New" w:cs="Courier New"/>
          <w:sz w:val="20"/>
          <w:szCs w:val="20"/>
        </w:rPr>
        <w:t xml:space="preserve"> </w:t>
      </w:r>
      <w:r w:rsidRPr="00A65312">
        <w:rPr>
          <w:rFonts w:ascii="Courier New" w:eastAsia="Times New Roman" w:hAnsi="Courier New" w:cs="Courier New"/>
          <w:sz w:val="20"/>
          <w:szCs w:val="20"/>
        </w:rPr>
        <w:t>greenland.h5</w:t>
      </w:r>
    </w:p>
    <w:p w14:paraId="610D7AB7" w14:textId="77777777" w:rsidR="005A5334" w:rsidRDefault="005A5334" w:rsidP="005A5334">
      <w:pPr>
        <w:rPr>
          <w:rFonts w:eastAsia="Times New Roman"/>
        </w:rPr>
      </w:pPr>
      <w:r>
        <w:rPr>
          <w:rFonts w:eastAsia="Times New Roman"/>
        </w:rPr>
        <w:t xml:space="preserve">This creates </w:t>
      </w:r>
      <w:r w:rsidR="00DF5D34">
        <w:rPr>
          <w:rFonts w:eastAsia="Times New Roman"/>
        </w:rPr>
        <w:t>in dataset /</w:t>
      </w:r>
      <w:r w:rsidR="00DA3C3E">
        <w:rPr>
          <w:rFonts w:eastAsia="Times New Roman"/>
        </w:rPr>
        <w:t>sta1</w:t>
      </w:r>
      <w:r w:rsidR="00DF5D34">
        <w:rPr>
          <w:rFonts w:eastAsia="Times New Roman"/>
        </w:rPr>
        <w:t>/</w:t>
      </w:r>
      <w:r w:rsidR="00DA3C3E">
        <w:rPr>
          <w:rFonts w:eastAsia="Times New Roman"/>
        </w:rPr>
        <w:t>month12</w:t>
      </w:r>
      <w:r w:rsidR="00DF5D34">
        <w:rPr>
          <w:rFonts w:eastAsia="Times New Roman"/>
        </w:rPr>
        <w:t xml:space="preserve">, </w:t>
      </w:r>
      <w:r>
        <w:rPr>
          <w:rFonts w:eastAsia="Times New Roman"/>
        </w:rPr>
        <w:t xml:space="preserve">a new attribute </w:t>
      </w:r>
      <w:r w:rsidR="00916273">
        <w:rPr>
          <w:rFonts w:eastAsia="Times New Roman"/>
          <w:i/>
        </w:rPr>
        <w:t>temperature</w:t>
      </w:r>
      <w:r w:rsidR="00DF5D34">
        <w:rPr>
          <w:rFonts w:eastAsia="Times New Roman"/>
          <w:i/>
        </w:rPr>
        <w:t>,</w:t>
      </w:r>
      <w:r w:rsidR="00916273">
        <w:rPr>
          <w:rFonts w:eastAsia="Times New Roman"/>
          <w:i/>
        </w:rPr>
        <w:t xml:space="preserve"> </w:t>
      </w:r>
      <w:r w:rsidR="00916273">
        <w:rPr>
          <w:rFonts w:eastAsia="Times New Roman"/>
        </w:rPr>
        <w:t xml:space="preserve">which is of the datatype of </w:t>
      </w:r>
      <w:r w:rsidR="009522E3" w:rsidRPr="009522E3">
        <w:rPr>
          <w:rFonts w:eastAsia="Times New Roman"/>
        </w:rPr>
        <w:t xml:space="preserve">H5T_NATIVE_FLOAT </w:t>
      </w:r>
      <w:r w:rsidR="00916273">
        <w:rPr>
          <w:rFonts w:eastAsia="Times New Roman"/>
        </w:rPr>
        <w:t>and dataspace of SCALAR (single data) with the value of -40.0</w:t>
      </w:r>
      <w:r w:rsidR="00DF5D34">
        <w:rPr>
          <w:rFonts w:eastAsia="Times New Roman"/>
        </w:rPr>
        <w:t>,</w:t>
      </w:r>
      <w:r w:rsidR="00916273">
        <w:rPr>
          <w:rFonts w:eastAsia="Times New Roman"/>
        </w:rPr>
        <w:t xml:space="preserve"> in the HDF5 data file </w:t>
      </w:r>
      <w:r w:rsidR="004A455A">
        <w:rPr>
          <w:rFonts w:eastAsia="Times New Roman"/>
          <w:i/>
        </w:rPr>
        <w:t>g</w:t>
      </w:r>
      <w:r w:rsidR="00916273">
        <w:rPr>
          <w:rFonts w:eastAsia="Times New Roman"/>
          <w:i/>
        </w:rPr>
        <w:t>reenland.h5.</w:t>
      </w:r>
      <w:r w:rsidR="00916273">
        <w:rPr>
          <w:rFonts w:eastAsia="Times New Roman"/>
        </w:rPr>
        <w:t xml:space="preserve"> Note that if the above two commands are executed in </w:t>
      </w:r>
      <w:r w:rsidR="009522E3">
        <w:rPr>
          <w:rFonts w:eastAsia="Times New Roman"/>
        </w:rPr>
        <w:t>sequence,</w:t>
      </w:r>
      <w:r w:rsidR="00916273">
        <w:rPr>
          <w:rFonts w:eastAsia="Times New Roman"/>
        </w:rPr>
        <w:t xml:space="preserve"> </w:t>
      </w:r>
      <w:r w:rsidR="00DF5D34">
        <w:rPr>
          <w:rFonts w:eastAsia="Times New Roman"/>
        </w:rPr>
        <w:t>they have</w:t>
      </w:r>
      <w:r w:rsidR="00916273">
        <w:rPr>
          <w:rFonts w:eastAsia="Times New Roman"/>
        </w:rPr>
        <w:t xml:space="preserve"> the net effect of </w:t>
      </w:r>
      <w:r w:rsidR="009522E3">
        <w:rPr>
          <w:rFonts w:eastAsia="Times New Roman"/>
        </w:rPr>
        <w:t>changing the value of</w:t>
      </w:r>
      <w:r w:rsidR="00916273">
        <w:rPr>
          <w:rFonts w:eastAsia="Times New Roman"/>
        </w:rPr>
        <w:t xml:space="preserve"> the attribute </w:t>
      </w:r>
      <w:r w:rsidR="00916273">
        <w:rPr>
          <w:rFonts w:eastAsia="Times New Roman"/>
          <w:i/>
        </w:rPr>
        <w:t>temperature.</w:t>
      </w:r>
      <w:r w:rsidR="00916273">
        <w:rPr>
          <w:rFonts w:eastAsia="Times New Roman"/>
        </w:rPr>
        <w:t xml:space="preserve"> (</w:t>
      </w:r>
      <w:r w:rsidR="009522E3">
        <w:rPr>
          <w:rFonts w:eastAsia="Times New Roman"/>
        </w:rPr>
        <w:t>T</w:t>
      </w:r>
      <w:r w:rsidR="00916273">
        <w:rPr>
          <w:rFonts w:eastAsia="Times New Roman"/>
        </w:rPr>
        <w:t xml:space="preserve">he </w:t>
      </w:r>
      <w:r w:rsidR="009522E3">
        <w:rPr>
          <w:rFonts w:eastAsia="Times New Roman"/>
        </w:rPr>
        <w:t>CHANGE</w:t>
      </w:r>
      <w:r w:rsidR="00916273">
        <w:rPr>
          <w:rFonts w:eastAsia="Times New Roman"/>
        </w:rPr>
        <w:t xml:space="preserve"> command is not supported but will be implemented in the future.)</w:t>
      </w:r>
    </w:p>
    <w:p w14:paraId="5D29ACA0" w14:textId="77777777" w:rsidR="00AB2BC6" w:rsidRDefault="00AB2BC6" w:rsidP="005A5334">
      <w:pPr>
        <w:rPr>
          <w:rFonts w:eastAsia="Times New Roman"/>
        </w:rPr>
      </w:pPr>
      <w:r w:rsidRPr="00AB2BC6">
        <w:rPr>
          <w:rFonts w:eastAsia="Times New Roman"/>
        </w:rPr>
        <w:t>This first release supports commands for the creation and deletion of attributes of datasets and groups only. Supports for more commands and other HDF5 objects will be implemented in future releases.</w:t>
      </w:r>
    </w:p>
    <w:p w14:paraId="22D0506A" w14:textId="77777777" w:rsidR="009E2459" w:rsidRDefault="009E2459" w:rsidP="009522E3">
      <w:pPr>
        <w:pStyle w:val="Heading1"/>
        <w:rPr>
          <w:rFonts w:eastAsia="Times New Roman"/>
        </w:rPr>
      </w:pPr>
      <w:r>
        <w:rPr>
          <w:rFonts w:eastAsia="Times New Roman"/>
        </w:rPr>
        <w:t xml:space="preserve">Commands </w:t>
      </w:r>
      <w:r w:rsidR="009522E3">
        <w:rPr>
          <w:rFonts w:eastAsia="Times New Roman"/>
        </w:rPr>
        <w:t>Supported</w:t>
      </w:r>
    </w:p>
    <w:p w14:paraId="2CA9C7A1" w14:textId="77777777" w:rsidR="000E517F" w:rsidRDefault="00DF5D34" w:rsidP="000E517F">
      <w:pPr>
        <w:rPr>
          <w:lang w:eastAsia="ko-KR"/>
        </w:rPr>
      </w:pPr>
      <w:r>
        <w:rPr>
          <w:lang w:eastAsia="ko-KR"/>
        </w:rPr>
        <w:t>This</w:t>
      </w:r>
      <w:r w:rsidR="000E517F">
        <w:rPr>
          <w:lang w:eastAsia="ko-KR"/>
        </w:rPr>
        <w:t xml:space="preserve"> version of H5edit supports two kinds of commands, CREATE and DELETE.</w:t>
      </w:r>
    </w:p>
    <w:p w14:paraId="085C2C28" w14:textId="77777777" w:rsidR="000E517F" w:rsidRDefault="000E517F" w:rsidP="000E517F">
      <w:pPr>
        <w:rPr>
          <w:lang w:eastAsia="ko-KR"/>
        </w:rPr>
      </w:pPr>
      <w:r>
        <w:rPr>
          <w:lang w:eastAsia="ko-KR"/>
        </w:rPr>
        <w:t xml:space="preserve">The CREATE command creates an attribute and attaches it to </w:t>
      </w:r>
      <w:r w:rsidR="00F67410">
        <w:rPr>
          <w:lang w:eastAsia="ko-KR"/>
        </w:rPr>
        <w:t>a</w:t>
      </w:r>
      <w:r>
        <w:rPr>
          <w:lang w:eastAsia="ko-KR"/>
        </w:rPr>
        <w:t xml:space="preserve"> specified </w:t>
      </w:r>
      <w:r w:rsidR="004A455A">
        <w:rPr>
          <w:lang w:eastAsia="ko-KR"/>
        </w:rPr>
        <w:t xml:space="preserve">target </w:t>
      </w:r>
      <w:r>
        <w:rPr>
          <w:lang w:eastAsia="ko-KR"/>
        </w:rPr>
        <w:t>dataset or group</w:t>
      </w:r>
      <w:r w:rsidR="00F67410">
        <w:rPr>
          <w:lang w:eastAsia="ko-KR"/>
        </w:rPr>
        <w:t xml:space="preserve"> in the HDF5 data</w:t>
      </w:r>
      <w:r w:rsidR="00FB096D">
        <w:rPr>
          <w:lang w:eastAsia="ko-KR"/>
        </w:rPr>
        <w:t xml:space="preserve"> </w:t>
      </w:r>
      <w:r w:rsidR="00F67410">
        <w:rPr>
          <w:lang w:eastAsia="ko-KR"/>
        </w:rPr>
        <w:t>file. The user needs to specify the name, datatype, dataspace</w:t>
      </w:r>
      <w:r w:rsidR="00FB096D">
        <w:rPr>
          <w:lang w:eastAsia="ko-KR"/>
        </w:rPr>
        <w:t>,</w:t>
      </w:r>
      <w:r w:rsidR="00F67410">
        <w:rPr>
          <w:lang w:eastAsia="ko-KR"/>
        </w:rPr>
        <w:t xml:space="preserve"> and data value of the attribute.</w:t>
      </w:r>
      <w:r w:rsidR="004A455A">
        <w:rPr>
          <w:lang w:eastAsia="ko-KR"/>
        </w:rPr>
        <w:t xml:space="preserve"> </w:t>
      </w:r>
      <w:r w:rsidR="00A05E7B">
        <w:rPr>
          <w:lang w:eastAsia="ko-KR"/>
        </w:rPr>
        <w:t xml:space="preserve">Each command is terminated with a semicolon. </w:t>
      </w:r>
      <w:r w:rsidR="004A455A">
        <w:rPr>
          <w:lang w:eastAsia="ko-KR"/>
        </w:rPr>
        <w:t>Note that the CREATE example above looks so simple because it makes use of the default values of the datatype and dataspace.</w:t>
      </w:r>
      <w:r w:rsidR="00667890">
        <w:rPr>
          <w:lang w:eastAsia="ko-KR"/>
        </w:rPr>
        <w:t xml:space="preserve"> Here is an example that specifies the values of datatype and dataspace explicitly. Note that even the attribute name, temperature, is defined separately from its intended target-object, /sta1/month12.</w:t>
      </w:r>
    </w:p>
    <w:p w14:paraId="5316A4A4" w14:textId="77777777" w:rsidR="00667890" w:rsidRPr="00A65312" w:rsidRDefault="00667890" w:rsidP="00667890">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h5edit --command </w:t>
      </w:r>
      <w:r w:rsidR="009F4AFA">
        <w:rPr>
          <w:rFonts w:ascii="Courier New" w:eastAsia="Times New Roman" w:hAnsi="Courier New" w:cs="Courier New"/>
          <w:sz w:val="20"/>
          <w:szCs w:val="20"/>
        </w:rPr>
        <w:t>”</w:t>
      </w:r>
      <w:r w:rsidRPr="00A65312">
        <w:rPr>
          <w:rFonts w:ascii="Courier New" w:eastAsia="Times New Roman" w:hAnsi="Courier New" w:cs="Courier New"/>
          <w:sz w:val="20"/>
          <w:szCs w:val="20"/>
        </w:rPr>
        <w:t>CREATE /</w:t>
      </w:r>
      <w:r>
        <w:rPr>
          <w:rFonts w:ascii="Courier New" w:eastAsia="Times New Roman" w:hAnsi="Courier New" w:cs="Courier New"/>
          <w:sz w:val="20"/>
          <w:szCs w:val="20"/>
        </w:rPr>
        <w:t>sta</w:t>
      </w:r>
      <w:r w:rsidRPr="00A65312">
        <w:rPr>
          <w:rFonts w:ascii="Courier New" w:eastAsia="Times New Roman" w:hAnsi="Courier New" w:cs="Courier New"/>
          <w:sz w:val="20"/>
          <w:szCs w:val="20"/>
        </w:rPr>
        <w:t>1/</w:t>
      </w:r>
      <w:r>
        <w:rPr>
          <w:rFonts w:ascii="Courier New" w:eastAsia="Times New Roman" w:hAnsi="Courier New" w:cs="Courier New"/>
          <w:sz w:val="20"/>
          <w:szCs w:val="20"/>
        </w:rPr>
        <w:t xml:space="preserve">month12 </w:t>
      </w:r>
      <w:r w:rsidRPr="00A65312">
        <w:rPr>
          <w:rFonts w:ascii="Courier New" w:eastAsia="Times New Roman" w:hAnsi="Courier New" w:cs="Courier New"/>
          <w:sz w:val="20"/>
          <w:szCs w:val="20"/>
        </w:rPr>
        <w:t>temperature {</w:t>
      </w:r>
      <w:r>
        <w:rPr>
          <w:rFonts w:ascii="Courier New" w:eastAsia="Times New Roman" w:hAnsi="Courier New" w:cs="Courier New"/>
          <w:sz w:val="20"/>
          <w:szCs w:val="20"/>
        </w:rPr>
        <w:t xml:space="preserve">DATATYPE H5T_FLOAT_NATIVE DATASPACE SCALAR DATA </w:t>
      </w:r>
      <w:r w:rsidRPr="00A65312">
        <w:rPr>
          <w:rFonts w:ascii="Courier New" w:eastAsia="Times New Roman" w:hAnsi="Courier New" w:cs="Courier New"/>
          <w:sz w:val="20"/>
          <w:szCs w:val="20"/>
        </w:rPr>
        <w:t>{-40.0}}</w:t>
      </w:r>
      <w:r>
        <w:rPr>
          <w:rFonts w:ascii="Courier New" w:eastAsia="Times New Roman" w:hAnsi="Courier New" w:cs="Courier New"/>
          <w:sz w:val="20"/>
          <w:szCs w:val="20"/>
        </w:rPr>
        <w:t>;</w:t>
      </w:r>
      <w:r w:rsidRPr="00A65312">
        <w:rPr>
          <w:rFonts w:ascii="Courier New" w:eastAsia="Times New Roman" w:hAnsi="Courier New" w:cs="Courier New"/>
          <w:sz w:val="20"/>
          <w:szCs w:val="20"/>
        </w:rPr>
        <w:t>”</w:t>
      </w:r>
      <w:r>
        <w:rPr>
          <w:rFonts w:ascii="Courier New" w:eastAsia="Times New Roman" w:hAnsi="Courier New" w:cs="Courier New"/>
          <w:sz w:val="20"/>
          <w:szCs w:val="20"/>
        </w:rPr>
        <w:t xml:space="preserve"> </w:t>
      </w:r>
      <w:r w:rsidRPr="00A65312">
        <w:rPr>
          <w:rFonts w:ascii="Courier New" w:eastAsia="Times New Roman" w:hAnsi="Courier New" w:cs="Courier New"/>
          <w:sz w:val="20"/>
          <w:szCs w:val="20"/>
        </w:rPr>
        <w:t>greenland.h5</w:t>
      </w:r>
    </w:p>
    <w:p w14:paraId="26B70491" w14:textId="77777777" w:rsidR="00F67410" w:rsidRPr="000E517F" w:rsidRDefault="00F67410" w:rsidP="000E517F">
      <w:pPr>
        <w:rPr>
          <w:lang w:eastAsia="ko-KR"/>
        </w:rPr>
      </w:pPr>
      <w:r>
        <w:rPr>
          <w:lang w:eastAsia="ko-KR"/>
        </w:rPr>
        <w:t>The DELETE command deletes an existing attribute from a specified dataset or group in the HDF5 data file. The user needs to specify the name of the attribute.</w:t>
      </w:r>
    </w:p>
    <w:p w14:paraId="5636F21C" w14:textId="77777777" w:rsidR="00F67410" w:rsidRDefault="00F67410" w:rsidP="00F67410">
      <w:pPr>
        <w:pStyle w:val="Heading2"/>
        <w:rPr>
          <w:rFonts w:eastAsia="Times New Roman"/>
        </w:rPr>
      </w:pPr>
      <w:r>
        <w:rPr>
          <w:rFonts w:eastAsia="Times New Roman"/>
        </w:rPr>
        <w:lastRenderedPageBreak/>
        <w:t>Dataspaces Supported</w:t>
      </w:r>
    </w:p>
    <w:p w14:paraId="14F3084C" w14:textId="77777777" w:rsidR="00F67410" w:rsidRPr="004A455A" w:rsidRDefault="00F67410" w:rsidP="00F67410">
      <w:pPr>
        <w:rPr>
          <w:i/>
          <w:lang w:eastAsia="ko-KR"/>
        </w:rPr>
      </w:pPr>
      <w:r>
        <w:rPr>
          <w:lang w:eastAsia="ko-KR"/>
        </w:rPr>
        <w:t>The attribute may have one of the following dataspaces.</w:t>
      </w:r>
      <w:r w:rsidR="004A455A">
        <w:rPr>
          <w:lang w:eastAsia="ko-KR"/>
        </w:rPr>
        <w:t xml:space="preserve"> If not given, the default value is </w:t>
      </w:r>
      <w:r w:rsidR="004A455A">
        <w:rPr>
          <w:i/>
          <w:lang w:eastAsia="ko-KR"/>
        </w:rPr>
        <w:t>scalar.</w:t>
      </w:r>
    </w:p>
    <w:p w14:paraId="4A920335" w14:textId="77777777" w:rsidR="00F67410" w:rsidRDefault="00F67410" w:rsidP="00F67410">
      <w:pPr>
        <w:pStyle w:val="Heading3"/>
      </w:pPr>
      <w:r>
        <w:t>Scalar space</w:t>
      </w:r>
    </w:p>
    <w:p w14:paraId="5E91D98D" w14:textId="77777777" w:rsidR="00F67410" w:rsidRDefault="00F67410" w:rsidP="00F67410">
      <w:pPr>
        <w:rPr>
          <w:lang w:eastAsia="ko-KR"/>
        </w:rPr>
      </w:pPr>
      <w:r>
        <w:rPr>
          <w:lang w:eastAsia="ko-KR"/>
        </w:rPr>
        <w:t xml:space="preserve">This is indicated by the keyword, </w:t>
      </w:r>
      <w:r w:rsidRPr="00BD294D">
        <w:rPr>
          <w:b/>
          <w:lang w:eastAsia="ko-KR"/>
        </w:rPr>
        <w:t>SCALAR</w:t>
      </w:r>
      <w:r>
        <w:rPr>
          <w:lang w:eastAsia="ko-KR"/>
        </w:rPr>
        <w:t>, and it means the attribute has a single data element.</w:t>
      </w:r>
    </w:p>
    <w:p w14:paraId="1C53D323" w14:textId="77777777" w:rsidR="00F67410" w:rsidRPr="00F67410" w:rsidRDefault="00F67410" w:rsidP="00F67410">
      <w:pPr>
        <w:pStyle w:val="Heading3"/>
      </w:pPr>
      <w:r>
        <w:t>Dimension space</w:t>
      </w:r>
    </w:p>
    <w:p w14:paraId="56D7A22E" w14:textId="77777777" w:rsidR="00F67410" w:rsidRDefault="00F67410" w:rsidP="00F67410">
      <w:pPr>
        <w:rPr>
          <w:lang w:eastAsia="ko-KR"/>
        </w:rPr>
      </w:pPr>
      <w:r>
        <w:rPr>
          <w:lang w:eastAsia="ko-KR"/>
        </w:rPr>
        <w:t xml:space="preserve">This is indicated by the keyword, </w:t>
      </w:r>
      <w:r w:rsidRPr="00BD294D">
        <w:rPr>
          <w:b/>
          <w:lang w:eastAsia="ko-KR"/>
        </w:rPr>
        <w:t>SIMPLE</w:t>
      </w:r>
      <w:r>
        <w:rPr>
          <w:lang w:eastAsia="ko-KR"/>
        </w:rPr>
        <w:t xml:space="preserve">, followed by </w:t>
      </w:r>
      <w:r w:rsidR="00BD294D">
        <w:rPr>
          <w:lang w:eastAsia="ko-KR"/>
        </w:rPr>
        <w:t>the dimension sizes enclosed in a pair of parenthesis. The rank of the dimension is deduced from the number of dimension sizes specified. It means the attribute is a multiple dimensional array. For example,</w:t>
      </w:r>
    </w:p>
    <w:p w14:paraId="2975AEF5" w14:textId="77777777" w:rsidR="00BD294D" w:rsidRDefault="00BD294D" w:rsidP="00F67410">
      <w:pPr>
        <w:rPr>
          <w:lang w:eastAsia="ko-KR"/>
        </w:rPr>
      </w:pPr>
      <w:r>
        <w:rPr>
          <w:lang w:eastAsia="ko-KR"/>
        </w:rPr>
        <w:t>SIMPLE (2,3,4)</w:t>
      </w:r>
    </w:p>
    <w:p w14:paraId="22C5A43A" w14:textId="77777777" w:rsidR="00BD294D" w:rsidRDefault="00FB096D" w:rsidP="00F67410">
      <w:pPr>
        <w:rPr>
          <w:lang w:eastAsia="ko-KR"/>
        </w:rPr>
      </w:pPr>
      <w:r>
        <w:rPr>
          <w:lang w:eastAsia="ko-KR"/>
        </w:rPr>
        <w:t>i</w:t>
      </w:r>
      <w:r w:rsidR="00BD294D">
        <w:rPr>
          <w:lang w:eastAsia="ko-KR"/>
        </w:rPr>
        <w:t>s a 3-dimensional array of 24 data elements total.</w:t>
      </w:r>
    </w:p>
    <w:p w14:paraId="133A19E4" w14:textId="77777777" w:rsidR="00BD294D" w:rsidRDefault="00BD294D" w:rsidP="00BD294D">
      <w:pPr>
        <w:pStyle w:val="Heading3"/>
      </w:pPr>
      <w:r>
        <w:t>Other dataspaces</w:t>
      </w:r>
    </w:p>
    <w:p w14:paraId="37000AFB" w14:textId="77777777" w:rsidR="00BD294D" w:rsidRPr="00BD294D" w:rsidRDefault="00BD294D" w:rsidP="00BD294D">
      <w:pPr>
        <w:rPr>
          <w:lang w:eastAsia="ko-KR"/>
        </w:rPr>
      </w:pPr>
      <w:r>
        <w:rPr>
          <w:lang w:eastAsia="ko-KR"/>
        </w:rPr>
        <w:t xml:space="preserve">The HDF5 library supports the </w:t>
      </w:r>
      <w:r w:rsidRPr="00BD294D">
        <w:rPr>
          <w:b/>
          <w:lang w:eastAsia="ko-KR"/>
        </w:rPr>
        <w:t>NULL</w:t>
      </w:r>
      <w:r>
        <w:rPr>
          <w:lang w:eastAsia="ko-KR"/>
        </w:rPr>
        <w:t xml:space="preserve"> dataspace and also unlimited dimension sizes. Neither of them is supported by this version of H5edit.</w:t>
      </w:r>
    </w:p>
    <w:p w14:paraId="17B22025" w14:textId="77777777" w:rsidR="009E2459" w:rsidRDefault="000E517F" w:rsidP="009522E3">
      <w:pPr>
        <w:pStyle w:val="Heading2"/>
        <w:rPr>
          <w:rFonts w:eastAsia="Times New Roman"/>
        </w:rPr>
      </w:pPr>
      <w:r>
        <w:rPr>
          <w:rFonts w:eastAsia="Times New Roman"/>
        </w:rPr>
        <w:t>D</w:t>
      </w:r>
      <w:r w:rsidR="009E2459">
        <w:rPr>
          <w:rFonts w:eastAsia="Times New Roman"/>
        </w:rPr>
        <w:t>atatype</w:t>
      </w:r>
      <w:r>
        <w:rPr>
          <w:rFonts w:eastAsia="Times New Roman"/>
        </w:rPr>
        <w:t>s Supported</w:t>
      </w:r>
    </w:p>
    <w:p w14:paraId="2787E091" w14:textId="77777777" w:rsidR="00BD294D" w:rsidRPr="004A455A" w:rsidRDefault="00BD294D" w:rsidP="004A455A">
      <w:pPr>
        <w:rPr>
          <w:i/>
        </w:rPr>
      </w:pPr>
      <w:r>
        <w:t>The attribute may have one of the following datatypes.</w:t>
      </w:r>
      <w:r w:rsidR="004A455A">
        <w:t xml:space="preserve"> If not given, the default value is </w:t>
      </w:r>
      <w:r w:rsidR="00DA281C" w:rsidRPr="00DA281C">
        <w:rPr>
          <w:i/>
        </w:rPr>
        <w:t>H5T_NATIVE_FLOAT</w:t>
      </w:r>
      <w:r w:rsidR="00DA281C">
        <w:rPr>
          <w:i/>
        </w:rPr>
        <w:t>.</w:t>
      </w:r>
    </w:p>
    <w:p w14:paraId="22BEEC33" w14:textId="77777777" w:rsidR="00BD294D" w:rsidRDefault="00BD294D" w:rsidP="00BD294D">
      <w:pPr>
        <w:pStyle w:val="Heading3"/>
      </w:pPr>
      <w:r>
        <w:t>Integer</w:t>
      </w:r>
      <w:r w:rsidR="00FB096D">
        <w:t xml:space="preserve"> </w:t>
      </w:r>
      <w:r>
        <w:t>Types</w:t>
      </w:r>
    </w:p>
    <w:p w14:paraId="11782BFC" w14:textId="77777777" w:rsidR="00BD294D" w:rsidRDefault="00BD294D" w:rsidP="00BD294D">
      <w:pPr>
        <w:rPr>
          <w:lang w:eastAsia="ko-KR"/>
        </w:rPr>
      </w:pPr>
      <w:r>
        <w:rPr>
          <w:lang w:eastAsia="ko-KR"/>
        </w:rPr>
        <w:t xml:space="preserve">The </w:t>
      </w:r>
      <w:r w:rsidR="00161BD1">
        <w:rPr>
          <w:lang w:eastAsia="ko-KR"/>
        </w:rPr>
        <w:t>following</w:t>
      </w:r>
      <w:r>
        <w:rPr>
          <w:lang w:eastAsia="ko-KR"/>
        </w:rPr>
        <w:t xml:space="preserve"> integer types are</w:t>
      </w:r>
      <w:r w:rsidR="00161BD1">
        <w:rPr>
          <w:lang w:eastAsia="ko-KR"/>
        </w:rPr>
        <w:t xml:space="preserve"> supported and are indicated by the corresponding keywords</w:t>
      </w:r>
      <w:r>
        <w:rPr>
          <w:lang w:eastAsia="ko-KR"/>
        </w:rPr>
        <w:t>:</w:t>
      </w:r>
    </w:p>
    <w:p w14:paraId="4A3C12A7" w14:textId="77777777" w:rsidR="00BD294D" w:rsidRDefault="00BD294D" w:rsidP="00BD294D">
      <w:pPr>
        <w:pStyle w:val="HTMLPreformatted"/>
        <w:rPr>
          <w:b/>
        </w:rPr>
      </w:pPr>
      <w:r w:rsidRPr="001A0233">
        <w:rPr>
          <w:b/>
        </w:rPr>
        <w:t>H5T_STD_I8BE</w:t>
      </w:r>
      <w:r>
        <w:t xml:space="preserve">, </w:t>
      </w:r>
      <w:r w:rsidRPr="001A0233">
        <w:rPr>
          <w:b/>
        </w:rPr>
        <w:t>H5T_STD_I16BE</w:t>
      </w:r>
      <w:r>
        <w:rPr>
          <w:b/>
        </w:rPr>
        <w:t xml:space="preserve">, </w:t>
      </w:r>
      <w:r w:rsidRPr="001A0233">
        <w:rPr>
          <w:b/>
        </w:rPr>
        <w:t>H5T_STD_I32BE</w:t>
      </w:r>
      <w:r>
        <w:t xml:space="preserve">, </w:t>
      </w:r>
      <w:r w:rsidRPr="001A0233">
        <w:rPr>
          <w:b/>
        </w:rPr>
        <w:t>H5T_STD_I64BE</w:t>
      </w:r>
      <w:r>
        <w:t xml:space="preserve">, </w:t>
      </w:r>
      <w:r w:rsidRPr="001A0233">
        <w:rPr>
          <w:b/>
        </w:rPr>
        <w:t>H5T_STD_I64BE</w:t>
      </w:r>
      <w:r>
        <w:rPr>
          <w:b/>
        </w:rPr>
        <w:t>:</w:t>
      </w:r>
    </w:p>
    <w:p w14:paraId="7DA45BAB" w14:textId="77777777" w:rsidR="00246402" w:rsidRDefault="00246402" w:rsidP="00161BD1">
      <w:pPr>
        <w:ind w:left="720"/>
      </w:pPr>
      <w:r>
        <w:t>Signed big endian 8, 16, 32 and 64 bits integers.</w:t>
      </w:r>
    </w:p>
    <w:p w14:paraId="255DA882" w14:textId="77777777" w:rsidR="00246402" w:rsidRDefault="00246402" w:rsidP="00BD294D">
      <w:pPr>
        <w:pStyle w:val="HTMLPreformatted"/>
        <w:rPr>
          <w:b/>
        </w:rPr>
      </w:pPr>
    </w:p>
    <w:p w14:paraId="15164099" w14:textId="77777777" w:rsidR="00246402" w:rsidRDefault="00246402" w:rsidP="00246402">
      <w:pPr>
        <w:pStyle w:val="HTMLPreformatted"/>
        <w:rPr>
          <w:b/>
        </w:rPr>
      </w:pPr>
      <w:r w:rsidRPr="001A0233">
        <w:rPr>
          <w:b/>
        </w:rPr>
        <w:t>H5T_STD_I8</w:t>
      </w:r>
      <w:r>
        <w:rPr>
          <w:b/>
        </w:rPr>
        <w:t>LE</w:t>
      </w:r>
      <w:r>
        <w:t xml:space="preserve">, </w:t>
      </w:r>
      <w:r w:rsidRPr="001A0233">
        <w:rPr>
          <w:b/>
        </w:rPr>
        <w:t>H5T_STD_I16</w:t>
      </w:r>
      <w:r>
        <w:rPr>
          <w:b/>
        </w:rPr>
        <w:t xml:space="preserve">LE, </w:t>
      </w:r>
      <w:r w:rsidRPr="001A0233">
        <w:rPr>
          <w:b/>
        </w:rPr>
        <w:t>H5T_STD_I32</w:t>
      </w:r>
      <w:r>
        <w:rPr>
          <w:b/>
        </w:rPr>
        <w:t>LE</w:t>
      </w:r>
      <w:r>
        <w:t xml:space="preserve">, </w:t>
      </w:r>
      <w:r w:rsidRPr="001A0233">
        <w:rPr>
          <w:b/>
        </w:rPr>
        <w:t>H5T_STD_I64</w:t>
      </w:r>
      <w:r>
        <w:rPr>
          <w:b/>
        </w:rPr>
        <w:t>LE</w:t>
      </w:r>
      <w:r>
        <w:t xml:space="preserve">, </w:t>
      </w:r>
      <w:r w:rsidRPr="001A0233">
        <w:rPr>
          <w:b/>
        </w:rPr>
        <w:t>H5T_STD_I64</w:t>
      </w:r>
      <w:r>
        <w:rPr>
          <w:b/>
        </w:rPr>
        <w:t>LE:</w:t>
      </w:r>
    </w:p>
    <w:p w14:paraId="11B8D7FF" w14:textId="77777777" w:rsidR="00246402" w:rsidRDefault="00246402" w:rsidP="00161BD1">
      <w:pPr>
        <w:ind w:left="720"/>
      </w:pPr>
      <w:r>
        <w:t>Signed little endian 8, 16, 32 and 64 bits integers.</w:t>
      </w:r>
    </w:p>
    <w:p w14:paraId="7B42FDC4" w14:textId="77777777" w:rsidR="00246402" w:rsidRDefault="00246402" w:rsidP="00246402">
      <w:pPr>
        <w:pStyle w:val="HTMLPreformatted"/>
        <w:rPr>
          <w:b/>
        </w:rPr>
      </w:pPr>
    </w:p>
    <w:p w14:paraId="540E47E1" w14:textId="77777777" w:rsidR="00246402" w:rsidRDefault="00246402" w:rsidP="00246402">
      <w:pPr>
        <w:pStyle w:val="HTMLPreformatted"/>
        <w:rPr>
          <w:b/>
        </w:rPr>
      </w:pPr>
      <w:r w:rsidRPr="001A0233">
        <w:rPr>
          <w:b/>
        </w:rPr>
        <w:t>H5T_STD</w:t>
      </w:r>
      <w:r>
        <w:rPr>
          <w:b/>
        </w:rPr>
        <w:t>_U</w:t>
      </w:r>
      <w:r w:rsidRPr="001A0233">
        <w:rPr>
          <w:b/>
        </w:rPr>
        <w:t>8BE</w:t>
      </w:r>
      <w:r>
        <w:t xml:space="preserve">, </w:t>
      </w:r>
      <w:r w:rsidRPr="001A0233">
        <w:rPr>
          <w:b/>
        </w:rPr>
        <w:t>H5T_STD</w:t>
      </w:r>
      <w:r>
        <w:rPr>
          <w:b/>
        </w:rPr>
        <w:t>_U</w:t>
      </w:r>
      <w:r w:rsidRPr="001A0233">
        <w:rPr>
          <w:b/>
        </w:rPr>
        <w:t>16BE</w:t>
      </w:r>
      <w:r>
        <w:rPr>
          <w:b/>
        </w:rPr>
        <w:t xml:space="preserve">, </w:t>
      </w:r>
      <w:r w:rsidRPr="001A0233">
        <w:rPr>
          <w:b/>
        </w:rPr>
        <w:t>H5T_STD</w:t>
      </w:r>
      <w:r>
        <w:rPr>
          <w:b/>
        </w:rPr>
        <w:t>_U</w:t>
      </w:r>
      <w:r w:rsidRPr="001A0233">
        <w:rPr>
          <w:b/>
        </w:rPr>
        <w:t>32BE</w:t>
      </w:r>
      <w:r>
        <w:t xml:space="preserve">, </w:t>
      </w:r>
      <w:r w:rsidRPr="001A0233">
        <w:rPr>
          <w:b/>
        </w:rPr>
        <w:t>H5T_STD</w:t>
      </w:r>
      <w:r>
        <w:rPr>
          <w:b/>
        </w:rPr>
        <w:t>_U</w:t>
      </w:r>
      <w:r w:rsidRPr="001A0233">
        <w:rPr>
          <w:b/>
        </w:rPr>
        <w:t>64BE</w:t>
      </w:r>
      <w:r>
        <w:t xml:space="preserve">, </w:t>
      </w:r>
      <w:r w:rsidRPr="001A0233">
        <w:rPr>
          <w:b/>
        </w:rPr>
        <w:t>H5T_STD</w:t>
      </w:r>
      <w:r>
        <w:rPr>
          <w:b/>
        </w:rPr>
        <w:t>_U</w:t>
      </w:r>
      <w:r w:rsidRPr="001A0233">
        <w:rPr>
          <w:b/>
        </w:rPr>
        <w:t>64BE</w:t>
      </w:r>
      <w:r>
        <w:rPr>
          <w:b/>
        </w:rPr>
        <w:t>:</w:t>
      </w:r>
    </w:p>
    <w:p w14:paraId="42E8705C" w14:textId="77777777" w:rsidR="00246402" w:rsidRDefault="00246402" w:rsidP="00161BD1">
      <w:pPr>
        <w:ind w:left="720"/>
      </w:pPr>
      <w:r>
        <w:t>Unsigned big endian 8, 16, 32 and 64 bits integers.</w:t>
      </w:r>
    </w:p>
    <w:p w14:paraId="6A2B494B" w14:textId="77777777" w:rsidR="00246402" w:rsidRDefault="00246402" w:rsidP="00246402">
      <w:pPr>
        <w:pStyle w:val="HTMLPreformatted"/>
        <w:rPr>
          <w:b/>
        </w:rPr>
      </w:pPr>
    </w:p>
    <w:p w14:paraId="19A7B437" w14:textId="77777777" w:rsidR="00246402" w:rsidRDefault="00246402" w:rsidP="00246402">
      <w:pPr>
        <w:pStyle w:val="HTMLPreformatted"/>
        <w:rPr>
          <w:b/>
        </w:rPr>
      </w:pPr>
      <w:r w:rsidRPr="001A0233">
        <w:rPr>
          <w:b/>
        </w:rPr>
        <w:t>H5T_STD</w:t>
      </w:r>
      <w:r>
        <w:rPr>
          <w:b/>
        </w:rPr>
        <w:t>_U</w:t>
      </w:r>
      <w:r w:rsidRPr="001A0233">
        <w:rPr>
          <w:b/>
        </w:rPr>
        <w:t>8</w:t>
      </w:r>
      <w:r>
        <w:rPr>
          <w:b/>
        </w:rPr>
        <w:t>LE</w:t>
      </w:r>
      <w:r>
        <w:t xml:space="preserve">, </w:t>
      </w:r>
      <w:r w:rsidRPr="001A0233">
        <w:rPr>
          <w:b/>
        </w:rPr>
        <w:t>H5T_STD</w:t>
      </w:r>
      <w:r>
        <w:rPr>
          <w:b/>
        </w:rPr>
        <w:t>_U</w:t>
      </w:r>
      <w:r w:rsidRPr="001A0233">
        <w:rPr>
          <w:b/>
        </w:rPr>
        <w:t>16</w:t>
      </w:r>
      <w:r>
        <w:rPr>
          <w:b/>
        </w:rPr>
        <w:t xml:space="preserve">LE, </w:t>
      </w:r>
      <w:r w:rsidRPr="001A0233">
        <w:rPr>
          <w:b/>
        </w:rPr>
        <w:t>H5T_STD</w:t>
      </w:r>
      <w:r>
        <w:rPr>
          <w:b/>
        </w:rPr>
        <w:t>_U</w:t>
      </w:r>
      <w:r w:rsidRPr="001A0233">
        <w:rPr>
          <w:b/>
        </w:rPr>
        <w:t>32</w:t>
      </w:r>
      <w:r>
        <w:rPr>
          <w:b/>
        </w:rPr>
        <w:t>LE</w:t>
      </w:r>
      <w:r>
        <w:t xml:space="preserve">, </w:t>
      </w:r>
      <w:r w:rsidRPr="001A0233">
        <w:rPr>
          <w:b/>
        </w:rPr>
        <w:t>H5T_STD</w:t>
      </w:r>
      <w:r>
        <w:rPr>
          <w:b/>
        </w:rPr>
        <w:t>_U</w:t>
      </w:r>
      <w:r w:rsidRPr="001A0233">
        <w:rPr>
          <w:b/>
        </w:rPr>
        <w:t>64</w:t>
      </w:r>
      <w:r>
        <w:rPr>
          <w:b/>
        </w:rPr>
        <w:t>LE</w:t>
      </w:r>
      <w:r>
        <w:t xml:space="preserve">, </w:t>
      </w:r>
      <w:r w:rsidRPr="001A0233">
        <w:rPr>
          <w:b/>
        </w:rPr>
        <w:t>H5T_STD</w:t>
      </w:r>
      <w:r>
        <w:rPr>
          <w:b/>
        </w:rPr>
        <w:t>_U</w:t>
      </w:r>
      <w:r w:rsidRPr="001A0233">
        <w:rPr>
          <w:b/>
        </w:rPr>
        <w:t>64</w:t>
      </w:r>
      <w:r>
        <w:rPr>
          <w:b/>
        </w:rPr>
        <w:t>LE:</w:t>
      </w:r>
    </w:p>
    <w:p w14:paraId="51B96005" w14:textId="77777777" w:rsidR="00246402" w:rsidRDefault="00246402" w:rsidP="00161BD1">
      <w:pPr>
        <w:ind w:left="720"/>
      </w:pPr>
      <w:r>
        <w:t>Unsigned little endian 8, 16, 32 and 64 bits integers.</w:t>
      </w:r>
    </w:p>
    <w:p w14:paraId="4FA588F1" w14:textId="77777777" w:rsidR="00246402" w:rsidRDefault="00246402" w:rsidP="00246402">
      <w:pPr>
        <w:pStyle w:val="HTMLPreformatted"/>
        <w:rPr>
          <w:b/>
        </w:rPr>
      </w:pPr>
    </w:p>
    <w:p w14:paraId="1C835953" w14:textId="77777777" w:rsidR="00246402" w:rsidRDefault="00246402" w:rsidP="00246402">
      <w:r>
        <w:t xml:space="preserve">The following integer types are of the C programming language and are machine </w:t>
      </w:r>
      <w:r w:rsidR="00393F0D">
        <w:t>dependent</w:t>
      </w:r>
      <w:r w:rsidR="00161BD1">
        <w:t>. They are indicated by the following keywords</w:t>
      </w:r>
      <w:r w:rsidR="00393F0D">
        <w:t>:</w:t>
      </w:r>
    </w:p>
    <w:p w14:paraId="76067B79" w14:textId="77777777" w:rsidR="00246402" w:rsidRDefault="00246402" w:rsidP="00246402">
      <w:pPr>
        <w:pStyle w:val="HTMLPreformatted"/>
        <w:rPr>
          <w:b/>
        </w:rPr>
      </w:pPr>
      <w:r w:rsidRPr="001A0233">
        <w:rPr>
          <w:b/>
        </w:rPr>
        <w:t>H5T_NATIVE_CHAR</w:t>
      </w:r>
      <w:r>
        <w:t xml:space="preserve">, </w:t>
      </w:r>
      <w:r w:rsidRPr="001A0233">
        <w:rPr>
          <w:b/>
        </w:rPr>
        <w:t>H5T_NATIVE_UCHAR</w:t>
      </w:r>
      <w:r>
        <w:t>:</w:t>
      </w:r>
    </w:p>
    <w:p w14:paraId="71BBC53E" w14:textId="77777777" w:rsidR="00246402" w:rsidRDefault="00246402" w:rsidP="00161BD1">
      <w:pPr>
        <w:ind w:left="720"/>
      </w:pPr>
      <w:r>
        <w:t xml:space="preserve">Native char </w:t>
      </w:r>
      <w:r w:rsidR="00393F0D">
        <w:t>and unsigned char types.</w:t>
      </w:r>
    </w:p>
    <w:p w14:paraId="4B8AD821" w14:textId="77777777" w:rsidR="00246402" w:rsidRDefault="00246402" w:rsidP="00246402">
      <w:pPr>
        <w:pStyle w:val="HTMLPreformatted"/>
        <w:rPr>
          <w:b/>
        </w:rPr>
      </w:pPr>
    </w:p>
    <w:p w14:paraId="28924687" w14:textId="77777777" w:rsidR="00393F0D" w:rsidRDefault="00393F0D" w:rsidP="00393F0D">
      <w:pPr>
        <w:pStyle w:val="HTMLPreformatted"/>
        <w:rPr>
          <w:b/>
        </w:rPr>
      </w:pPr>
      <w:r w:rsidRPr="00393F0D">
        <w:rPr>
          <w:b/>
        </w:rPr>
        <w:t>H5T_NATIVE_SHORT</w:t>
      </w:r>
      <w:r>
        <w:rPr>
          <w:b/>
        </w:rPr>
        <w:t xml:space="preserve">, </w:t>
      </w:r>
      <w:r w:rsidRPr="00393F0D">
        <w:rPr>
          <w:b/>
        </w:rPr>
        <w:t>H5T_NATIVE_INT</w:t>
      </w:r>
      <w:r>
        <w:rPr>
          <w:b/>
        </w:rPr>
        <w:t xml:space="preserve">, </w:t>
      </w:r>
      <w:r w:rsidRPr="00393F0D">
        <w:rPr>
          <w:b/>
        </w:rPr>
        <w:t>H5T_NATIVE_LONG</w:t>
      </w:r>
      <w:r>
        <w:rPr>
          <w:b/>
        </w:rPr>
        <w:t xml:space="preserve">, </w:t>
      </w:r>
      <w:r w:rsidRPr="00393F0D">
        <w:rPr>
          <w:b/>
        </w:rPr>
        <w:t>H5T_NATIVE_LLONG</w:t>
      </w:r>
      <w:r>
        <w:rPr>
          <w:b/>
        </w:rPr>
        <w:t>:</w:t>
      </w:r>
    </w:p>
    <w:p w14:paraId="0EA86909" w14:textId="77777777" w:rsidR="00393F0D" w:rsidRDefault="00393F0D" w:rsidP="00161BD1">
      <w:pPr>
        <w:ind w:left="720"/>
      </w:pPr>
      <w:r>
        <w:t>Native signed short, int, long and long long type.</w:t>
      </w:r>
    </w:p>
    <w:p w14:paraId="6DD23663" w14:textId="77777777" w:rsidR="00393F0D" w:rsidRPr="00393F0D" w:rsidRDefault="00393F0D" w:rsidP="00393F0D">
      <w:pPr>
        <w:pStyle w:val="HTMLPreformatted"/>
        <w:rPr>
          <w:b/>
        </w:rPr>
      </w:pPr>
    </w:p>
    <w:p w14:paraId="347D760B" w14:textId="77777777" w:rsidR="00393F0D" w:rsidRDefault="00393F0D" w:rsidP="00393F0D">
      <w:pPr>
        <w:pStyle w:val="HTMLPreformatted"/>
        <w:rPr>
          <w:b/>
        </w:rPr>
      </w:pPr>
      <w:r w:rsidRPr="00393F0D">
        <w:rPr>
          <w:b/>
        </w:rPr>
        <w:t>H5T_NATIVE_</w:t>
      </w:r>
      <w:r>
        <w:rPr>
          <w:b/>
        </w:rPr>
        <w:t>U</w:t>
      </w:r>
      <w:r w:rsidRPr="00393F0D">
        <w:rPr>
          <w:b/>
        </w:rPr>
        <w:t>SHORT</w:t>
      </w:r>
      <w:r>
        <w:rPr>
          <w:b/>
        </w:rPr>
        <w:t xml:space="preserve">, </w:t>
      </w:r>
      <w:r w:rsidRPr="00393F0D">
        <w:rPr>
          <w:b/>
        </w:rPr>
        <w:t>H5T_NATIVE_</w:t>
      </w:r>
      <w:r>
        <w:rPr>
          <w:b/>
        </w:rPr>
        <w:t>U</w:t>
      </w:r>
      <w:r w:rsidRPr="00393F0D">
        <w:rPr>
          <w:b/>
        </w:rPr>
        <w:t>INT</w:t>
      </w:r>
      <w:r>
        <w:rPr>
          <w:b/>
        </w:rPr>
        <w:t xml:space="preserve">, </w:t>
      </w:r>
      <w:r w:rsidRPr="00393F0D">
        <w:rPr>
          <w:b/>
        </w:rPr>
        <w:t>H5T_NATIVE_</w:t>
      </w:r>
      <w:r>
        <w:rPr>
          <w:b/>
        </w:rPr>
        <w:t>U</w:t>
      </w:r>
      <w:r w:rsidRPr="00393F0D">
        <w:rPr>
          <w:b/>
        </w:rPr>
        <w:t>LONG</w:t>
      </w:r>
      <w:r>
        <w:rPr>
          <w:b/>
        </w:rPr>
        <w:t xml:space="preserve">, </w:t>
      </w:r>
      <w:r w:rsidRPr="00393F0D">
        <w:rPr>
          <w:b/>
        </w:rPr>
        <w:t>H5T_NATIVE_</w:t>
      </w:r>
      <w:r>
        <w:rPr>
          <w:b/>
        </w:rPr>
        <w:t>U</w:t>
      </w:r>
      <w:r w:rsidRPr="00393F0D">
        <w:rPr>
          <w:b/>
        </w:rPr>
        <w:t>LLONG</w:t>
      </w:r>
      <w:r>
        <w:rPr>
          <w:b/>
        </w:rPr>
        <w:t>:</w:t>
      </w:r>
    </w:p>
    <w:p w14:paraId="4C26440F" w14:textId="77777777" w:rsidR="00393F0D" w:rsidRDefault="00393F0D" w:rsidP="00161BD1">
      <w:pPr>
        <w:ind w:left="720"/>
      </w:pPr>
      <w:r>
        <w:t>Native unsigned short, int, long and long long type.</w:t>
      </w:r>
    </w:p>
    <w:p w14:paraId="730DD8E6" w14:textId="77777777" w:rsidR="00BD294D" w:rsidRDefault="00BD294D" w:rsidP="00BD294D">
      <w:pPr>
        <w:pStyle w:val="Heading3"/>
      </w:pPr>
      <w:r>
        <w:t>Floating Point Types</w:t>
      </w:r>
    </w:p>
    <w:p w14:paraId="7546ED82" w14:textId="77777777" w:rsidR="00393F0D" w:rsidRDefault="00393F0D" w:rsidP="00393F0D">
      <w:pPr>
        <w:rPr>
          <w:lang w:eastAsia="ko-KR"/>
        </w:rPr>
      </w:pPr>
      <w:r>
        <w:rPr>
          <w:lang w:eastAsia="ko-KR"/>
        </w:rPr>
        <w:t xml:space="preserve">The </w:t>
      </w:r>
      <w:r w:rsidR="00161BD1">
        <w:rPr>
          <w:lang w:eastAsia="ko-KR"/>
        </w:rPr>
        <w:t>following</w:t>
      </w:r>
      <w:r>
        <w:rPr>
          <w:lang w:eastAsia="ko-KR"/>
        </w:rPr>
        <w:t xml:space="preserve"> floating point types are</w:t>
      </w:r>
      <w:r w:rsidR="00161BD1">
        <w:rPr>
          <w:lang w:eastAsia="ko-KR"/>
        </w:rPr>
        <w:t xml:space="preserve"> supported and are indicated by the corresponding keywords</w:t>
      </w:r>
      <w:r>
        <w:rPr>
          <w:lang w:eastAsia="ko-KR"/>
        </w:rPr>
        <w:t>:</w:t>
      </w:r>
    </w:p>
    <w:p w14:paraId="3D127B1B" w14:textId="77777777" w:rsidR="00393F0D" w:rsidRDefault="00393F0D" w:rsidP="00393F0D">
      <w:pPr>
        <w:pStyle w:val="HTMLPreformatted"/>
        <w:rPr>
          <w:b/>
        </w:rPr>
      </w:pPr>
      <w:r w:rsidRPr="00D7652A">
        <w:rPr>
          <w:b/>
        </w:rPr>
        <w:t>H5T_IEEE_F32BE</w:t>
      </w:r>
      <w:r>
        <w:rPr>
          <w:b/>
        </w:rPr>
        <w:t xml:space="preserve">, </w:t>
      </w:r>
      <w:r w:rsidRPr="00D7652A">
        <w:rPr>
          <w:b/>
        </w:rPr>
        <w:t>H5T_IEEE_F64BE</w:t>
      </w:r>
      <w:r>
        <w:rPr>
          <w:b/>
        </w:rPr>
        <w:t>:</w:t>
      </w:r>
    </w:p>
    <w:p w14:paraId="09097D6C" w14:textId="77777777" w:rsidR="00393F0D" w:rsidRDefault="000E71CE" w:rsidP="00161BD1">
      <w:pPr>
        <w:ind w:left="720"/>
      </w:pPr>
      <w:r>
        <w:t>IEEE big endian 32 and 64 bits floating point types.</w:t>
      </w:r>
    </w:p>
    <w:p w14:paraId="4C1D5E11" w14:textId="77777777" w:rsidR="00393F0D" w:rsidRDefault="00393F0D" w:rsidP="00393F0D">
      <w:pPr>
        <w:pStyle w:val="HTMLPreformatted"/>
      </w:pPr>
    </w:p>
    <w:p w14:paraId="1DAE971B" w14:textId="77777777" w:rsidR="000E71CE" w:rsidRDefault="000E71CE" w:rsidP="000E71CE">
      <w:pPr>
        <w:pStyle w:val="HTMLPreformatted"/>
        <w:rPr>
          <w:b/>
        </w:rPr>
      </w:pPr>
      <w:r w:rsidRPr="00D7652A">
        <w:rPr>
          <w:b/>
        </w:rPr>
        <w:t>H5T_IEEE_F32</w:t>
      </w:r>
      <w:r>
        <w:rPr>
          <w:b/>
        </w:rPr>
        <w:t xml:space="preserve">LE, </w:t>
      </w:r>
      <w:r w:rsidRPr="00D7652A">
        <w:rPr>
          <w:b/>
        </w:rPr>
        <w:t>H5T_IEEE_F64</w:t>
      </w:r>
      <w:r>
        <w:rPr>
          <w:b/>
        </w:rPr>
        <w:t>LE:</w:t>
      </w:r>
    </w:p>
    <w:p w14:paraId="4DE7B3FC" w14:textId="77777777" w:rsidR="000E71CE" w:rsidRDefault="000E71CE" w:rsidP="00161BD1">
      <w:pPr>
        <w:ind w:left="720"/>
      </w:pPr>
      <w:r>
        <w:t>IEEE little endian 32 and 64 bits floating point types.</w:t>
      </w:r>
    </w:p>
    <w:p w14:paraId="4CF0A7D5" w14:textId="77777777" w:rsidR="000E71CE" w:rsidRDefault="000E71CE" w:rsidP="000E71CE">
      <w:pPr>
        <w:pStyle w:val="HTMLPreformatted"/>
        <w:rPr>
          <w:b/>
        </w:rPr>
      </w:pPr>
    </w:p>
    <w:p w14:paraId="476375B0" w14:textId="77777777" w:rsidR="000E71CE" w:rsidRDefault="000E71CE" w:rsidP="000E71CE">
      <w:r>
        <w:t>The following floating point types are of the C programming language and are machine dependent</w:t>
      </w:r>
      <w:r w:rsidR="00161BD1">
        <w:t>. They are indicated by the following keywords</w:t>
      </w:r>
      <w:r>
        <w:t>:</w:t>
      </w:r>
    </w:p>
    <w:p w14:paraId="4DA6BC93" w14:textId="77777777" w:rsidR="000E71CE" w:rsidRDefault="000E71CE" w:rsidP="000E71CE">
      <w:pPr>
        <w:pStyle w:val="HTMLPreformatted"/>
        <w:rPr>
          <w:b/>
        </w:rPr>
      </w:pPr>
      <w:r w:rsidRPr="000E71CE">
        <w:rPr>
          <w:b/>
        </w:rPr>
        <w:t>H5T_NATIVE_FLOAT</w:t>
      </w:r>
      <w:r>
        <w:rPr>
          <w:b/>
        </w:rPr>
        <w:t>,</w:t>
      </w:r>
      <w:r w:rsidRPr="000E71CE">
        <w:rPr>
          <w:b/>
        </w:rPr>
        <w:t xml:space="preserve"> H5T_NATIVE_DOUBLE</w:t>
      </w:r>
      <w:r>
        <w:rPr>
          <w:b/>
        </w:rPr>
        <w:t xml:space="preserve">, </w:t>
      </w:r>
      <w:r w:rsidRPr="000E71CE">
        <w:rPr>
          <w:b/>
        </w:rPr>
        <w:t>H5T_NATIVE_LDOUBLE</w:t>
      </w:r>
      <w:r>
        <w:rPr>
          <w:b/>
        </w:rPr>
        <w:t>:</w:t>
      </w:r>
    </w:p>
    <w:p w14:paraId="109D32DD" w14:textId="77777777" w:rsidR="000E71CE" w:rsidRDefault="000E71CE" w:rsidP="00161BD1">
      <w:pPr>
        <w:ind w:left="720"/>
      </w:pPr>
      <w:r>
        <w:t>Native float, double, and long double types.</w:t>
      </w:r>
    </w:p>
    <w:p w14:paraId="79B50B7E" w14:textId="77777777" w:rsidR="00393F0D" w:rsidRPr="00D7652A" w:rsidRDefault="00393F0D" w:rsidP="000E71CE">
      <w:pPr>
        <w:pStyle w:val="HTMLPreformatted"/>
        <w:rPr>
          <w:b/>
        </w:rPr>
      </w:pPr>
    </w:p>
    <w:p w14:paraId="3186DE5B" w14:textId="77777777" w:rsidR="00BD294D" w:rsidRDefault="00BD294D" w:rsidP="00BD294D">
      <w:pPr>
        <w:pStyle w:val="Heading3"/>
      </w:pPr>
      <w:r>
        <w:t>String Types</w:t>
      </w:r>
    </w:p>
    <w:p w14:paraId="1E0D0D05" w14:textId="77777777" w:rsidR="000E517F" w:rsidRDefault="00161BD1" w:rsidP="0060395B">
      <w:r>
        <w:t>The string type is supported and is indicated by the keyword</w:t>
      </w:r>
      <w:r w:rsidR="00BA5EF1">
        <w:t xml:space="preserve">, </w:t>
      </w:r>
      <w:r w:rsidR="00BA5EF1" w:rsidRPr="00BA5EF1">
        <w:rPr>
          <w:b/>
        </w:rPr>
        <w:t>H5T_STRING</w:t>
      </w:r>
      <w:r w:rsidR="00BA5EF1">
        <w:t xml:space="preserve">. The string type </w:t>
      </w:r>
      <w:r w:rsidR="0060395B">
        <w:t xml:space="preserve">consists </w:t>
      </w:r>
      <w:r w:rsidR="00FC55ED">
        <w:t xml:space="preserve">of </w:t>
      </w:r>
      <w:r w:rsidR="0060395B">
        <w:t>two more specifications, namely the size of the string and the padding mechanism.</w:t>
      </w:r>
    </w:p>
    <w:p w14:paraId="75B948FD" w14:textId="77777777" w:rsidR="0060395B" w:rsidRDefault="0060395B" w:rsidP="0060395B">
      <w:r>
        <w:t xml:space="preserve">The string size is indicated by the keyword, </w:t>
      </w:r>
      <w:r w:rsidRPr="00DA281C">
        <w:rPr>
          <w:b/>
        </w:rPr>
        <w:t>STRSIZE</w:t>
      </w:r>
      <w:r>
        <w:t>, followed by a positive integer value of the string size.</w:t>
      </w:r>
    </w:p>
    <w:p w14:paraId="6031F962" w14:textId="77777777" w:rsidR="0060395B" w:rsidRDefault="0060395B" w:rsidP="0060395B">
      <w:r>
        <w:t xml:space="preserve">The padding mechanism is indicated by the keyword, </w:t>
      </w:r>
      <w:r w:rsidRPr="00DA281C">
        <w:rPr>
          <w:b/>
        </w:rPr>
        <w:t>STRP</w:t>
      </w:r>
      <w:r w:rsidR="00DA281C" w:rsidRPr="00DA281C">
        <w:rPr>
          <w:b/>
        </w:rPr>
        <w:t>A</w:t>
      </w:r>
      <w:r w:rsidRPr="00DA281C">
        <w:rPr>
          <w:b/>
        </w:rPr>
        <w:t>D</w:t>
      </w:r>
      <w:r>
        <w:t>, following by one of the following keywords:</w:t>
      </w:r>
    </w:p>
    <w:p w14:paraId="78391EF5" w14:textId="77777777" w:rsidR="0060395B" w:rsidRPr="0060395B" w:rsidRDefault="0060395B" w:rsidP="0060395B">
      <w:pPr>
        <w:spacing w:after="0"/>
        <w:jc w:val="left"/>
        <w:rPr>
          <w:rFonts w:ascii="Courier New" w:eastAsia="Times New Roman" w:hAnsi="Courier New" w:cs="Courier New"/>
          <w:sz w:val="20"/>
          <w:szCs w:val="20"/>
        </w:rPr>
      </w:pPr>
      <w:r w:rsidRPr="0060395B">
        <w:rPr>
          <w:rFonts w:ascii="Courier New" w:eastAsia="Times New Roman" w:hAnsi="Courier New" w:cs="Courier New"/>
          <w:sz w:val="20"/>
          <w:szCs w:val="20"/>
        </w:rPr>
        <w:t>H5T_STR_NULLTERM</w:t>
      </w:r>
      <w:r>
        <w:rPr>
          <w:rFonts w:ascii="Courier New" w:eastAsia="Times New Roman" w:hAnsi="Courier New" w:cs="Courier New"/>
          <w:sz w:val="20"/>
          <w:szCs w:val="20"/>
        </w:rPr>
        <w:t>:</w:t>
      </w:r>
    </w:p>
    <w:p w14:paraId="42658E98" w14:textId="77777777" w:rsidR="0060395B" w:rsidRPr="0060395B" w:rsidRDefault="0060395B" w:rsidP="0060395B">
      <w:pPr>
        <w:ind w:left="720"/>
        <w:rPr>
          <w:rFonts w:eastAsia="Times New Roman"/>
        </w:rPr>
      </w:pPr>
      <w:r>
        <w:rPr>
          <w:rFonts w:eastAsia="Times New Roman"/>
        </w:rPr>
        <w:t>Null terminated as in the C programming language</w:t>
      </w:r>
    </w:p>
    <w:p w14:paraId="4D1C4525" w14:textId="77777777" w:rsidR="0060395B" w:rsidRPr="0060395B" w:rsidRDefault="0060395B" w:rsidP="0060395B">
      <w:pPr>
        <w:spacing w:after="0"/>
        <w:jc w:val="left"/>
        <w:rPr>
          <w:rFonts w:ascii="Courier New" w:eastAsia="Times New Roman" w:hAnsi="Courier New" w:cs="Courier New"/>
          <w:sz w:val="20"/>
          <w:szCs w:val="20"/>
        </w:rPr>
      </w:pPr>
      <w:r w:rsidRPr="0060395B">
        <w:rPr>
          <w:rFonts w:ascii="Courier New" w:eastAsia="Times New Roman" w:hAnsi="Courier New" w:cs="Courier New"/>
          <w:sz w:val="20"/>
          <w:szCs w:val="20"/>
        </w:rPr>
        <w:t>H5T_STR_NULLPAD</w:t>
      </w:r>
      <w:r>
        <w:rPr>
          <w:rFonts w:ascii="Courier New" w:eastAsia="Times New Roman" w:hAnsi="Courier New" w:cs="Courier New"/>
          <w:sz w:val="20"/>
          <w:szCs w:val="20"/>
        </w:rPr>
        <w:t>:</w:t>
      </w:r>
    </w:p>
    <w:p w14:paraId="509573CF" w14:textId="77777777" w:rsidR="0060395B" w:rsidRPr="0060395B" w:rsidRDefault="0060395B" w:rsidP="00C90483">
      <w:pPr>
        <w:ind w:left="720"/>
        <w:rPr>
          <w:rFonts w:eastAsia="Times New Roman"/>
        </w:rPr>
      </w:pPr>
      <w:r w:rsidRPr="0060395B">
        <w:rPr>
          <w:rFonts w:eastAsia="Times New Roman"/>
        </w:rPr>
        <w:t>Pad</w:t>
      </w:r>
      <w:r w:rsidR="00C90483">
        <w:rPr>
          <w:rFonts w:eastAsia="Times New Roman"/>
        </w:rPr>
        <w:t>ded</w:t>
      </w:r>
      <w:r w:rsidR="00FB096D">
        <w:rPr>
          <w:rFonts w:eastAsia="Times New Roman"/>
        </w:rPr>
        <w:t xml:space="preserve"> with zeros</w:t>
      </w:r>
      <w:r w:rsidRPr="0060395B">
        <w:rPr>
          <w:rFonts w:eastAsia="Times New Roman"/>
        </w:rPr>
        <w:t xml:space="preserve"> </w:t>
      </w:r>
    </w:p>
    <w:p w14:paraId="10889E19" w14:textId="77777777" w:rsidR="0060395B" w:rsidRPr="0060395B" w:rsidRDefault="0060395B" w:rsidP="0060395B">
      <w:pPr>
        <w:spacing w:after="0"/>
        <w:jc w:val="left"/>
        <w:rPr>
          <w:rFonts w:ascii="Courier New" w:eastAsia="Times New Roman" w:hAnsi="Courier New" w:cs="Courier New"/>
          <w:sz w:val="20"/>
          <w:szCs w:val="20"/>
        </w:rPr>
      </w:pPr>
      <w:r w:rsidRPr="0060395B">
        <w:rPr>
          <w:rFonts w:ascii="Courier New" w:eastAsia="Times New Roman" w:hAnsi="Courier New" w:cs="Courier New"/>
          <w:sz w:val="20"/>
          <w:szCs w:val="20"/>
        </w:rPr>
        <w:t>H5T_STR_SPACEPAD</w:t>
      </w:r>
      <w:r>
        <w:rPr>
          <w:rFonts w:ascii="Courier New" w:eastAsia="Times New Roman" w:hAnsi="Courier New" w:cs="Courier New"/>
          <w:sz w:val="20"/>
          <w:szCs w:val="20"/>
        </w:rPr>
        <w:t>:</w:t>
      </w:r>
    </w:p>
    <w:p w14:paraId="6425ED03" w14:textId="77777777" w:rsidR="00C90483" w:rsidRDefault="00C90483" w:rsidP="00C90483">
      <w:pPr>
        <w:ind w:left="720"/>
        <w:rPr>
          <w:rFonts w:eastAsia="Times New Roman"/>
        </w:rPr>
      </w:pPr>
      <w:r>
        <w:rPr>
          <w:rFonts w:eastAsia="Times New Roman"/>
        </w:rPr>
        <w:t>Padded with space</w:t>
      </w:r>
      <w:r w:rsidR="00FB096D">
        <w:rPr>
          <w:rFonts w:eastAsia="Times New Roman"/>
        </w:rPr>
        <w:t>s</w:t>
      </w:r>
      <w:r>
        <w:rPr>
          <w:rFonts w:eastAsia="Times New Roman"/>
        </w:rPr>
        <w:t xml:space="preserve"> as in the Fortran programming language</w:t>
      </w:r>
    </w:p>
    <w:p w14:paraId="1E027451" w14:textId="77777777" w:rsidR="00C90483" w:rsidRDefault="00C90483" w:rsidP="00C90483">
      <w:pPr>
        <w:rPr>
          <w:rFonts w:eastAsia="Times New Roman"/>
        </w:rPr>
      </w:pPr>
      <w:r>
        <w:rPr>
          <w:rFonts w:eastAsia="Times New Roman"/>
        </w:rPr>
        <w:t>Note that this version of H5edit supports only fixed size strings and null terminated padding. The other padding mechanisms will be implemented in the future.</w:t>
      </w:r>
    </w:p>
    <w:p w14:paraId="5F35144D" w14:textId="77777777" w:rsidR="00C90483" w:rsidRDefault="00C90483" w:rsidP="00C90483">
      <w:pPr>
        <w:pStyle w:val="Heading3"/>
        <w:rPr>
          <w:rFonts w:eastAsia="Times New Roman"/>
        </w:rPr>
      </w:pPr>
      <w:r>
        <w:rPr>
          <w:rFonts w:eastAsia="Times New Roman"/>
        </w:rPr>
        <w:t>Other HDF5 Types</w:t>
      </w:r>
    </w:p>
    <w:p w14:paraId="1258B5C0" w14:textId="77777777" w:rsidR="00C90483" w:rsidRPr="00C90483" w:rsidRDefault="00C90483" w:rsidP="00C90483">
      <w:pPr>
        <w:rPr>
          <w:lang w:eastAsia="ko-KR"/>
        </w:rPr>
      </w:pPr>
      <w:r>
        <w:rPr>
          <w:lang w:eastAsia="ko-KR"/>
        </w:rPr>
        <w:t>HDF5 supports other types such as</w:t>
      </w:r>
      <w:r w:rsidR="00BC7086">
        <w:rPr>
          <w:lang w:eastAsia="ko-KR"/>
        </w:rPr>
        <w:t xml:space="preserve"> Compound, Opaque, Enum, etc. </w:t>
      </w:r>
      <w:r w:rsidR="00DA281C">
        <w:rPr>
          <w:lang w:eastAsia="ko-KR"/>
        </w:rPr>
        <w:t>These</w:t>
      </w:r>
      <w:r w:rsidR="00BC7086">
        <w:rPr>
          <w:lang w:eastAsia="ko-KR"/>
        </w:rPr>
        <w:t xml:space="preserve"> type</w:t>
      </w:r>
      <w:r w:rsidR="00DA281C">
        <w:rPr>
          <w:lang w:eastAsia="ko-KR"/>
        </w:rPr>
        <w:t>s</w:t>
      </w:r>
      <w:r w:rsidR="00BC7086">
        <w:rPr>
          <w:lang w:eastAsia="ko-KR"/>
        </w:rPr>
        <w:t xml:space="preserve"> will be implemented in the future.</w:t>
      </w:r>
    </w:p>
    <w:p w14:paraId="7041502D" w14:textId="77777777" w:rsidR="00FC55ED" w:rsidRDefault="00FC55ED" w:rsidP="009522E3">
      <w:pPr>
        <w:pStyle w:val="Heading1"/>
        <w:rPr>
          <w:rFonts w:eastAsia="Times New Roman"/>
        </w:rPr>
      </w:pPr>
      <w:r>
        <w:rPr>
          <w:rFonts w:eastAsia="Times New Roman"/>
        </w:rPr>
        <w:lastRenderedPageBreak/>
        <w:t>Command line options</w:t>
      </w:r>
    </w:p>
    <w:p w14:paraId="14ADCEDA" w14:textId="77777777" w:rsidR="00FC55ED" w:rsidRDefault="00FC55ED" w:rsidP="00FC55ED">
      <w:pPr>
        <w:pStyle w:val="Heading2"/>
      </w:pPr>
      <w:r>
        <w:t>Command File</w:t>
      </w:r>
    </w:p>
    <w:p w14:paraId="6AE54873" w14:textId="77777777" w:rsidR="00FC55ED" w:rsidRDefault="00A222DC" w:rsidP="00FC55ED">
      <w:pPr>
        <w:rPr>
          <w:lang w:eastAsia="ko-KR"/>
        </w:rPr>
      </w:pPr>
      <w:r>
        <w:rPr>
          <w:lang w:eastAsia="ko-KR"/>
        </w:rPr>
        <w:t>When t</w:t>
      </w:r>
      <w:r w:rsidR="00FC55ED">
        <w:rPr>
          <w:lang w:eastAsia="ko-KR"/>
        </w:rPr>
        <w:t>he H</w:t>
      </w:r>
      <w:r>
        <w:rPr>
          <w:lang w:eastAsia="ko-KR"/>
        </w:rPr>
        <w:t xml:space="preserve">5edit commands are specified via the </w:t>
      </w:r>
      <w:r w:rsidR="00FC55ED">
        <w:rPr>
          <w:lang w:eastAsia="ko-KR"/>
        </w:rPr>
        <w:t>command line option</w:t>
      </w:r>
      <w:r>
        <w:rPr>
          <w:lang w:eastAsia="ko-KR"/>
        </w:rPr>
        <w:t>, they</w:t>
      </w:r>
      <w:r w:rsidR="00FC55ED">
        <w:rPr>
          <w:lang w:eastAsia="ko-KR"/>
        </w:rPr>
        <w:t xml:space="preserve"> must be specified as one single argument separated by semicolons. The command file feature will allow the commands be stored in a text file in free format. This will be easier for users as they need not worry about the shell meta-character issues.</w:t>
      </w:r>
      <w:r>
        <w:rPr>
          <w:lang w:eastAsia="ko-KR"/>
        </w:rPr>
        <w:t xml:space="preserve">  For example:</w:t>
      </w:r>
    </w:p>
    <w:p w14:paraId="79195A03" w14:textId="77777777" w:rsidR="00A222DC" w:rsidRPr="00A65312" w:rsidRDefault="00A222DC" w:rsidP="00A222DC">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h5edit --</w:t>
      </w:r>
      <w:r w:rsidR="006D022D" w:rsidRPr="00A65312">
        <w:rPr>
          <w:rFonts w:ascii="Courier New" w:eastAsia="Times New Roman" w:hAnsi="Courier New" w:cs="Courier New"/>
          <w:sz w:val="20"/>
          <w:szCs w:val="20"/>
        </w:rPr>
        <w:t xml:space="preserve">command </w:t>
      </w:r>
      <w:r w:rsidR="009F4AFA">
        <w:rPr>
          <w:rFonts w:ascii="Courier New" w:eastAsia="Times New Roman" w:hAnsi="Courier New" w:cs="Courier New"/>
          <w:sz w:val="20"/>
          <w:szCs w:val="20"/>
        </w:rPr>
        <w:t>”</w:t>
      </w:r>
      <w:r w:rsidRPr="00A65312">
        <w:rPr>
          <w:rFonts w:ascii="Courier New" w:eastAsia="Times New Roman" w:hAnsi="Courier New" w:cs="Courier New"/>
          <w:sz w:val="20"/>
          <w:szCs w:val="20"/>
        </w:rPr>
        <w:t>CREATE</w:t>
      </w:r>
      <w:r w:rsidR="00DA281C" w:rsidRPr="00A65312">
        <w:rPr>
          <w:rFonts w:ascii="Courier New" w:eastAsia="Times New Roman" w:hAnsi="Courier New" w:cs="Courier New"/>
          <w:sz w:val="20"/>
          <w:szCs w:val="20"/>
        </w:rPr>
        <w:t xml:space="preserve"> /</w:t>
      </w:r>
      <w:r w:rsidR="00DA281C">
        <w:rPr>
          <w:rFonts w:ascii="Courier New" w:eastAsia="Times New Roman" w:hAnsi="Courier New" w:cs="Courier New"/>
          <w:sz w:val="20"/>
          <w:szCs w:val="20"/>
        </w:rPr>
        <w:t>sta1</w:t>
      </w:r>
      <w:r w:rsidR="00DA281C" w:rsidRPr="00A65312">
        <w:rPr>
          <w:rFonts w:ascii="Courier New" w:eastAsia="Times New Roman" w:hAnsi="Courier New" w:cs="Courier New"/>
          <w:sz w:val="20"/>
          <w:szCs w:val="20"/>
        </w:rPr>
        <w:t>/</w:t>
      </w:r>
      <w:r w:rsidR="00DA281C">
        <w:rPr>
          <w:rFonts w:ascii="Courier New" w:eastAsia="Times New Roman" w:hAnsi="Courier New" w:cs="Courier New"/>
          <w:sz w:val="20"/>
          <w:szCs w:val="20"/>
        </w:rPr>
        <w:t>month12/</w:t>
      </w:r>
      <w:r w:rsidRPr="00A65312">
        <w:rPr>
          <w:rFonts w:ascii="Courier New" w:eastAsia="Times New Roman" w:hAnsi="Courier New" w:cs="Courier New"/>
          <w:sz w:val="20"/>
          <w:szCs w:val="20"/>
        </w:rPr>
        <w:t>ScalarString {DATATYPE { H5T_STRING { STRSIZE 15 }} DATASPACE { SCALAR } DATA {</w:t>
      </w:r>
      <w:r w:rsidR="006D022D" w:rsidRPr="00A65312">
        <w:rPr>
          <w:rFonts w:ascii="Courier New" w:eastAsia="Times New Roman" w:hAnsi="Courier New" w:cs="Courier New"/>
          <w:sz w:val="20"/>
          <w:szCs w:val="20"/>
        </w:rPr>
        <w:t>\”</w:t>
      </w:r>
      <w:r w:rsidRPr="00A65312">
        <w:rPr>
          <w:rFonts w:ascii="Courier New" w:eastAsia="Times New Roman" w:hAnsi="Courier New" w:cs="Courier New"/>
          <w:sz w:val="20"/>
          <w:szCs w:val="20"/>
        </w:rPr>
        <w:t>scalar string</w:t>
      </w:r>
      <w:r w:rsidR="006D022D" w:rsidRPr="00A65312">
        <w:rPr>
          <w:rFonts w:ascii="Courier New" w:eastAsia="Times New Roman" w:hAnsi="Courier New" w:cs="Courier New"/>
          <w:sz w:val="20"/>
          <w:szCs w:val="20"/>
        </w:rPr>
        <w:t>\”</w:t>
      </w:r>
      <w:r w:rsidRPr="00A65312">
        <w:rPr>
          <w:rFonts w:ascii="Courier New" w:eastAsia="Times New Roman" w:hAnsi="Courier New" w:cs="Courier New"/>
          <w:sz w:val="20"/>
          <w:szCs w:val="20"/>
        </w:rPr>
        <w:t xml:space="preserve">}}; CREATE </w:t>
      </w:r>
      <w:r w:rsidR="00DA281C" w:rsidRPr="00A65312">
        <w:rPr>
          <w:rFonts w:ascii="Courier New" w:eastAsia="Times New Roman" w:hAnsi="Courier New" w:cs="Courier New"/>
          <w:sz w:val="20"/>
          <w:szCs w:val="20"/>
        </w:rPr>
        <w:t xml:space="preserve"> /</w:t>
      </w:r>
      <w:r w:rsidR="00DA281C">
        <w:rPr>
          <w:rFonts w:ascii="Courier New" w:eastAsia="Times New Roman" w:hAnsi="Courier New" w:cs="Courier New"/>
          <w:sz w:val="20"/>
          <w:szCs w:val="20"/>
        </w:rPr>
        <w:t>sta1</w:t>
      </w:r>
      <w:r w:rsidR="00DA281C" w:rsidRPr="00A65312">
        <w:rPr>
          <w:rFonts w:ascii="Courier New" w:eastAsia="Times New Roman" w:hAnsi="Courier New" w:cs="Courier New"/>
          <w:sz w:val="20"/>
          <w:szCs w:val="20"/>
        </w:rPr>
        <w:t>/</w:t>
      </w:r>
      <w:r w:rsidR="00DA281C">
        <w:rPr>
          <w:rFonts w:ascii="Courier New" w:eastAsia="Times New Roman" w:hAnsi="Courier New" w:cs="Courier New"/>
          <w:sz w:val="20"/>
          <w:szCs w:val="20"/>
        </w:rPr>
        <w:t>month12/</w:t>
      </w:r>
      <w:r w:rsidR="006D022D" w:rsidRPr="00A65312">
        <w:rPr>
          <w:rFonts w:ascii="Courier New" w:eastAsia="Times New Roman" w:hAnsi="Courier New" w:cs="Courier New"/>
          <w:sz w:val="20"/>
          <w:szCs w:val="20"/>
        </w:rPr>
        <w:t>ArrayString {DATATYPE { H5T_STRING { STRSIZE 10 }} DATASPACE { SIMPLE ( 3 ) } DATA {</w:t>
      </w:r>
      <w:r w:rsidR="008A3943" w:rsidRPr="00A65312">
        <w:rPr>
          <w:rFonts w:ascii="Courier New" w:eastAsia="Times New Roman" w:hAnsi="Courier New" w:cs="Courier New"/>
          <w:sz w:val="20"/>
          <w:szCs w:val="20"/>
        </w:rPr>
        <w:t>\</w:t>
      </w:r>
      <w:r w:rsidR="009F4AFA">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an</w:t>
      </w:r>
      <w:r w:rsidR="008A3943" w:rsidRPr="00A65312">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 xml:space="preserve">”, </w:t>
      </w:r>
      <w:r w:rsidR="008A3943" w:rsidRPr="00A65312">
        <w:rPr>
          <w:rFonts w:ascii="Courier New" w:eastAsia="Times New Roman" w:hAnsi="Courier New" w:cs="Courier New"/>
          <w:sz w:val="20"/>
          <w:szCs w:val="20"/>
        </w:rPr>
        <w:t>\</w:t>
      </w:r>
      <w:r w:rsidR="009F4AFA">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array</w:t>
      </w:r>
      <w:r w:rsidR="008A3943" w:rsidRPr="00A65312">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 xml:space="preserve">”, </w:t>
      </w:r>
      <w:r w:rsidR="008A3943" w:rsidRPr="00A65312">
        <w:rPr>
          <w:rFonts w:ascii="Courier New" w:eastAsia="Times New Roman" w:hAnsi="Courier New" w:cs="Courier New"/>
          <w:sz w:val="20"/>
          <w:szCs w:val="20"/>
        </w:rPr>
        <w:t>\</w:t>
      </w:r>
      <w:r w:rsidR="009F4AFA">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string</w:t>
      </w:r>
      <w:r w:rsidR="008A3943" w:rsidRPr="00A65312">
        <w:rPr>
          <w:rFonts w:ascii="Courier New" w:eastAsia="Times New Roman" w:hAnsi="Courier New" w:cs="Courier New"/>
          <w:sz w:val="20"/>
          <w:szCs w:val="20"/>
        </w:rPr>
        <w:t>\</w:t>
      </w:r>
      <w:r w:rsidR="00DA281C">
        <w:rPr>
          <w:rFonts w:ascii="Courier New" w:eastAsia="Times New Roman" w:hAnsi="Courier New" w:cs="Courier New"/>
          <w:sz w:val="20"/>
          <w:szCs w:val="20"/>
        </w:rPr>
        <w:t>”}}</w:t>
      </w:r>
      <w:r w:rsidRPr="00A65312">
        <w:rPr>
          <w:rFonts w:ascii="Courier New" w:eastAsia="Times New Roman" w:hAnsi="Courier New" w:cs="Courier New"/>
          <w:sz w:val="20"/>
          <w:szCs w:val="20"/>
        </w:rPr>
        <w:t xml:space="preserve">; </w:t>
      </w:r>
      <w:r w:rsidR="009F4AFA">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 xml:space="preserve"> </w:t>
      </w:r>
      <w:r w:rsidRPr="00A65312">
        <w:rPr>
          <w:rFonts w:ascii="Courier New" w:eastAsia="Times New Roman" w:hAnsi="Courier New" w:cs="Courier New"/>
          <w:sz w:val="20"/>
          <w:szCs w:val="20"/>
        </w:rPr>
        <w:t>greenland.h5</w:t>
      </w:r>
    </w:p>
    <w:p w14:paraId="5C9F1734" w14:textId="77777777" w:rsidR="006D022D" w:rsidRDefault="008A3943" w:rsidP="006D022D">
      <w:pPr>
        <w:rPr>
          <w:rFonts w:eastAsia="Times New Roman"/>
        </w:rPr>
      </w:pPr>
      <w:r>
        <w:rPr>
          <w:rFonts w:eastAsia="Times New Roman"/>
        </w:rPr>
        <w:t xml:space="preserve">Note that the double quotes inside of </w:t>
      </w:r>
      <w:r w:rsidR="00FB096D">
        <w:rPr>
          <w:rFonts w:eastAsia="Times New Roman"/>
        </w:rPr>
        <w:t xml:space="preserve">the </w:t>
      </w:r>
      <w:r>
        <w:rPr>
          <w:rFonts w:eastAsia="Times New Roman"/>
        </w:rPr>
        <w:t xml:space="preserve">command string must be escaped </w:t>
      </w:r>
      <w:r w:rsidR="009F4AFA">
        <w:rPr>
          <w:rFonts w:eastAsia="Times New Roman"/>
        </w:rPr>
        <w:t>so that the Unix</w:t>
      </w:r>
      <w:r>
        <w:rPr>
          <w:rFonts w:eastAsia="Times New Roman"/>
        </w:rPr>
        <w:t xml:space="preserve"> shell </w:t>
      </w:r>
      <w:r w:rsidR="009F4AFA">
        <w:rPr>
          <w:rFonts w:eastAsia="Times New Roman"/>
        </w:rPr>
        <w:t>will not treat them as the closing quotes</w:t>
      </w:r>
      <w:r>
        <w:rPr>
          <w:rFonts w:eastAsia="Times New Roman"/>
        </w:rPr>
        <w:t xml:space="preserve">.  </w:t>
      </w:r>
      <w:r w:rsidR="006D022D">
        <w:rPr>
          <w:rFonts w:eastAsia="Times New Roman"/>
        </w:rPr>
        <w:t xml:space="preserve">The same can be </w:t>
      </w:r>
      <w:r>
        <w:rPr>
          <w:rFonts w:eastAsia="Times New Roman"/>
        </w:rPr>
        <w:t>achieved</w:t>
      </w:r>
      <w:r w:rsidR="006D022D">
        <w:rPr>
          <w:rFonts w:eastAsia="Times New Roman"/>
        </w:rPr>
        <w:t xml:space="preserve"> by a command file which is much more readable.</w:t>
      </w:r>
    </w:p>
    <w:p w14:paraId="5E4A184E" w14:textId="77777777" w:rsidR="006D022D" w:rsidRPr="00A65312" w:rsidRDefault="006D022D"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h5edit </w:t>
      </w:r>
      <w:r w:rsidR="009F4AFA">
        <w:rPr>
          <w:rFonts w:ascii="Courier New" w:eastAsia="Times New Roman" w:hAnsi="Courier New" w:cs="Courier New"/>
          <w:sz w:val="20"/>
          <w:szCs w:val="20"/>
        </w:rPr>
        <w:t>-</w:t>
      </w:r>
      <w:r w:rsidRPr="00A65312">
        <w:rPr>
          <w:rFonts w:ascii="Courier New" w:eastAsia="Times New Roman" w:hAnsi="Courier New" w:cs="Courier New"/>
          <w:sz w:val="20"/>
          <w:szCs w:val="20"/>
        </w:rPr>
        <w:t>–command-file strings_attributes greenland.h5</w:t>
      </w:r>
    </w:p>
    <w:p w14:paraId="5B93502F" w14:textId="77777777" w:rsidR="006D022D" w:rsidRPr="00A65312" w:rsidRDefault="006D022D"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cat strings_attributes</w:t>
      </w:r>
    </w:p>
    <w:p w14:paraId="3D7811D6" w14:textId="77777777" w:rsidR="006D022D" w:rsidRPr="00A65312" w:rsidRDefault="006D022D"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CREATE </w:t>
      </w:r>
      <w:r w:rsidR="00DA281C" w:rsidRPr="00A65312">
        <w:rPr>
          <w:rFonts w:ascii="Courier New" w:eastAsia="Times New Roman" w:hAnsi="Courier New" w:cs="Courier New"/>
          <w:sz w:val="20"/>
          <w:szCs w:val="20"/>
        </w:rPr>
        <w:t>/</w:t>
      </w:r>
      <w:r w:rsidR="00DA281C">
        <w:rPr>
          <w:rFonts w:ascii="Courier New" w:eastAsia="Times New Roman" w:hAnsi="Courier New" w:cs="Courier New"/>
          <w:sz w:val="20"/>
          <w:szCs w:val="20"/>
        </w:rPr>
        <w:t>sta1</w:t>
      </w:r>
      <w:r w:rsidR="00DA281C" w:rsidRPr="00A65312">
        <w:rPr>
          <w:rFonts w:ascii="Courier New" w:eastAsia="Times New Roman" w:hAnsi="Courier New" w:cs="Courier New"/>
          <w:sz w:val="20"/>
          <w:szCs w:val="20"/>
        </w:rPr>
        <w:t>/</w:t>
      </w:r>
      <w:r w:rsidR="00DA281C">
        <w:rPr>
          <w:rFonts w:ascii="Courier New" w:eastAsia="Times New Roman" w:hAnsi="Courier New" w:cs="Courier New"/>
          <w:sz w:val="20"/>
          <w:szCs w:val="20"/>
        </w:rPr>
        <w:t>month12/</w:t>
      </w:r>
      <w:r w:rsidRPr="00A65312">
        <w:rPr>
          <w:rFonts w:ascii="Courier New" w:eastAsia="Times New Roman" w:hAnsi="Courier New" w:cs="Courier New"/>
          <w:sz w:val="20"/>
          <w:szCs w:val="20"/>
        </w:rPr>
        <w:t>ScalarString</w:t>
      </w:r>
    </w:p>
    <w:p w14:paraId="425114C3" w14:textId="77777777" w:rsidR="008A3943" w:rsidRPr="00A65312" w:rsidRDefault="006D022D"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{DATATYPE {</w:t>
      </w:r>
      <w:r w:rsidR="008A3943" w:rsidRPr="00A65312">
        <w:rPr>
          <w:rFonts w:ascii="Courier New" w:eastAsia="Times New Roman" w:hAnsi="Courier New" w:cs="Courier New"/>
          <w:sz w:val="20"/>
          <w:szCs w:val="20"/>
        </w:rPr>
        <w:t>H5T_STRING {STRSIZE 15</w:t>
      </w:r>
      <w:r w:rsidRPr="00A65312">
        <w:rPr>
          <w:rFonts w:ascii="Courier New" w:eastAsia="Times New Roman" w:hAnsi="Courier New" w:cs="Courier New"/>
          <w:sz w:val="20"/>
          <w:szCs w:val="20"/>
        </w:rPr>
        <w:t>}}</w:t>
      </w:r>
    </w:p>
    <w:p w14:paraId="3B964466" w14:textId="77777777" w:rsidR="008A3943"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DATASPACE {SCALAR</w:t>
      </w:r>
      <w:r w:rsidR="006D022D" w:rsidRPr="00A65312">
        <w:rPr>
          <w:rFonts w:ascii="Courier New" w:eastAsia="Times New Roman" w:hAnsi="Courier New" w:cs="Courier New"/>
          <w:sz w:val="20"/>
          <w:szCs w:val="20"/>
        </w:rPr>
        <w:t>}</w:t>
      </w:r>
    </w:p>
    <w:p w14:paraId="0ECAC271" w14:textId="77777777" w:rsidR="008A3943"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sidR="006D022D" w:rsidRPr="00A65312">
        <w:rPr>
          <w:rFonts w:ascii="Courier New" w:eastAsia="Times New Roman" w:hAnsi="Courier New" w:cs="Courier New"/>
          <w:sz w:val="20"/>
          <w:szCs w:val="20"/>
        </w:rPr>
        <w:t>DATA {”scalar string”}</w:t>
      </w:r>
    </w:p>
    <w:p w14:paraId="1392242C" w14:textId="77777777" w:rsidR="006D022D"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sidR="006D022D" w:rsidRPr="00A65312">
        <w:rPr>
          <w:rFonts w:ascii="Courier New" w:eastAsia="Times New Roman" w:hAnsi="Courier New" w:cs="Courier New"/>
          <w:sz w:val="20"/>
          <w:szCs w:val="20"/>
        </w:rPr>
        <w:t>};</w:t>
      </w:r>
    </w:p>
    <w:p w14:paraId="68826B85" w14:textId="77777777" w:rsidR="008A3943" w:rsidRPr="00A65312" w:rsidRDefault="006D022D"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CREATE </w:t>
      </w:r>
      <w:r w:rsidR="00DA281C" w:rsidRPr="00A65312">
        <w:rPr>
          <w:rFonts w:ascii="Courier New" w:eastAsia="Times New Roman" w:hAnsi="Courier New" w:cs="Courier New"/>
          <w:sz w:val="20"/>
          <w:szCs w:val="20"/>
        </w:rPr>
        <w:t>/</w:t>
      </w:r>
      <w:r w:rsidR="00DA281C">
        <w:rPr>
          <w:rFonts w:ascii="Courier New" w:eastAsia="Times New Roman" w:hAnsi="Courier New" w:cs="Courier New"/>
          <w:sz w:val="20"/>
          <w:szCs w:val="20"/>
        </w:rPr>
        <w:t>sta1/month12/</w:t>
      </w:r>
      <w:r w:rsidRPr="00A65312">
        <w:rPr>
          <w:rFonts w:ascii="Courier New" w:eastAsia="Times New Roman" w:hAnsi="Courier New" w:cs="Courier New"/>
          <w:sz w:val="20"/>
          <w:szCs w:val="20"/>
        </w:rPr>
        <w:t>ArrayString</w:t>
      </w:r>
    </w:p>
    <w:p w14:paraId="6E63CEB7" w14:textId="77777777" w:rsidR="008A3943"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sidR="006D022D" w:rsidRPr="00A65312">
        <w:rPr>
          <w:rFonts w:ascii="Courier New" w:eastAsia="Times New Roman" w:hAnsi="Courier New" w:cs="Courier New"/>
          <w:sz w:val="20"/>
          <w:szCs w:val="20"/>
        </w:rPr>
        <w:t>{DATATYPE {H5T_STRING { STRSIZE 10}}</w:t>
      </w:r>
    </w:p>
    <w:p w14:paraId="05FE36EC" w14:textId="77777777" w:rsidR="008A3943"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DATASPACE {SIMPLE ( 3 )</w:t>
      </w:r>
      <w:r w:rsidR="006D022D" w:rsidRPr="00A65312">
        <w:rPr>
          <w:rFonts w:ascii="Courier New" w:eastAsia="Times New Roman" w:hAnsi="Courier New" w:cs="Courier New"/>
          <w:sz w:val="20"/>
          <w:szCs w:val="20"/>
        </w:rPr>
        <w:t>}</w:t>
      </w:r>
    </w:p>
    <w:p w14:paraId="048DB9B4" w14:textId="77777777" w:rsidR="008A3943"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sidR="006D022D" w:rsidRPr="00A65312">
        <w:rPr>
          <w:rFonts w:ascii="Courier New" w:eastAsia="Times New Roman" w:hAnsi="Courier New" w:cs="Courier New"/>
          <w:sz w:val="20"/>
          <w:szCs w:val="20"/>
        </w:rPr>
        <w:t xml:space="preserve"> DATA {</w:t>
      </w:r>
      <w:r w:rsidR="009F4AFA" w:rsidRPr="00A65312">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 xml:space="preserve">an”, </w:t>
      </w:r>
      <w:r w:rsidR="009F4AFA" w:rsidRPr="00A65312">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 xml:space="preserve">array”, </w:t>
      </w:r>
      <w:r w:rsidR="009F4AFA" w:rsidRPr="00A65312">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string”}</w:t>
      </w:r>
    </w:p>
    <w:p w14:paraId="4C19EA2F" w14:textId="77777777" w:rsidR="006D022D"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sidR="006D022D" w:rsidRPr="00A65312">
        <w:rPr>
          <w:rFonts w:ascii="Courier New" w:eastAsia="Times New Roman" w:hAnsi="Courier New" w:cs="Courier New"/>
          <w:sz w:val="20"/>
          <w:szCs w:val="20"/>
        </w:rPr>
        <w:t>};</w:t>
      </w:r>
    </w:p>
    <w:p w14:paraId="1939E4F8" w14:textId="77777777" w:rsidR="006D022D" w:rsidRDefault="006D022D" w:rsidP="006D022D">
      <w:pPr>
        <w:jc w:val="left"/>
        <w:rPr>
          <w:rFonts w:ascii="Courier New" w:eastAsia="Times New Roman" w:hAnsi="Courier New" w:cs="Courier New"/>
        </w:rPr>
      </w:pPr>
    </w:p>
    <w:p w14:paraId="5D11B40A" w14:textId="77777777" w:rsidR="00BC7086" w:rsidRDefault="00403522" w:rsidP="009522E3">
      <w:pPr>
        <w:pStyle w:val="Heading1"/>
        <w:rPr>
          <w:rFonts w:eastAsia="Times New Roman"/>
        </w:rPr>
      </w:pPr>
      <w:r>
        <w:rPr>
          <w:rFonts w:eastAsia="Times New Roman"/>
        </w:rPr>
        <w:t>Other not yet Implemented</w:t>
      </w:r>
      <w:r w:rsidR="00BC7086">
        <w:rPr>
          <w:rFonts w:eastAsia="Times New Roman"/>
        </w:rPr>
        <w:t xml:space="preserve"> Features</w:t>
      </w:r>
    </w:p>
    <w:p w14:paraId="0B34DB72" w14:textId="77777777" w:rsidR="00BC7086" w:rsidRDefault="00BC7086" w:rsidP="00BC7086">
      <w:pPr>
        <w:rPr>
          <w:lang w:eastAsia="ko-KR"/>
        </w:rPr>
      </w:pPr>
      <w:r>
        <w:rPr>
          <w:lang w:eastAsia="ko-KR"/>
        </w:rPr>
        <w:t>The following are some other features that will be implemented in the future.</w:t>
      </w:r>
    </w:p>
    <w:p w14:paraId="05D368E7" w14:textId="77777777" w:rsidR="00BC7086" w:rsidRDefault="00BC7086" w:rsidP="00BC7086">
      <w:pPr>
        <w:pStyle w:val="Heading2"/>
      </w:pPr>
      <w:r>
        <w:t>Dryrun Option</w:t>
      </w:r>
    </w:p>
    <w:p w14:paraId="1A6C1A25" w14:textId="77777777" w:rsidR="00BC7086" w:rsidRDefault="00BC7086" w:rsidP="00BC7086">
      <w:pPr>
        <w:rPr>
          <w:lang w:eastAsia="ko-KR"/>
        </w:rPr>
      </w:pPr>
      <w:r>
        <w:rPr>
          <w:lang w:eastAsia="ko-KR"/>
        </w:rPr>
        <w:t>This option will allow H5edit checks the syntax correctness of the commands without making any real change to the HDF5 data file. This will be implemented in the future.</w:t>
      </w:r>
    </w:p>
    <w:p w14:paraId="4033C812" w14:textId="77777777" w:rsidR="00BC7086" w:rsidRDefault="00BC7086" w:rsidP="00BC7086">
      <w:pPr>
        <w:pStyle w:val="Heading2"/>
      </w:pPr>
      <w:r>
        <w:t>Command Atomicity</w:t>
      </w:r>
    </w:p>
    <w:p w14:paraId="1D8F3115" w14:textId="77777777" w:rsidR="00BC7086" w:rsidRDefault="00723755" w:rsidP="00BC7086">
      <w:pPr>
        <w:rPr>
          <w:lang w:eastAsia="ko-KR"/>
        </w:rPr>
      </w:pPr>
      <w:r>
        <w:rPr>
          <w:lang w:eastAsia="ko-KR"/>
        </w:rPr>
        <w:t xml:space="preserve">It is important to users’ production data file that the H5edit will execute the commands in an atomic manner, that is, it is either all success or no changes if there is any error. Otherwise, the HDF5 data file can be partially changed, </w:t>
      </w:r>
      <w:r w:rsidR="00FB096D">
        <w:rPr>
          <w:lang w:eastAsia="ko-KR"/>
        </w:rPr>
        <w:t xml:space="preserve">which is </w:t>
      </w:r>
      <w:r>
        <w:rPr>
          <w:lang w:eastAsia="ko-KR"/>
        </w:rPr>
        <w:t xml:space="preserve">not necessary desirable for all cases. Worse yet, if the H5edit fails in the middle of a command, the HDF5 file may be left in an unstable </w:t>
      </w:r>
      <w:r>
        <w:rPr>
          <w:lang w:eastAsia="ko-KR"/>
        </w:rPr>
        <w:lastRenderedPageBreak/>
        <w:t>state, resulting in a total loss of access to the remaining information in the file. This is not an acceptable behavior for production files.</w:t>
      </w:r>
    </w:p>
    <w:p w14:paraId="195AC49A" w14:textId="77777777" w:rsidR="00A16081" w:rsidRDefault="00A16081" w:rsidP="00A16081">
      <w:r>
        <w:t>The H5edit tool creates and maintains a backup copy of the original data file being edited by the tool. The Atomicity option (--atomic) controls the manner the backup copy is managed. In case of user commands errors or system failures, the data file can be recovered from the backup copy by replacing the data file with the backup copy.</w:t>
      </w:r>
    </w:p>
    <w:p w14:paraId="4A3516D8" w14:textId="77777777" w:rsidR="00276A16" w:rsidRDefault="00276A16" w:rsidP="00276A16">
      <w:r>
        <w:t>When the tool starts, after it has opened the data file successfully, it will make a backup copy of the data file before applying the input commands. If the tool encounters any error, the user may recover the data file from the backup copy.</w:t>
      </w:r>
    </w:p>
    <w:p w14:paraId="71BA4092" w14:textId="77777777" w:rsidR="004F1016" w:rsidRDefault="004F1016" w:rsidP="004F1016">
      <w:pPr>
        <w:pStyle w:val="Heading3"/>
      </w:pPr>
      <w:r>
        <w:t>Backup File Name Convention</w:t>
      </w:r>
    </w:p>
    <w:p w14:paraId="114C14A8" w14:textId="429C56AF" w:rsidR="004F1016" w:rsidRPr="00EF4289" w:rsidRDefault="004F1016" w:rsidP="004F1016">
      <w:r>
        <w:t>A backup copy of the data file shall have a file name that is composed of the fi</w:t>
      </w:r>
      <w:r w:rsidR="00624712">
        <w:t>le name of the data file but proceeded</w:t>
      </w:r>
      <w:r>
        <w:t xml:space="preserve"> with a period and appended with “.bck”.  For example, if the data file name is “2010_10_01_data.h5”, the backup file name will be “.2010_10_01_data.h5.bck”.</w:t>
      </w:r>
    </w:p>
    <w:p w14:paraId="2EC12F00" w14:textId="77777777" w:rsidR="004F1016" w:rsidRDefault="004F1016" w:rsidP="004F1016">
      <w:pPr>
        <w:pStyle w:val="Heading3"/>
      </w:pPr>
      <w:r>
        <w:t>Atomicity option</w:t>
      </w:r>
    </w:p>
    <w:p w14:paraId="4434CECB" w14:textId="77777777" w:rsidR="00276A16" w:rsidRPr="004F1016" w:rsidRDefault="00276A16" w:rsidP="00276A16">
      <w:pPr>
        <w:rPr>
          <w:i/>
        </w:rPr>
      </w:pPr>
      <w:r>
        <w:t xml:space="preserve">The Atomicity option, --atomic, supports 3 levels, </w:t>
      </w:r>
      <w:r w:rsidRPr="00C93A3B">
        <w:rPr>
          <w:i/>
        </w:rPr>
        <w:t>yes</w:t>
      </w:r>
      <w:r>
        <w:t xml:space="preserve">, </w:t>
      </w:r>
      <w:r w:rsidRPr="00C93A3B">
        <w:rPr>
          <w:i/>
        </w:rPr>
        <w:t>no</w:t>
      </w:r>
      <w:r>
        <w:t xml:space="preserve">, and </w:t>
      </w:r>
      <w:r w:rsidRPr="00C93A3B">
        <w:rPr>
          <w:i/>
        </w:rPr>
        <w:t>inc</w:t>
      </w:r>
      <w:r>
        <w:t>.</w:t>
      </w:r>
      <w:r w:rsidR="004F1016" w:rsidRPr="004F1016">
        <w:t xml:space="preserve"> (Note that the function atomic level of </w:t>
      </w:r>
      <w:r w:rsidR="004F1016" w:rsidRPr="004F1016">
        <w:rPr>
          <w:i/>
        </w:rPr>
        <w:t>inc</w:t>
      </w:r>
      <w:r w:rsidR="004F1016" w:rsidRPr="004F1016">
        <w:t xml:space="preserve"> is not implemented </w:t>
      </w:r>
      <w:r w:rsidR="004F1016">
        <w:t>yet for</w:t>
      </w:r>
      <w:r w:rsidR="004F1016" w:rsidRPr="004F1016">
        <w:t xml:space="preserve"> this beta release. It has the same effect as the atomic level of </w:t>
      </w:r>
      <w:r w:rsidR="004F1016" w:rsidRPr="004F1016">
        <w:rPr>
          <w:i/>
        </w:rPr>
        <w:t>yes</w:t>
      </w:r>
      <w:r w:rsidR="004F1016" w:rsidRPr="004F1016">
        <w:t>.)</w:t>
      </w:r>
    </w:p>
    <w:p w14:paraId="38EE19A3" w14:textId="29974793" w:rsidR="00276A16" w:rsidRDefault="00624712" w:rsidP="00276A16">
      <w:pPr>
        <w:pStyle w:val="ListParagraph"/>
        <w:numPr>
          <w:ilvl w:val="0"/>
          <w:numId w:val="36"/>
        </w:numPr>
        <w:spacing w:after="0"/>
        <w:contextualSpacing/>
      </w:pPr>
      <w:r>
        <w:t xml:space="preserve">--atomic yes applies the input commands in an all or none manner. </w:t>
      </w:r>
      <w:r w:rsidR="00276A16">
        <w:t>That is, either all input commands are applied to the data file, or none is applied. This is achieved by creating the backup file at the start of the tool. If the tool encounters any error, it will exit with a non-zero code and leave the backup file behind for recovery. If the tool does not encounter any error, when it ends, it will remove the backup file and exit with a zero code.</w:t>
      </w:r>
    </w:p>
    <w:p w14:paraId="215A5E87" w14:textId="72BBC1D2" w:rsidR="00276A16" w:rsidRDefault="00624712" w:rsidP="00276A16">
      <w:pPr>
        <w:pStyle w:val="ListParagraph"/>
        <w:numPr>
          <w:ilvl w:val="0"/>
          <w:numId w:val="36"/>
        </w:numPr>
        <w:spacing w:after="0"/>
        <w:contextualSpacing/>
      </w:pPr>
      <w:r>
        <w:t xml:space="preserve">--atomic no will not make the backup copy and apply the input commands as much as possible. </w:t>
      </w:r>
      <w:r w:rsidR="00276A16">
        <w:t>The user may use this if he is sure of the validity of the input commands or he is not concern if the data file is partially modified or corrupted.</w:t>
      </w:r>
    </w:p>
    <w:p w14:paraId="22E9327E" w14:textId="4183E80C" w:rsidR="004F1016" w:rsidRDefault="00624712" w:rsidP="004F1016">
      <w:pPr>
        <w:pStyle w:val="ListParagraph"/>
        <w:numPr>
          <w:ilvl w:val="0"/>
          <w:numId w:val="36"/>
        </w:numPr>
        <w:spacing w:after="0"/>
        <w:contextualSpacing/>
      </w:pPr>
      <w:r>
        <w:t xml:space="preserve">--atomic inc (default) will apply the changes in an all or none manner but at a command level. </w:t>
      </w:r>
      <w:r w:rsidR="00276A16">
        <w:t>When a command is completed successfully, the tool will “flush” all data out to the data</w:t>
      </w:r>
      <w:r w:rsidR="004F1016">
        <w:t xml:space="preserve"> </w:t>
      </w:r>
      <w:r w:rsidR="00276A16">
        <w:t xml:space="preserve">file and update </w:t>
      </w:r>
      <w:r w:rsidR="004F1016">
        <w:t>the backup file to the same state as the data file.</w:t>
      </w:r>
      <w:r w:rsidR="004F1016">
        <w:br/>
        <w:t>If the tool encounters any error, it will exit with a non-zero code and leave the backup file behind for recovery. If the tool does not encounter any error, when it ends, it will remove the backup file and exit with a zero code.</w:t>
      </w:r>
    </w:p>
    <w:p w14:paraId="6742D041" w14:textId="77777777" w:rsidR="00D42AAE" w:rsidRDefault="00D42AAE" w:rsidP="00D42AAE">
      <w:pPr>
        <w:pStyle w:val="Heading3"/>
      </w:pPr>
      <w:r>
        <w:t>How to recover the data file in case of error</w:t>
      </w:r>
    </w:p>
    <w:p w14:paraId="093C4E92" w14:textId="77777777" w:rsidR="00D42AAE" w:rsidRPr="00D42AAE" w:rsidRDefault="00D42AAE" w:rsidP="00D42AAE">
      <w:r>
        <w:t>If the tool encounters some errors, it will exit with a non-zero code and leave the backup file behind. The user may first inspect the data file to see if he wishes to keep it. If he does not want to accept the modified data file, he may recover the original data file by copying the backup file over the data file.</w:t>
      </w:r>
    </w:p>
    <w:p w14:paraId="699EDB4D" w14:textId="77777777" w:rsidR="009E2459" w:rsidRDefault="00236FAE" w:rsidP="009522E3">
      <w:pPr>
        <w:pStyle w:val="Heading1"/>
        <w:rPr>
          <w:rFonts w:eastAsia="Times New Roman"/>
        </w:rPr>
      </w:pPr>
      <w:r>
        <w:rPr>
          <w:rFonts w:eastAsia="Times New Roman"/>
        </w:rPr>
        <w:lastRenderedPageBreak/>
        <w:t xml:space="preserve">Tool </w:t>
      </w:r>
      <w:r w:rsidR="009E2459">
        <w:rPr>
          <w:rFonts w:eastAsia="Times New Roman"/>
        </w:rPr>
        <w:t xml:space="preserve">Command </w:t>
      </w:r>
      <w:r w:rsidR="000E517F">
        <w:rPr>
          <w:rFonts w:eastAsia="Times New Roman"/>
        </w:rPr>
        <w:t>S</w:t>
      </w:r>
      <w:r w:rsidR="009E2459">
        <w:rPr>
          <w:rFonts w:eastAsia="Times New Roman"/>
        </w:rPr>
        <w:t>yntax</w:t>
      </w:r>
    </w:p>
    <w:p w14:paraId="0E5015E2" w14:textId="77777777" w:rsidR="00C90483" w:rsidRDefault="00C90483" w:rsidP="00C90483">
      <w:r>
        <w:rPr>
          <w:rStyle w:val="Strong"/>
        </w:rPr>
        <w:t>Syntax:</w:t>
      </w:r>
      <w:r>
        <w:t xml:space="preserve"> </w:t>
      </w:r>
    </w:p>
    <w:p w14:paraId="31642AB6" w14:textId="77777777" w:rsidR="00C90483" w:rsidRDefault="00C90483" w:rsidP="00C90483">
      <w:pPr>
        <w:ind w:left="720"/>
      </w:pPr>
      <w:r>
        <w:rPr>
          <w:rStyle w:val="HTMLCode"/>
          <w:rFonts w:eastAsiaTheme="minorEastAsia"/>
        </w:rPr>
        <w:t xml:space="preserve">h5edit </w:t>
      </w:r>
      <w:r>
        <w:t>[</w:t>
      </w:r>
      <w:r>
        <w:rPr>
          <w:rStyle w:val="HTMLCode"/>
          <w:rFonts w:eastAsiaTheme="minorEastAsia"/>
        </w:rPr>
        <w:t xml:space="preserve">-h </w:t>
      </w:r>
      <w:r>
        <w:t>|</w:t>
      </w:r>
      <w:r>
        <w:rPr>
          <w:rStyle w:val="HTMLCode"/>
          <w:rFonts w:eastAsiaTheme="minorEastAsia"/>
        </w:rPr>
        <w:t xml:space="preserve"> --help</w:t>
      </w:r>
      <w:r>
        <w:t xml:space="preserve">] </w:t>
      </w:r>
    </w:p>
    <w:p w14:paraId="6AC75704" w14:textId="77777777" w:rsidR="00C90483" w:rsidRDefault="00C90483" w:rsidP="00C90483">
      <w:pPr>
        <w:ind w:left="720"/>
      </w:pPr>
      <w:r>
        <w:rPr>
          <w:rStyle w:val="HTMLCode"/>
          <w:rFonts w:eastAsiaTheme="minorEastAsia"/>
        </w:rPr>
        <w:t xml:space="preserve">h5edit </w:t>
      </w:r>
      <w:r>
        <w:rPr>
          <w:rStyle w:val="Emphasis"/>
        </w:rPr>
        <w:t>options parameter</w:t>
      </w:r>
      <w:r>
        <w:t xml:space="preserve"> </w:t>
      </w:r>
      <w:r>
        <w:rPr>
          <w:i/>
          <w:iCs/>
        </w:rPr>
        <w:t>h5file</w:t>
      </w:r>
    </w:p>
    <w:p w14:paraId="7C62188E" w14:textId="77777777" w:rsidR="00C90483" w:rsidRDefault="00C90483" w:rsidP="00C90483">
      <w:r>
        <w:rPr>
          <w:rStyle w:val="Strong"/>
        </w:rPr>
        <w:t>Purpose:</w:t>
      </w:r>
      <w:r>
        <w:t xml:space="preserve"> </w:t>
      </w:r>
    </w:p>
    <w:p w14:paraId="5A54F333" w14:textId="77777777" w:rsidR="00C90483" w:rsidRDefault="00C90483" w:rsidP="00C90483">
      <w:pPr>
        <w:ind w:left="720"/>
      </w:pPr>
      <w:r>
        <w:t xml:space="preserve">An HDF5 file editor. </w:t>
      </w:r>
    </w:p>
    <w:p w14:paraId="0802CFDC" w14:textId="77777777" w:rsidR="00C90483" w:rsidRDefault="00C90483" w:rsidP="00C90483">
      <w:r>
        <w:rPr>
          <w:rStyle w:val="Strong"/>
        </w:rPr>
        <w:t>Description:</w:t>
      </w:r>
      <w:r>
        <w:t xml:space="preserve"> </w:t>
      </w:r>
    </w:p>
    <w:p w14:paraId="6EECE6B6" w14:textId="77777777" w:rsidR="00C90483" w:rsidRDefault="00C90483" w:rsidP="00C90483">
      <w:pPr>
        <w:ind w:left="720"/>
      </w:pPr>
      <w:r>
        <w:rPr>
          <w:rStyle w:val="HTMLCode"/>
          <w:rFonts w:eastAsiaTheme="minorEastAsia"/>
        </w:rPr>
        <w:t>h5edit</w:t>
      </w:r>
      <w:r>
        <w:t xml:space="preserve"> is a tool for editing an HDF5 file. The tool can read in a command file, written in the H5edit Command Language, to edit the file accordingly. Commands can be given as command line option. This is intended for simple and short commands. The H5edit Command Language is defined in “Definition of the H5edit Command Language”.</w:t>
      </w:r>
    </w:p>
    <w:p w14:paraId="115BD260" w14:textId="77777777" w:rsidR="00C90483" w:rsidRDefault="00C90483" w:rsidP="00C90483">
      <w:r>
        <w:rPr>
          <w:rStyle w:val="Strong"/>
        </w:rPr>
        <w:t>Options and Parameters:</w:t>
      </w:r>
      <w:r>
        <w:t xml:space="preserve"> </w:t>
      </w:r>
    </w:p>
    <w:tbl>
      <w:tblPr>
        <w:tblW w:w="5000" w:type="pct"/>
        <w:tblCellSpacing w:w="15" w:type="dxa"/>
        <w:tblInd w:w="720" w:type="dxa"/>
        <w:tblLook w:val="04A0" w:firstRow="1" w:lastRow="0" w:firstColumn="1" w:lastColumn="0" w:noHBand="0" w:noVBand="1"/>
      </w:tblPr>
      <w:tblGrid>
        <w:gridCol w:w="9450"/>
      </w:tblGrid>
      <w:tr w:rsidR="00C90483" w14:paraId="458BFD32" w14:textId="77777777" w:rsidTr="00BC7086">
        <w:trPr>
          <w:tblCellSpacing w:w="15" w:type="dxa"/>
        </w:trPr>
        <w:tc>
          <w:tcPr>
            <w:tcW w:w="0" w:type="auto"/>
            <w:tcMar>
              <w:top w:w="15" w:type="dxa"/>
              <w:left w:w="15" w:type="dxa"/>
              <w:bottom w:w="15" w:type="dxa"/>
              <w:right w:w="15" w:type="dxa"/>
            </w:tcMar>
            <w:hideMark/>
          </w:tcPr>
          <w:p w14:paraId="0AA262E7" w14:textId="77777777" w:rsidR="00C90483" w:rsidRDefault="00C90483" w:rsidP="00BC7086">
            <w:r>
              <w:t>These terms are used as follows in this section:</w:t>
            </w:r>
          </w:p>
          <w:p w14:paraId="12B8E9F9" w14:textId="77777777" w:rsidR="00C90483" w:rsidRDefault="00C90483" w:rsidP="00BC7086">
            <w:pPr>
              <w:rPr>
                <w:rFonts w:ascii="Courier New" w:hAnsi="Courier New" w:cs="Courier New"/>
              </w:rPr>
            </w:pPr>
            <w:r>
              <w:rPr>
                <w:rFonts w:ascii="Courier New" w:hAnsi="Courier New" w:cs="Courier New"/>
              </w:rPr>
              <w:t>-h, --help</w:t>
            </w:r>
          </w:p>
          <w:p w14:paraId="5AF4B5D2" w14:textId="77777777" w:rsidR="00C90483" w:rsidRDefault="00C90483" w:rsidP="00BC7086">
            <w:pPr>
              <w:ind w:left="720"/>
            </w:pPr>
            <w:r>
              <w:t>Prints a usage message and exits.</w:t>
            </w:r>
          </w:p>
          <w:p w14:paraId="78F01440" w14:textId="77777777" w:rsidR="00C90483" w:rsidRDefault="00C90483" w:rsidP="00BC7086">
            <w:pPr>
              <w:rPr>
                <w:rFonts w:ascii="Courier New" w:hAnsi="Courier New" w:cs="Courier New"/>
              </w:rPr>
            </w:pPr>
            <w:r>
              <w:rPr>
                <w:rFonts w:ascii="Courier New" w:hAnsi="Courier New" w:cs="Courier New"/>
              </w:rPr>
              <w:t xml:space="preserve">-c </w:t>
            </w:r>
            <w:r>
              <w:rPr>
                <w:rFonts w:ascii="Courier New" w:hAnsi="Courier New" w:cs="Courier New"/>
                <w:i/>
              </w:rPr>
              <w:t>command</w:t>
            </w:r>
            <w:r>
              <w:rPr>
                <w:rFonts w:ascii="Courier New" w:hAnsi="Courier New" w:cs="Courier New"/>
              </w:rPr>
              <w:t xml:space="preserve">, --command </w:t>
            </w:r>
            <w:r>
              <w:rPr>
                <w:rFonts w:ascii="Courier New" w:hAnsi="Courier New" w:cs="Courier New"/>
                <w:i/>
              </w:rPr>
              <w:t>command</w:t>
            </w:r>
          </w:p>
          <w:p w14:paraId="2D45C8B9" w14:textId="77777777" w:rsidR="00C90483" w:rsidRDefault="00C90483" w:rsidP="00BC7086">
            <w:pPr>
              <w:ind w:left="720"/>
              <w:rPr>
                <w:i/>
              </w:rPr>
            </w:pPr>
            <w:r>
              <w:t xml:space="preserve">Specifies an H5edit command to apply to the file </w:t>
            </w:r>
            <w:r>
              <w:rPr>
                <w:i/>
              </w:rPr>
              <w:t>h5file.</w:t>
            </w:r>
          </w:p>
          <w:p w14:paraId="69322337" w14:textId="77777777" w:rsidR="00C90483" w:rsidRDefault="00C90483" w:rsidP="00BC7086">
            <w:pPr>
              <w:rPr>
                <w:rFonts w:ascii="Courier New" w:hAnsi="Courier New" w:cs="Courier New"/>
                <w:i/>
              </w:rPr>
            </w:pPr>
            <w:r>
              <w:rPr>
                <w:rFonts w:ascii="Courier New" w:hAnsi="Courier New" w:cs="Courier New"/>
              </w:rPr>
              <w:t xml:space="preserve">--command-file </w:t>
            </w:r>
            <w:r w:rsidRPr="00665D21">
              <w:rPr>
                <w:rFonts w:ascii="Courier New" w:hAnsi="Courier New" w:cs="Courier New"/>
                <w:i/>
              </w:rPr>
              <w:t>comm</w:t>
            </w:r>
            <w:r>
              <w:rPr>
                <w:rFonts w:ascii="Courier New" w:hAnsi="Courier New" w:cs="Courier New"/>
                <w:i/>
              </w:rPr>
              <w:t>file</w:t>
            </w:r>
          </w:p>
          <w:p w14:paraId="437DF628" w14:textId="77777777" w:rsidR="00C90483" w:rsidRDefault="00C90483" w:rsidP="00BC7086">
            <w:pPr>
              <w:ind w:left="720"/>
              <w:rPr>
                <w:i/>
              </w:rPr>
            </w:pPr>
            <w:r>
              <w:t xml:space="preserve">Specifies a command file, </w:t>
            </w:r>
            <w:r w:rsidRPr="00665D21">
              <w:rPr>
                <w:rFonts w:ascii="Courier New" w:hAnsi="Courier New" w:cs="Courier New"/>
                <w:i/>
              </w:rPr>
              <w:t>commfile</w:t>
            </w:r>
            <w:r>
              <w:t xml:space="preserve">, </w:t>
            </w:r>
            <w:r w:rsidR="00FB096D">
              <w:t>which</w:t>
            </w:r>
            <w:r>
              <w:t xml:space="preserve"> contains H5edit commands written in the H5edit Command Language, to apply to the file </w:t>
            </w:r>
            <w:r>
              <w:rPr>
                <w:i/>
              </w:rPr>
              <w:t>h5file.</w:t>
            </w:r>
          </w:p>
          <w:p w14:paraId="52593C10" w14:textId="77777777" w:rsidR="00C90483" w:rsidRDefault="00C90483" w:rsidP="00BC7086">
            <w:pPr>
              <w:rPr>
                <w:rFonts w:ascii="Courier New" w:hAnsi="Courier New" w:cs="Courier New"/>
                <w:i/>
              </w:rPr>
            </w:pPr>
            <w:r>
              <w:rPr>
                <w:rFonts w:ascii="Courier New" w:hAnsi="Courier New" w:cs="Courier New"/>
              </w:rPr>
              <w:t>--dryrun</w:t>
            </w:r>
          </w:p>
          <w:p w14:paraId="4462225B" w14:textId="77777777" w:rsidR="00DA281C" w:rsidRPr="00DA281C" w:rsidRDefault="00DA281C" w:rsidP="00DA281C">
            <w:pPr>
              <w:ind w:left="720"/>
              <w:rPr>
                <w:i/>
              </w:rPr>
            </w:pPr>
            <w:r w:rsidRPr="00DA281C">
              <w:rPr>
                <w:i/>
              </w:rPr>
              <w:t>(To be supported in future implementation)</w:t>
            </w:r>
          </w:p>
          <w:p w14:paraId="03CCD028" w14:textId="77777777" w:rsidR="00C90483" w:rsidRDefault="00C90483" w:rsidP="00BC7086">
            <w:pPr>
              <w:ind w:left="720"/>
            </w:pPr>
            <w:r>
              <w:t>Just check the syntax of the H5edit commands against the HDF5 file without making the actual changes to the HDF5 file.</w:t>
            </w:r>
          </w:p>
          <w:p w14:paraId="635A52DD" w14:textId="77777777" w:rsidR="00C90483" w:rsidRDefault="00C90483" w:rsidP="00BC7086">
            <w:pPr>
              <w:rPr>
                <w:rFonts w:ascii="Courier New" w:hAnsi="Courier New" w:cs="Courier New"/>
                <w:i/>
              </w:rPr>
            </w:pPr>
            <w:r>
              <w:rPr>
                <w:rFonts w:ascii="Courier New" w:hAnsi="Courier New" w:cs="Courier New"/>
              </w:rPr>
              <w:t>--atomic[=</w:t>
            </w:r>
            <w:r>
              <w:rPr>
                <w:rFonts w:ascii="Courier New" w:hAnsi="Courier New" w:cs="Courier New"/>
                <w:i/>
              </w:rPr>
              <w:t>atomic-level</w:t>
            </w:r>
            <w:r>
              <w:rPr>
                <w:rFonts w:ascii="Courier New" w:hAnsi="Courier New" w:cs="Courier New"/>
              </w:rPr>
              <w:t>]</w:t>
            </w:r>
          </w:p>
          <w:p w14:paraId="1B29DB4D" w14:textId="77777777" w:rsidR="00C90483" w:rsidRDefault="00C90483" w:rsidP="00BC7086">
            <w:pPr>
              <w:ind w:left="720"/>
            </w:pPr>
            <w:r>
              <w:t>Specifies the atomic level:</w:t>
            </w:r>
          </w:p>
          <w:p w14:paraId="2FCEEBD8" w14:textId="77777777" w:rsidR="00C90483" w:rsidRDefault="00C90483" w:rsidP="00BC7086">
            <w:pPr>
              <w:ind w:left="1440"/>
            </w:pPr>
            <w:r w:rsidRPr="00867BCA">
              <w:rPr>
                <w:rFonts w:ascii="Courier New" w:hAnsi="Courier New" w:cs="Courier New"/>
                <w:i/>
              </w:rPr>
              <w:t xml:space="preserve">Yes: </w:t>
            </w:r>
            <w:r>
              <w:t>This is the default. It means the changes must be done as all or nothing. The original data file is restored in case of any command failures.</w:t>
            </w:r>
          </w:p>
          <w:p w14:paraId="303A9343" w14:textId="77777777" w:rsidR="00C90483" w:rsidRDefault="00C90483" w:rsidP="00BC7086">
            <w:pPr>
              <w:ind w:left="1440"/>
              <w:rPr>
                <w:lang w:eastAsia="ko-KR"/>
              </w:rPr>
            </w:pPr>
            <w:r w:rsidRPr="00867BCA">
              <w:rPr>
                <w:rFonts w:ascii="Courier New" w:hAnsi="Courier New" w:cs="Courier New"/>
                <w:i/>
              </w:rPr>
              <w:t xml:space="preserve">no: </w:t>
            </w:r>
            <w:r>
              <w:rPr>
                <w:lang w:eastAsia="ko-KR"/>
              </w:rPr>
              <w:t>No atomicity is desired. Do as much changes as possible.</w:t>
            </w:r>
          </w:p>
          <w:p w14:paraId="52304A5B" w14:textId="77777777" w:rsidR="00C90483" w:rsidRDefault="00C90483" w:rsidP="00C90483">
            <w:pPr>
              <w:ind w:left="1440"/>
              <w:rPr>
                <w:lang w:eastAsia="ko-KR"/>
              </w:rPr>
            </w:pPr>
            <w:r w:rsidRPr="00867BCA">
              <w:rPr>
                <w:rFonts w:ascii="Courier New" w:hAnsi="Courier New" w:cs="Courier New"/>
                <w:i/>
              </w:rPr>
              <w:t>inc:</w:t>
            </w:r>
            <w:r w:rsidRPr="00867BCA">
              <w:rPr>
                <w:rFonts w:ascii="Courier New" w:hAnsi="Courier New" w:cs="Courier New"/>
              </w:rPr>
              <w:t xml:space="preserve"> </w:t>
            </w:r>
            <w:r w:rsidR="004F1016">
              <w:t xml:space="preserve">This is the default. </w:t>
            </w:r>
            <w:r>
              <w:rPr>
                <w:lang w:eastAsia="ko-KR"/>
              </w:rPr>
              <w:t>Atomicity of changes at individual command level is desired, not the entire execution.</w:t>
            </w:r>
          </w:p>
          <w:p w14:paraId="21A156CF" w14:textId="77777777" w:rsidR="004F1016" w:rsidRPr="004F1016" w:rsidRDefault="004F1016" w:rsidP="004F1016">
            <w:pPr>
              <w:ind w:left="1440"/>
              <w:rPr>
                <w:i/>
              </w:rPr>
            </w:pPr>
            <w:r w:rsidRPr="004F1016">
              <w:t xml:space="preserve">(Note that the function atomic level of </w:t>
            </w:r>
            <w:r w:rsidRPr="004F1016">
              <w:rPr>
                <w:i/>
              </w:rPr>
              <w:t>inc</w:t>
            </w:r>
            <w:r w:rsidRPr="004F1016">
              <w:t xml:space="preserve"> is not implemented yet for this beta release. It has the same effect as the atomic level of </w:t>
            </w:r>
            <w:r w:rsidRPr="004F1016">
              <w:rPr>
                <w:i/>
              </w:rPr>
              <w:t>yes</w:t>
            </w:r>
            <w:r w:rsidRPr="004F1016">
              <w:t>.)</w:t>
            </w:r>
          </w:p>
        </w:tc>
      </w:tr>
    </w:tbl>
    <w:p w14:paraId="267D3145" w14:textId="77777777" w:rsidR="00597E6B" w:rsidRDefault="009E2459" w:rsidP="009522E3">
      <w:pPr>
        <w:pStyle w:val="Heading1"/>
        <w:rPr>
          <w:rFonts w:eastAsia="Times New Roman"/>
        </w:rPr>
      </w:pPr>
      <w:r>
        <w:rPr>
          <w:rFonts w:eastAsia="Times New Roman"/>
        </w:rPr>
        <w:lastRenderedPageBreak/>
        <w:t>Examples</w:t>
      </w:r>
    </w:p>
    <w:p w14:paraId="2BD7F032" w14:textId="77777777" w:rsidR="00BC7086" w:rsidRDefault="006B11C6" w:rsidP="00236FAE">
      <w:pPr>
        <w:pStyle w:val="Heading2"/>
      </w:pPr>
      <w:r>
        <w:t xml:space="preserve">Add Attributes to a </w:t>
      </w:r>
      <w:r w:rsidR="001930CD">
        <w:t>File</w:t>
      </w:r>
    </w:p>
    <w:p w14:paraId="1626769F" w14:textId="77777777" w:rsidR="001930CD" w:rsidRPr="001930CD" w:rsidRDefault="001930CD" w:rsidP="001930CD">
      <w:pPr>
        <w:rPr>
          <w:lang w:eastAsia="ko-KR"/>
        </w:rPr>
      </w:pPr>
      <w:r>
        <w:rPr>
          <w:lang w:eastAsia="ko-KR"/>
        </w:rPr>
        <w:t xml:space="preserve">This </w:t>
      </w:r>
      <w:r w:rsidR="00D72344">
        <w:rPr>
          <w:lang w:eastAsia="ko-KR"/>
        </w:rPr>
        <w:t>c</w:t>
      </w:r>
      <w:r>
        <w:rPr>
          <w:lang w:eastAsia="ko-KR"/>
        </w:rPr>
        <w:t>ommand add</w:t>
      </w:r>
      <w:r w:rsidR="00D72344">
        <w:rPr>
          <w:lang w:eastAsia="ko-KR"/>
        </w:rPr>
        <w:t>s</w:t>
      </w:r>
      <w:r>
        <w:rPr>
          <w:lang w:eastAsia="ko-KR"/>
        </w:rPr>
        <w:t xml:space="preserve"> 4 attributes to the file </w:t>
      </w:r>
      <w:r w:rsidRPr="001930CD">
        <w:rPr>
          <w:lang w:eastAsia="ko-KR"/>
        </w:rPr>
        <w:t>SVM01_ter_</w:t>
      </w:r>
      <w:r w:rsidR="00D72344" w:rsidRPr="001930CD">
        <w:rPr>
          <w:lang w:eastAsia="ko-KR"/>
        </w:rPr>
        <w:t xml:space="preserve"> </w:t>
      </w:r>
      <w:r w:rsidRPr="001930CD">
        <w:rPr>
          <w:lang w:eastAsia="ko-KR"/>
        </w:rPr>
        <w:t>grav_dev.h5</w:t>
      </w:r>
      <w:r>
        <w:rPr>
          <w:lang w:eastAsia="ko-KR"/>
        </w:rPr>
        <w:t>.  First two are unsigned short (2 bytes) attributes. The third one is a string type attribute. The last one is a floating point attribute.</w:t>
      </w:r>
      <w:r w:rsidR="002014F0">
        <w:rPr>
          <w:lang w:eastAsia="ko-KR"/>
        </w:rPr>
        <w:t xml:space="preserve"> Note that the backslash indicates a line continuation for the Unix shell. This is needed by </w:t>
      </w:r>
      <w:r w:rsidR="00B87F73">
        <w:rPr>
          <w:lang w:eastAsia="ko-KR"/>
        </w:rPr>
        <w:t xml:space="preserve">some Unix shells such as C </w:t>
      </w:r>
      <w:r w:rsidR="002014F0">
        <w:rPr>
          <w:lang w:eastAsia="ko-KR"/>
        </w:rPr>
        <w:t>shell.</w:t>
      </w:r>
    </w:p>
    <w:p w14:paraId="5CA17E0A" w14:textId="77777777" w:rsidR="00D72344" w:rsidRPr="00A65312" w:rsidRDefault="006B11C6" w:rsidP="00D72344">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sidR="00DA0A7F" w:rsidRPr="00A65312">
        <w:rPr>
          <w:rFonts w:ascii="Courier New" w:eastAsia="Times New Roman" w:hAnsi="Courier New" w:cs="Courier New"/>
          <w:sz w:val="20"/>
          <w:szCs w:val="20"/>
        </w:rPr>
        <w:t>h5edit</w:t>
      </w:r>
      <w:r w:rsidR="00D72344" w:rsidRPr="00A65312">
        <w:rPr>
          <w:rFonts w:ascii="Courier New" w:eastAsia="Times New Roman" w:hAnsi="Courier New" w:cs="Courier New"/>
          <w:sz w:val="20"/>
          <w:szCs w:val="20"/>
        </w:rPr>
        <w:t xml:space="preserve"> -c " \</w:t>
      </w:r>
    </w:p>
    <w:p w14:paraId="3A6D1C07" w14:textId="77777777" w:rsidR="0038720B" w:rsidRPr="0038720B" w:rsidRDefault="0038720B" w:rsidP="0038720B">
      <w:pPr>
        <w:jc w:val="left"/>
        <w:rPr>
          <w:rFonts w:ascii="Courier New" w:eastAsia="Times New Roman" w:hAnsi="Courier New" w:cs="Courier New"/>
          <w:sz w:val="20"/>
          <w:szCs w:val="20"/>
        </w:rPr>
      </w:pPr>
      <w:r w:rsidRPr="0038720B">
        <w:rPr>
          <w:rFonts w:ascii="Courier New" w:eastAsia="Times New Roman" w:hAnsi="Courier New" w:cs="Courier New"/>
          <w:sz w:val="20"/>
          <w:szCs w:val="20"/>
        </w:rPr>
        <w:t>CREATE /All_Data/VIIRS-M1-SDR_All/Radiance/FillValue-SOUB_UINT16_FILL {DATATYPE H5T_STD_U16LE DATASPACE SCALAR DATA {65528}} ; \</w:t>
      </w:r>
    </w:p>
    <w:p w14:paraId="06D8FC95" w14:textId="77777777" w:rsidR="0038720B" w:rsidRPr="0038720B" w:rsidRDefault="0038720B" w:rsidP="0038720B">
      <w:pPr>
        <w:jc w:val="left"/>
        <w:rPr>
          <w:rFonts w:ascii="Courier New" w:eastAsia="Times New Roman" w:hAnsi="Courier New" w:cs="Courier New"/>
          <w:sz w:val="20"/>
          <w:szCs w:val="20"/>
        </w:rPr>
      </w:pPr>
      <w:r w:rsidRPr="0038720B">
        <w:rPr>
          <w:rFonts w:ascii="Courier New" w:eastAsia="Times New Roman" w:hAnsi="Courier New" w:cs="Courier New"/>
          <w:sz w:val="20"/>
          <w:szCs w:val="20"/>
        </w:rPr>
        <w:t>CREATE /All_Data/VIIRS-M1-SDR_All/Radiance/FillValue-NA_UINT16_FILL {DATATYPE H5T_STD_U16LE DATASPACE SCALAR DATA {65535}} ; \</w:t>
      </w:r>
    </w:p>
    <w:p w14:paraId="4D5E90E8" w14:textId="77777777" w:rsidR="0038720B" w:rsidRPr="0038720B" w:rsidRDefault="0038720B" w:rsidP="0038720B">
      <w:pPr>
        <w:jc w:val="left"/>
        <w:rPr>
          <w:rFonts w:ascii="Courier New" w:eastAsia="Times New Roman" w:hAnsi="Courier New" w:cs="Courier New"/>
          <w:sz w:val="20"/>
          <w:szCs w:val="20"/>
        </w:rPr>
      </w:pPr>
      <w:r w:rsidRPr="0038720B">
        <w:rPr>
          <w:rFonts w:ascii="Courier New" w:eastAsia="Times New Roman" w:hAnsi="Courier New" w:cs="Courier New"/>
          <w:sz w:val="20"/>
          <w:szCs w:val="20"/>
        </w:rPr>
        <w:t>CREATE /All_Data/VIIRS-M1-SDR_All/Radiance/MeasurmentUnits {DATATYPE H5T_STRING {STRSIZE 6 } DATASPACE SCALAR DATA { \"W/m^2\" }} ; \</w:t>
      </w:r>
    </w:p>
    <w:p w14:paraId="3FE9F7A3" w14:textId="77777777" w:rsidR="0038720B" w:rsidRDefault="0038720B" w:rsidP="0038720B">
      <w:pPr>
        <w:jc w:val="left"/>
        <w:rPr>
          <w:rFonts w:ascii="Courier New" w:eastAsia="Times New Roman" w:hAnsi="Courier New" w:cs="Courier New"/>
          <w:sz w:val="20"/>
          <w:szCs w:val="20"/>
        </w:rPr>
      </w:pPr>
      <w:r w:rsidRPr="0038720B">
        <w:rPr>
          <w:rFonts w:ascii="Courier New" w:eastAsia="Times New Roman" w:hAnsi="Courier New" w:cs="Courier New"/>
          <w:sz w:val="20"/>
          <w:szCs w:val="20"/>
        </w:rPr>
        <w:t>CREATE /All_Data/VIIRS-M1-SDR_All/Radiance/MaxValue {DATATYPE H5T_NATIVE_FLOAT DATASPACE SCALAR DATA {100.00}} ; \</w:t>
      </w:r>
    </w:p>
    <w:p w14:paraId="0DCDFC83" w14:textId="77777777" w:rsidR="00D72344" w:rsidRPr="00A65312" w:rsidRDefault="00D72344" w:rsidP="0038720B">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w:t>
      </w:r>
    </w:p>
    <w:p w14:paraId="325CEE54" w14:textId="77777777" w:rsidR="00D72344" w:rsidRPr="00A65312" w:rsidRDefault="00D72344" w:rsidP="006B11C6">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SVM01_ter_ grav_dev.h5</w:t>
      </w:r>
    </w:p>
    <w:p w14:paraId="322FE3F5" w14:textId="77777777" w:rsidR="00D72344" w:rsidRDefault="00D72344" w:rsidP="00D72344">
      <w:pPr>
        <w:pStyle w:val="Heading2"/>
        <w:rPr>
          <w:rFonts w:eastAsia="Times New Roman"/>
        </w:rPr>
      </w:pPr>
      <w:r>
        <w:rPr>
          <w:rFonts w:eastAsia="Times New Roman"/>
        </w:rPr>
        <w:t>Delete Attributes from a File</w:t>
      </w:r>
    </w:p>
    <w:p w14:paraId="724906DE" w14:textId="77777777" w:rsidR="00D72344" w:rsidRPr="00D72344" w:rsidRDefault="00D72344" w:rsidP="00D72344">
      <w:pPr>
        <w:rPr>
          <w:lang w:eastAsia="ko-KR"/>
        </w:rPr>
      </w:pPr>
      <w:r>
        <w:rPr>
          <w:lang w:eastAsia="ko-KR"/>
        </w:rPr>
        <w:t>This deletes all the attributes just created by the command above.</w:t>
      </w:r>
    </w:p>
    <w:p w14:paraId="76995CD2" w14:textId="77777777" w:rsidR="00D72344" w:rsidRPr="00A65312" w:rsidRDefault="00D72344" w:rsidP="00D72344">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sidR="00DA0A7F" w:rsidRPr="00A65312">
        <w:rPr>
          <w:rFonts w:ascii="Courier New" w:eastAsia="Times New Roman" w:hAnsi="Courier New" w:cs="Courier New"/>
          <w:sz w:val="20"/>
          <w:szCs w:val="20"/>
        </w:rPr>
        <w:t>h5edit</w:t>
      </w:r>
      <w:r w:rsidRPr="00A65312">
        <w:rPr>
          <w:rFonts w:ascii="Courier New" w:eastAsia="Times New Roman" w:hAnsi="Courier New" w:cs="Courier New"/>
          <w:sz w:val="20"/>
          <w:szCs w:val="20"/>
        </w:rPr>
        <w:t xml:space="preserve"> -c " \</w:t>
      </w:r>
    </w:p>
    <w:p w14:paraId="748ACCF6" w14:textId="77777777" w:rsidR="0038720B" w:rsidRPr="0038720B" w:rsidRDefault="0038720B" w:rsidP="0038720B">
      <w:pPr>
        <w:jc w:val="left"/>
        <w:rPr>
          <w:rFonts w:ascii="Courier New" w:eastAsia="Times New Roman" w:hAnsi="Courier New" w:cs="Courier New"/>
          <w:sz w:val="20"/>
          <w:szCs w:val="20"/>
        </w:rPr>
      </w:pPr>
      <w:r>
        <w:rPr>
          <w:rFonts w:ascii="Courier New" w:eastAsia="Times New Roman" w:hAnsi="Courier New" w:cs="Courier New"/>
          <w:sz w:val="20"/>
          <w:szCs w:val="20"/>
        </w:rPr>
        <w:t>DELETE</w:t>
      </w:r>
      <w:r w:rsidRPr="0038720B">
        <w:rPr>
          <w:rFonts w:ascii="Courier New" w:eastAsia="Times New Roman" w:hAnsi="Courier New" w:cs="Courier New"/>
          <w:sz w:val="20"/>
          <w:szCs w:val="20"/>
        </w:rPr>
        <w:t xml:space="preserve"> /All_Data/VIIRS-M1-SDR_All/Radiance/FillValue-SOUB_UINT16_FILL; \</w:t>
      </w:r>
    </w:p>
    <w:p w14:paraId="0BE5F022" w14:textId="77777777" w:rsidR="0038720B" w:rsidRPr="0038720B" w:rsidRDefault="0038720B" w:rsidP="0038720B">
      <w:pPr>
        <w:jc w:val="left"/>
        <w:rPr>
          <w:rFonts w:ascii="Courier New" w:eastAsia="Times New Roman" w:hAnsi="Courier New" w:cs="Courier New"/>
          <w:sz w:val="20"/>
          <w:szCs w:val="20"/>
        </w:rPr>
      </w:pPr>
      <w:r>
        <w:rPr>
          <w:rFonts w:ascii="Courier New" w:eastAsia="Times New Roman" w:hAnsi="Courier New" w:cs="Courier New"/>
          <w:sz w:val="20"/>
          <w:szCs w:val="20"/>
        </w:rPr>
        <w:t>DELETE</w:t>
      </w:r>
      <w:r w:rsidRPr="0038720B">
        <w:rPr>
          <w:rFonts w:ascii="Courier New" w:eastAsia="Times New Roman" w:hAnsi="Courier New" w:cs="Courier New"/>
          <w:sz w:val="20"/>
          <w:szCs w:val="20"/>
        </w:rPr>
        <w:t xml:space="preserve"> /All_Data/VIIRS-M1-SDR_All/Ra</w:t>
      </w:r>
      <w:r>
        <w:rPr>
          <w:rFonts w:ascii="Courier New" w:eastAsia="Times New Roman" w:hAnsi="Courier New" w:cs="Courier New"/>
          <w:sz w:val="20"/>
          <w:szCs w:val="20"/>
        </w:rPr>
        <w:t>diance/FillValue-NA_UINT16_FILL</w:t>
      </w:r>
      <w:r w:rsidRPr="0038720B">
        <w:rPr>
          <w:rFonts w:ascii="Courier New" w:eastAsia="Times New Roman" w:hAnsi="Courier New" w:cs="Courier New"/>
          <w:sz w:val="20"/>
          <w:szCs w:val="20"/>
        </w:rPr>
        <w:t>; \</w:t>
      </w:r>
    </w:p>
    <w:p w14:paraId="0F39F816" w14:textId="77777777" w:rsidR="0038720B" w:rsidRPr="0038720B" w:rsidRDefault="0038720B" w:rsidP="0038720B">
      <w:pPr>
        <w:jc w:val="left"/>
        <w:rPr>
          <w:rFonts w:ascii="Courier New" w:eastAsia="Times New Roman" w:hAnsi="Courier New" w:cs="Courier New"/>
          <w:sz w:val="20"/>
          <w:szCs w:val="20"/>
        </w:rPr>
      </w:pPr>
      <w:r>
        <w:rPr>
          <w:rFonts w:ascii="Courier New" w:eastAsia="Times New Roman" w:hAnsi="Courier New" w:cs="Courier New"/>
          <w:sz w:val="20"/>
          <w:szCs w:val="20"/>
        </w:rPr>
        <w:t>DELETE</w:t>
      </w:r>
      <w:r w:rsidRPr="0038720B">
        <w:rPr>
          <w:rFonts w:ascii="Courier New" w:eastAsia="Times New Roman" w:hAnsi="Courier New" w:cs="Courier New"/>
          <w:sz w:val="20"/>
          <w:szCs w:val="20"/>
        </w:rPr>
        <w:t xml:space="preserve"> /All_Data/VIIRS-M1-SDR_All/Radiance/MeasurmentUnits; \</w:t>
      </w:r>
    </w:p>
    <w:p w14:paraId="3DEF0C27" w14:textId="77777777" w:rsidR="00D72344" w:rsidRPr="00A65312" w:rsidRDefault="0038720B" w:rsidP="0038720B">
      <w:pPr>
        <w:jc w:val="left"/>
        <w:rPr>
          <w:rFonts w:ascii="Courier New" w:eastAsia="Times New Roman" w:hAnsi="Courier New" w:cs="Courier New"/>
          <w:sz w:val="20"/>
          <w:szCs w:val="20"/>
        </w:rPr>
      </w:pPr>
      <w:r>
        <w:rPr>
          <w:rFonts w:ascii="Courier New" w:eastAsia="Times New Roman" w:hAnsi="Courier New" w:cs="Courier New"/>
          <w:sz w:val="20"/>
          <w:szCs w:val="20"/>
        </w:rPr>
        <w:t>DELETE</w:t>
      </w:r>
      <w:r w:rsidRPr="0038720B">
        <w:rPr>
          <w:rFonts w:ascii="Courier New" w:eastAsia="Times New Roman" w:hAnsi="Courier New" w:cs="Courier New"/>
          <w:sz w:val="20"/>
          <w:szCs w:val="20"/>
        </w:rPr>
        <w:t xml:space="preserve"> /All_Data/VIIRS-M1-SDR_All/Radiance/MaxValue; \</w:t>
      </w:r>
      <w:r w:rsidR="00D72344" w:rsidRPr="00A65312">
        <w:rPr>
          <w:rFonts w:ascii="Courier New" w:eastAsia="Times New Roman" w:hAnsi="Courier New" w:cs="Courier New"/>
          <w:sz w:val="20"/>
          <w:szCs w:val="20"/>
        </w:rPr>
        <w:t>" \</w:t>
      </w:r>
    </w:p>
    <w:p w14:paraId="16B21BCC" w14:textId="77777777" w:rsidR="00D72344" w:rsidRPr="00A65312" w:rsidRDefault="00D72344" w:rsidP="006B11C6">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SVM01_ter_ grav_dev.h5</w:t>
      </w:r>
    </w:p>
    <w:p w14:paraId="49E11C9A" w14:textId="77777777" w:rsidR="00D72344" w:rsidRDefault="00D72344" w:rsidP="00D72344">
      <w:pPr>
        <w:pStyle w:val="Heading2"/>
        <w:rPr>
          <w:rFonts w:eastAsia="Times New Roman"/>
        </w:rPr>
      </w:pPr>
      <w:r>
        <w:rPr>
          <w:rFonts w:eastAsia="Times New Roman"/>
        </w:rPr>
        <w:t>Using command-file option</w:t>
      </w:r>
    </w:p>
    <w:p w14:paraId="5C132253" w14:textId="77777777" w:rsidR="00D72344" w:rsidRDefault="00D72344" w:rsidP="00DA0A7F">
      <w:pPr>
        <w:rPr>
          <w:lang w:eastAsia="ko-KR"/>
        </w:rPr>
      </w:pPr>
      <w:r>
        <w:rPr>
          <w:lang w:eastAsia="ko-KR"/>
        </w:rPr>
        <w:t>The following 2 h5edit commands use the command-file option to do the same as the example in 6.1 and 6.2</w:t>
      </w:r>
      <w:r w:rsidR="00DA0A7F">
        <w:rPr>
          <w:lang w:eastAsia="ko-KR"/>
        </w:rPr>
        <w:t>.</w:t>
      </w:r>
    </w:p>
    <w:p w14:paraId="6518B6F2" w14:textId="77777777" w:rsidR="00DA0A7F" w:rsidRPr="00A65312" w:rsidRDefault="00DA0A7F" w:rsidP="00DA0A7F">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h5edit –command-file add_attr SVM01_ter_ grav_dev.h5</w:t>
      </w:r>
    </w:p>
    <w:p w14:paraId="002F583B" w14:textId="77777777" w:rsidR="00DA0A7F" w:rsidRPr="00A65312" w:rsidRDefault="00DA0A7F" w:rsidP="00A65312">
      <w:pPr>
        <w:tabs>
          <w:tab w:val="left" w:pos="3844"/>
        </w:tabs>
        <w:jc w:val="left"/>
        <w:rPr>
          <w:rFonts w:ascii="Courier New" w:eastAsia="Times New Roman" w:hAnsi="Courier New" w:cs="Courier New"/>
          <w:sz w:val="20"/>
          <w:szCs w:val="20"/>
        </w:rPr>
      </w:pPr>
      <w:r w:rsidRPr="00A65312">
        <w:rPr>
          <w:rFonts w:ascii="Courier New" w:eastAsia="Times New Roman" w:hAnsi="Courier New" w:cs="Courier New"/>
          <w:sz w:val="20"/>
          <w:szCs w:val="20"/>
        </w:rPr>
        <w:t>$ cat add_attr</w:t>
      </w:r>
      <w:r w:rsidR="00A65312" w:rsidRPr="00A65312">
        <w:rPr>
          <w:rFonts w:ascii="Courier New" w:eastAsia="Times New Roman" w:hAnsi="Courier New" w:cs="Courier New"/>
          <w:sz w:val="20"/>
          <w:szCs w:val="20"/>
        </w:rPr>
        <w:tab/>
      </w:r>
    </w:p>
    <w:p w14:paraId="33587BA4" w14:textId="77777777" w:rsidR="00A05E7B" w:rsidRDefault="00A05E7B" w:rsidP="00A05E7B">
      <w:pPr>
        <w:jc w:val="left"/>
        <w:rPr>
          <w:rFonts w:ascii="Courier New" w:eastAsia="Times New Roman" w:hAnsi="Courier New" w:cs="Courier New"/>
          <w:sz w:val="20"/>
          <w:szCs w:val="20"/>
        </w:rPr>
      </w:pPr>
      <w:r w:rsidRPr="0038720B">
        <w:rPr>
          <w:rFonts w:ascii="Courier New" w:eastAsia="Times New Roman" w:hAnsi="Courier New" w:cs="Courier New"/>
          <w:sz w:val="20"/>
          <w:szCs w:val="20"/>
        </w:rPr>
        <w:t>CREATE /All_Data/VIIRS-M1-SDR_All/Radi</w:t>
      </w:r>
      <w:r>
        <w:rPr>
          <w:rFonts w:ascii="Courier New" w:eastAsia="Times New Roman" w:hAnsi="Courier New" w:cs="Courier New"/>
          <w:sz w:val="20"/>
          <w:szCs w:val="20"/>
        </w:rPr>
        <w:t>ance/FillValue-SOUB_UINT16_FILL</w:t>
      </w:r>
    </w:p>
    <w:p w14:paraId="648C22DC" w14:textId="77777777" w:rsidR="00A05E7B" w:rsidRDefault="00A05E7B" w:rsidP="00A05E7B">
      <w:pPr>
        <w:jc w:val="left"/>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38720B">
        <w:rPr>
          <w:rFonts w:ascii="Courier New" w:eastAsia="Times New Roman" w:hAnsi="Courier New" w:cs="Courier New"/>
          <w:sz w:val="20"/>
          <w:szCs w:val="20"/>
        </w:rPr>
        <w:t>{DATATYPE H5T_STD_U16LE</w:t>
      </w:r>
      <w:r>
        <w:rPr>
          <w:rFonts w:ascii="Courier New" w:eastAsia="Times New Roman" w:hAnsi="Courier New" w:cs="Courier New"/>
          <w:sz w:val="20"/>
          <w:szCs w:val="20"/>
        </w:rPr>
        <w:t xml:space="preserve"> DATASPACE SCALAR DATA {65528}}</w:t>
      </w:r>
      <w:r w:rsidRPr="0038720B">
        <w:rPr>
          <w:rFonts w:ascii="Courier New" w:eastAsia="Times New Roman" w:hAnsi="Courier New" w:cs="Courier New"/>
          <w:sz w:val="20"/>
          <w:szCs w:val="20"/>
        </w:rPr>
        <w:t>;</w:t>
      </w:r>
    </w:p>
    <w:p w14:paraId="6F2249CE" w14:textId="77777777" w:rsidR="00A05E7B" w:rsidRDefault="00A05E7B" w:rsidP="00A05E7B">
      <w:pPr>
        <w:jc w:val="left"/>
        <w:rPr>
          <w:rFonts w:ascii="Courier New" w:eastAsia="Times New Roman" w:hAnsi="Courier New" w:cs="Courier New"/>
          <w:sz w:val="20"/>
          <w:szCs w:val="20"/>
        </w:rPr>
      </w:pPr>
      <w:r w:rsidRPr="0038720B">
        <w:rPr>
          <w:rFonts w:ascii="Courier New" w:eastAsia="Times New Roman" w:hAnsi="Courier New" w:cs="Courier New"/>
          <w:sz w:val="20"/>
          <w:szCs w:val="20"/>
        </w:rPr>
        <w:t>CREATE /All_Data/VIIRS-M1-SDR_All/Radiance/FillValue-NA_UINT16_FILL</w:t>
      </w:r>
    </w:p>
    <w:p w14:paraId="117655A8" w14:textId="77777777" w:rsidR="00A05E7B" w:rsidRPr="0038720B" w:rsidRDefault="00A05E7B" w:rsidP="00A05E7B">
      <w:pPr>
        <w:jc w:val="left"/>
        <w:rPr>
          <w:rFonts w:ascii="Courier New" w:eastAsia="Times New Roman" w:hAnsi="Courier New" w:cs="Courier New"/>
          <w:sz w:val="20"/>
          <w:szCs w:val="20"/>
        </w:rPr>
      </w:pPr>
      <w:bookmarkStart w:id="0" w:name="_GoBack"/>
      <w:r>
        <w:rPr>
          <w:rFonts w:ascii="Courier New" w:eastAsia="Times New Roman" w:hAnsi="Courier New" w:cs="Courier New"/>
          <w:sz w:val="20"/>
          <w:szCs w:val="20"/>
        </w:rPr>
        <w:t xml:space="preserve">   </w:t>
      </w:r>
      <w:r w:rsidRPr="0038720B">
        <w:rPr>
          <w:rFonts w:ascii="Courier New" w:eastAsia="Times New Roman" w:hAnsi="Courier New" w:cs="Courier New"/>
          <w:sz w:val="20"/>
          <w:szCs w:val="20"/>
        </w:rPr>
        <w:t xml:space="preserve"> {DATATYPE H5T_STD_U16LE DA</w:t>
      </w:r>
      <w:r>
        <w:rPr>
          <w:rFonts w:ascii="Courier New" w:eastAsia="Times New Roman" w:hAnsi="Courier New" w:cs="Courier New"/>
          <w:sz w:val="20"/>
          <w:szCs w:val="20"/>
        </w:rPr>
        <w:t>TASPACE SCALAR DATA {65535}};</w:t>
      </w:r>
    </w:p>
    <w:bookmarkEnd w:id="0"/>
    <w:p w14:paraId="03C0BE37" w14:textId="77777777" w:rsidR="00A05E7B" w:rsidRDefault="00A05E7B" w:rsidP="00A05E7B">
      <w:pPr>
        <w:jc w:val="left"/>
        <w:rPr>
          <w:rFonts w:ascii="Courier New" w:eastAsia="Times New Roman" w:hAnsi="Courier New" w:cs="Courier New"/>
          <w:sz w:val="20"/>
          <w:szCs w:val="20"/>
        </w:rPr>
      </w:pPr>
      <w:r w:rsidRPr="0038720B">
        <w:rPr>
          <w:rFonts w:ascii="Courier New" w:eastAsia="Times New Roman" w:hAnsi="Courier New" w:cs="Courier New"/>
          <w:sz w:val="20"/>
          <w:szCs w:val="20"/>
        </w:rPr>
        <w:t xml:space="preserve">CREATE /All_Data/VIIRS-M1-SDR_All/Radiance/MeasurmentUnits </w:t>
      </w:r>
    </w:p>
    <w:p w14:paraId="144DEF97" w14:textId="77777777" w:rsidR="00A05E7B" w:rsidRPr="0038720B" w:rsidRDefault="00A05E7B" w:rsidP="00A05E7B">
      <w:pPr>
        <w:jc w:val="left"/>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38720B">
        <w:rPr>
          <w:rFonts w:ascii="Courier New" w:eastAsia="Times New Roman" w:hAnsi="Courier New" w:cs="Courier New"/>
          <w:sz w:val="20"/>
          <w:szCs w:val="20"/>
        </w:rPr>
        <w:t xml:space="preserve">{DATATYPE H5T_STRING {STRSIZE </w:t>
      </w:r>
      <w:r w:rsidR="00FB096D" w:rsidRPr="0038720B">
        <w:rPr>
          <w:rFonts w:ascii="Courier New" w:eastAsia="Times New Roman" w:hAnsi="Courier New" w:cs="Courier New"/>
          <w:sz w:val="20"/>
          <w:szCs w:val="20"/>
        </w:rPr>
        <w:t>6}</w:t>
      </w:r>
      <w:r w:rsidRPr="0038720B">
        <w:rPr>
          <w:rFonts w:ascii="Courier New" w:eastAsia="Times New Roman" w:hAnsi="Courier New" w:cs="Courier New"/>
          <w:sz w:val="20"/>
          <w:szCs w:val="20"/>
        </w:rPr>
        <w:t xml:space="preserve"> DATASPAC</w:t>
      </w:r>
      <w:r>
        <w:rPr>
          <w:rFonts w:ascii="Courier New" w:eastAsia="Times New Roman" w:hAnsi="Courier New" w:cs="Courier New"/>
          <w:sz w:val="20"/>
          <w:szCs w:val="20"/>
        </w:rPr>
        <w:t>E SCALAR DATA { \"W/m^2\" }};</w:t>
      </w:r>
    </w:p>
    <w:p w14:paraId="0CED42C2" w14:textId="77777777" w:rsidR="00A05E7B" w:rsidRDefault="00A05E7B" w:rsidP="00A05E7B">
      <w:pPr>
        <w:jc w:val="left"/>
        <w:rPr>
          <w:rFonts w:ascii="Courier New" w:eastAsia="Times New Roman" w:hAnsi="Courier New" w:cs="Courier New"/>
          <w:sz w:val="20"/>
          <w:szCs w:val="20"/>
        </w:rPr>
      </w:pPr>
      <w:r w:rsidRPr="0038720B">
        <w:rPr>
          <w:rFonts w:ascii="Courier New" w:eastAsia="Times New Roman" w:hAnsi="Courier New" w:cs="Courier New"/>
          <w:sz w:val="20"/>
          <w:szCs w:val="20"/>
        </w:rPr>
        <w:t>CREATE /All_Data/VIIRS-M1-SDR_</w:t>
      </w:r>
      <w:r>
        <w:rPr>
          <w:rFonts w:ascii="Courier New" w:eastAsia="Times New Roman" w:hAnsi="Courier New" w:cs="Courier New"/>
          <w:sz w:val="20"/>
          <w:szCs w:val="20"/>
        </w:rPr>
        <w:t>All/Radiance/MaxValue</w:t>
      </w:r>
    </w:p>
    <w:p w14:paraId="0526CA39" w14:textId="77777777" w:rsidR="00A05E7B" w:rsidRDefault="00A05E7B" w:rsidP="00A05E7B">
      <w:pPr>
        <w:jc w:val="left"/>
        <w:rPr>
          <w:rFonts w:ascii="Courier New" w:eastAsia="Times New Roman" w:hAnsi="Courier New" w:cs="Courier New"/>
          <w:sz w:val="20"/>
          <w:szCs w:val="20"/>
        </w:rPr>
      </w:pPr>
      <w:r>
        <w:rPr>
          <w:rFonts w:ascii="Courier New" w:eastAsia="Times New Roman" w:hAnsi="Courier New" w:cs="Courier New"/>
          <w:sz w:val="20"/>
          <w:szCs w:val="20"/>
        </w:rPr>
        <w:lastRenderedPageBreak/>
        <w:t xml:space="preserve">    {DATATYPE </w:t>
      </w:r>
      <w:r w:rsidRPr="0038720B">
        <w:rPr>
          <w:rFonts w:ascii="Courier New" w:eastAsia="Times New Roman" w:hAnsi="Courier New" w:cs="Courier New"/>
          <w:sz w:val="20"/>
          <w:szCs w:val="20"/>
        </w:rPr>
        <w:t xml:space="preserve">H5T_NATIVE_FLOAT </w:t>
      </w:r>
      <w:r>
        <w:rPr>
          <w:rFonts w:ascii="Courier New" w:eastAsia="Times New Roman" w:hAnsi="Courier New" w:cs="Courier New"/>
          <w:sz w:val="20"/>
          <w:szCs w:val="20"/>
        </w:rPr>
        <w:t>DATASPACE SCALAR DATA {100.00}}</w:t>
      </w:r>
      <w:r w:rsidRPr="0038720B">
        <w:rPr>
          <w:rFonts w:ascii="Courier New" w:eastAsia="Times New Roman" w:hAnsi="Courier New" w:cs="Courier New"/>
          <w:sz w:val="20"/>
          <w:szCs w:val="20"/>
        </w:rPr>
        <w:t>;</w:t>
      </w:r>
    </w:p>
    <w:p w14:paraId="3C289398" w14:textId="77777777" w:rsidR="00A65312" w:rsidRPr="00A65312" w:rsidRDefault="00A65312" w:rsidP="00A65312">
      <w:pPr>
        <w:rPr>
          <w:rFonts w:ascii="Courier New" w:eastAsia="Times New Roman" w:hAnsi="Courier New" w:cs="Courier New"/>
          <w:sz w:val="20"/>
          <w:szCs w:val="20"/>
        </w:rPr>
      </w:pPr>
    </w:p>
    <w:p w14:paraId="7BB31278" w14:textId="77777777" w:rsidR="00A65312" w:rsidRPr="00A65312" w:rsidRDefault="00A65312" w:rsidP="00A65312">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h5edit –command-file delete_attr SVM01_ter_ grav_dev.h5</w:t>
      </w:r>
    </w:p>
    <w:p w14:paraId="1FD88726" w14:textId="77777777" w:rsidR="00A65312" w:rsidRPr="00A65312" w:rsidRDefault="00A65312" w:rsidP="00A65312">
      <w:pPr>
        <w:tabs>
          <w:tab w:val="left" w:pos="3844"/>
        </w:tabs>
        <w:jc w:val="left"/>
        <w:rPr>
          <w:rFonts w:ascii="Courier New" w:eastAsia="Times New Roman" w:hAnsi="Courier New" w:cs="Courier New"/>
          <w:sz w:val="20"/>
          <w:szCs w:val="20"/>
        </w:rPr>
      </w:pPr>
      <w:r w:rsidRPr="00A65312">
        <w:rPr>
          <w:rFonts w:ascii="Courier New" w:eastAsia="Times New Roman" w:hAnsi="Courier New" w:cs="Courier New"/>
          <w:sz w:val="20"/>
          <w:szCs w:val="20"/>
        </w:rPr>
        <w:t>$ cat delete_attr</w:t>
      </w:r>
      <w:r w:rsidRPr="00A65312">
        <w:rPr>
          <w:rFonts w:ascii="Courier New" w:eastAsia="Times New Roman" w:hAnsi="Courier New" w:cs="Courier New"/>
          <w:sz w:val="20"/>
          <w:szCs w:val="20"/>
        </w:rPr>
        <w:tab/>
      </w:r>
    </w:p>
    <w:p w14:paraId="50C57287" w14:textId="77777777" w:rsidR="00A05E7B" w:rsidRPr="0038720B" w:rsidRDefault="00A05E7B" w:rsidP="00A05E7B">
      <w:pPr>
        <w:jc w:val="left"/>
        <w:rPr>
          <w:rFonts w:ascii="Courier New" w:eastAsia="Times New Roman" w:hAnsi="Courier New" w:cs="Courier New"/>
          <w:sz w:val="20"/>
          <w:szCs w:val="20"/>
        </w:rPr>
      </w:pPr>
      <w:r>
        <w:rPr>
          <w:rFonts w:ascii="Courier New" w:eastAsia="Times New Roman" w:hAnsi="Courier New" w:cs="Courier New"/>
          <w:sz w:val="20"/>
          <w:szCs w:val="20"/>
        </w:rPr>
        <w:t>DELETE</w:t>
      </w:r>
      <w:r w:rsidRPr="0038720B">
        <w:rPr>
          <w:rFonts w:ascii="Courier New" w:eastAsia="Times New Roman" w:hAnsi="Courier New" w:cs="Courier New"/>
          <w:sz w:val="20"/>
          <w:szCs w:val="20"/>
        </w:rPr>
        <w:t xml:space="preserve"> /All_Data/VIIRS-M1-SDR_All/Radiance/FillValue-SOUB_UINT16_FILL</w:t>
      </w:r>
      <w:r>
        <w:rPr>
          <w:rFonts w:ascii="Courier New" w:eastAsia="Times New Roman" w:hAnsi="Courier New" w:cs="Courier New"/>
          <w:sz w:val="20"/>
          <w:szCs w:val="20"/>
        </w:rPr>
        <w:t>;</w:t>
      </w:r>
    </w:p>
    <w:p w14:paraId="41C787F3" w14:textId="77777777" w:rsidR="00A05E7B" w:rsidRPr="0038720B" w:rsidRDefault="00A05E7B" w:rsidP="00A05E7B">
      <w:pPr>
        <w:jc w:val="left"/>
        <w:rPr>
          <w:rFonts w:ascii="Courier New" w:eastAsia="Times New Roman" w:hAnsi="Courier New" w:cs="Courier New"/>
          <w:sz w:val="20"/>
          <w:szCs w:val="20"/>
        </w:rPr>
      </w:pPr>
      <w:r>
        <w:rPr>
          <w:rFonts w:ascii="Courier New" w:eastAsia="Times New Roman" w:hAnsi="Courier New" w:cs="Courier New"/>
          <w:sz w:val="20"/>
          <w:szCs w:val="20"/>
        </w:rPr>
        <w:t>DELETE</w:t>
      </w:r>
      <w:r w:rsidRPr="0038720B">
        <w:rPr>
          <w:rFonts w:ascii="Courier New" w:eastAsia="Times New Roman" w:hAnsi="Courier New" w:cs="Courier New"/>
          <w:sz w:val="20"/>
          <w:szCs w:val="20"/>
        </w:rPr>
        <w:t xml:space="preserve"> /All_Data/VIIRS-M1-SDR_All/Ra</w:t>
      </w:r>
      <w:r>
        <w:rPr>
          <w:rFonts w:ascii="Courier New" w:eastAsia="Times New Roman" w:hAnsi="Courier New" w:cs="Courier New"/>
          <w:sz w:val="20"/>
          <w:szCs w:val="20"/>
        </w:rPr>
        <w:t>diance/FillValue-NA_UINT16_FILL;</w:t>
      </w:r>
    </w:p>
    <w:p w14:paraId="1EB74621" w14:textId="77777777" w:rsidR="00A05E7B" w:rsidRDefault="00A05E7B" w:rsidP="00A05E7B">
      <w:pPr>
        <w:jc w:val="left"/>
        <w:rPr>
          <w:rFonts w:ascii="Courier New" w:eastAsia="Times New Roman" w:hAnsi="Courier New" w:cs="Courier New"/>
          <w:sz w:val="20"/>
          <w:szCs w:val="20"/>
        </w:rPr>
      </w:pPr>
      <w:r>
        <w:rPr>
          <w:rFonts w:ascii="Courier New" w:eastAsia="Times New Roman" w:hAnsi="Courier New" w:cs="Courier New"/>
          <w:sz w:val="20"/>
          <w:szCs w:val="20"/>
        </w:rPr>
        <w:t>DELETE</w:t>
      </w:r>
      <w:r w:rsidRPr="0038720B">
        <w:rPr>
          <w:rFonts w:ascii="Courier New" w:eastAsia="Times New Roman" w:hAnsi="Courier New" w:cs="Courier New"/>
          <w:sz w:val="20"/>
          <w:szCs w:val="20"/>
        </w:rPr>
        <w:t xml:space="preserve"> /All_Data/VIIRS-M1-SDR_All/Radiance/MeasurmentUnits;</w:t>
      </w:r>
    </w:p>
    <w:p w14:paraId="780A1316" w14:textId="77777777" w:rsidR="00A05E7B" w:rsidRPr="00A65312" w:rsidRDefault="00A05E7B" w:rsidP="00A05E7B">
      <w:pPr>
        <w:jc w:val="left"/>
        <w:rPr>
          <w:rFonts w:ascii="Courier New" w:eastAsia="Times New Roman" w:hAnsi="Courier New" w:cs="Courier New"/>
          <w:sz w:val="20"/>
          <w:szCs w:val="20"/>
        </w:rPr>
      </w:pPr>
      <w:r>
        <w:rPr>
          <w:rFonts w:ascii="Courier New" w:eastAsia="Times New Roman" w:hAnsi="Courier New" w:cs="Courier New"/>
          <w:sz w:val="20"/>
          <w:szCs w:val="20"/>
        </w:rPr>
        <w:t>DELETE</w:t>
      </w:r>
      <w:r w:rsidRPr="0038720B">
        <w:rPr>
          <w:rFonts w:ascii="Courier New" w:eastAsia="Times New Roman" w:hAnsi="Courier New" w:cs="Courier New"/>
          <w:sz w:val="20"/>
          <w:szCs w:val="20"/>
        </w:rPr>
        <w:t xml:space="preserve"> /All_Data/VIIRS-M1-SDR_All/Radiance/MaxValue;</w:t>
      </w:r>
    </w:p>
    <w:p w14:paraId="358B2E8D" w14:textId="77777777" w:rsidR="00D72344" w:rsidRDefault="00D72344" w:rsidP="006B11C6">
      <w:pPr>
        <w:jc w:val="left"/>
        <w:rPr>
          <w:rFonts w:ascii="Courier New" w:eastAsia="Times New Roman" w:hAnsi="Courier New" w:cs="Courier New"/>
        </w:rPr>
      </w:pPr>
    </w:p>
    <w:p w14:paraId="37859EEE" w14:textId="77777777" w:rsidR="00A65312" w:rsidRDefault="00A65312" w:rsidP="00A65312">
      <w:pPr>
        <w:rPr>
          <w:rFonts w:eastAsia="Times New Roman"/>
        </w:rPr>
      </w:pPr>
      <w:r>
        <w:rPr>
          <w:rFonts w:eastAsia="Times New Roman"/>
        </w:rPr>
        <w:t xml:space="preserve">As the above examples illustrate that it is more desirable to use the </w:t>
      </w:r>
      <w:r w:rsidR="00FB096D">
        <w:rPr>
          <w:rFonts w:eastAsia="Times New Roman"/>
        </w:rPr>
        <w:t>command</w:t>
      </w:r>
      <w:r>
        <w:rPr>
          <w:rFonts w:eastAsia="Times New Roman"/>
        </w:rPr>
        <w:t>-file option since one does not need to worry about meta-characters that are interpreted by the Unix Shell.</w:t>
      </w:r>
    </w:p>
    <w:p w14:paraId="1C2EE3C9" w14:textId="77777777" w:rsidR="00D42AAE" w:rsidRDefault="00D42AAE" w:rsidP="00D42AAE">
      <w:pPr>
        <w:pStyle w:val="Heading2"/>
      </w:pPr>
      <w:r>
        <w:t>Atomicity</w:t>
      </w:r>
    </w:p>
    <w:p w14:paraId="4DE548E5" w14:textId="77777777" w:rsidR="00D42AAE" w:rsidRDefault="00D42AAE" w:rsidP="00D42AAE">
      <w:r>
        <w:t>Say the data file, mydata.h5, contains two group attributes called /attr1 and /attr2 but not /attr_</w:t>
      </w:r>
      <w:r w:rsidR="00BD4AAE">
        <w:t>a</w:t>
      </w:r>
      <w:r>
        <w:t>. The following command will result in an error.</w:t>
      </w:r>
    </w:p>
    <w:p w14:paraId="702A5FD7" w14:textId="77777777" w:rsidR="00D42AAE" w:rsidRDefault="00D42AAE" w:rsidP="00D42AAE">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h5edit -c "</w:t>
      </w:r>
      <w:r>
        <w:rPr>
          <w:rFonts w:ascii="Courier New" w:eastAsia="Times New Roman" w:hAnsi="Courier New" w:cs="Courier New"/>
          <w:sz w:val="20"/>
          <w:szCs w:val="20"/>
        </w:rPr>
        <w:t>DELETE /attr1; DELETE /attr_</w:t>
      </w:r>
      <w:r w:rsidR="00BD4AAE">
        <w:rPr>
          <w:rFonts w:ascii="Courier New" w:eastAsia="Times New Roman" w:hAnsi="Courier New" w:cs="Courier New"/>
          <w:sz w:val="20"/>
          <w:szCs w:val="20"/>
        </w:rPr>
        <w:t>a; DELETE /attr2;</w:t>
      </w:r>
      <w:r>
        <w:rPr>
          <w:rFonts w:ascii="Courier New" w:eastAsia="Times New Roman" w:hAnsi="Courier New" w:cs="Courier New"/>
          <w:sz w:val="20"/>
          <w:szCs w:val="20"/>
        </w:rPr>
        <w:t>” mydata.h5</w:t>
      </w:r>
    </w:p>
    <w:p w14:paraId="24ABB577" w14:textId="77777777" w:rsidR="00BD4AAE" w:rsidRDefault="00BD4AAE" w:rsidP="00D42AAE">
      <w:pPr>
        <w:jc w:val="left"/>
      </w:pPr>
      <w:r>
        <w:t>The data file mydata.h5 is partially edited. The user may recover the data file and try again.</w:t>
      </w:r>
    </w:p>
    <w:p w14:paraId="6A5D6188" w14:textId="77777777" w:rsidR="00BD4AAE" w:rsidRDefault="00BD4AAE" w:rsidP="00BD4AAE">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Pr>
          <w:rFonts w:ascii="Courier New" w:eastAsia="Times New Roman" w:hAnsi="Courier New" w:cs="Courier New"/>
          <w:sz w:val="20"/>
          <w:szCs w:val="20"/>
        </w:rPr>
        <w:t>cp .mydata.h5.bck mydata.h5</w:t>
      </w:r>
    </w:p>
    <w:p w14:paraId="1B738D4D" w14:textId="77777777" w:rsidR="00BD4AAE" w:rsidRDefault="00BD4AAE" w:rsidP="00BD4AAE">
      <w:pPr>
        <w:jc w:val="left"/>
        <w:rPr>
          <w:rFonts w:ascii="Courier New" w:eastAsia="Times New Roman" w:hAnsi="Courier New" w:cs="Courier New"/>
          <w:sz w:val="20"/>
          <w:szCs w:val="20"/>
        </w:rPr>
      </w:pPr>
      <w:r>
        <w:rPr>
          <w:rFonts w:ascii="Courier New" w:eastAsia="Times New Roman" w:hAnsi="Courier New" w:cs="Courier New"/>
          <w:sz w:val="20"/>
          <w:szCs w:val="20"/>
        </w:rPr>
        <w:t>$ rm .mydata.h5.bck</w:t>
      </w:r>
    </w:p>
    <w:p w14:paraId="3B009638" w14:textId="77777777" w:rsidR="00D42AAE" w:rsidRPr="00BD4AAE" w:rsidRDefault="00BD4AAE" w:rsidP="00BD4AAE">
      <w:pPr>
        <w:jc w:val="left"/>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A65312">
        <w:rPr>
          <w:rFonts w:ascii="Courier New" w:eastAsia="Times New Roman" w:hAnsi="Courier New" w:cs="Courier New"/>
          <w:sz w:val="20"/>
          <w:szCs w:val="20"/>
        </w:rPr>
        <w:t>h5edit -c "</w:t>
      </w:r>
      <w:r>
        <w:rPr>
          <w:rFonts w:ascii="Courier New" w:eastAsia="Times New Roman" w:hAnsi="Courier New" w:cs="Courier New"/>
          <w:sz w:val="20"/>
          <w:szCs w:val="20"/>
        </w:rPr>
        <w:t>DELETE /attr1; DELETE /attr2;” mydata.h5</w:t>
      </w:r>
    </w:p>
    <w:p w14:paraId="208FB49E" w14:textId="77777777" w:rsidR="00FE3E32" w:rsidRDefault="0047445F" w:rsidP="00FE3E32">
      <w:pPr>
        <w:pStyle w:val="Heading1"/>
        <w:rPr>
          <w:rFonts w:eastAsia="Times New Roman"/>
        </w:rPr>
      </w:pPr>
      <w:r>
        <w:rPr>
          <w:rFonts w:eastAsia="Times New Roman"/>
        </w:rPr>
        <w:t>Comments</w:t>
      </w:r>
    </w:p>
    <w:p w14:paraId="4410D5CF" w14:textId="77777777" w:rsidR="00FE3E32" w:rsidRPr="00FE3E32" w:rsidRDefault="00DA281C" w:rsidP="00FE3E32">
      <w:pPr>
        <w:rPr>
          <w:lang w:eastAsia="ko-KR"/>
        </w:rPr>
      </w:pPr>
      <w:r>
        <w:rPr>
          <w:lang w:eastAsia="ko-KR"/>
        </w:rPr>
        <w:t>Please</w:t>
      </w:r>
      <w:r w:rsidR="00FE3E32">
        <w:rPr>
          <w:lang w:eastAsia="ko-KR"/>
        </w:rPr>
        <w:t xml:space="preserve"> send us </w:t>
      </w:r>
      <w:r>
        <w:rPr>
          <w:lang w:eastAsia="ko-KR"/>
        </w:rPr>
        <w:t xml:space="preserve">your </w:t>
      </w:r>
      <w:r w:rsidR="00FE3E32">
        <w:rPr>
          <w:lang w:eastAsia="ko-KR"/>
        </w:rPr>
        <w:t>c</w:t>
      </w:r>
      <w:r w:rsidR="009A66E7">
        <w:rPr>
          <w:lang w:eastAsia="ko-KR"/>
        </w:rPr>
        <w:t>omments and suggestions</w:t>
      </w:r>
      <w:r w:rsidR="00FE3E32">
        <w:rPr>
          <w:lang w:eastAsia="ko-KR"/>
        </w:rPr>
        <w:t xml:space="preserve"> to </w:t>
      </w:r>
      <w:hyperlink r:id="rId9" w:history="1">
        <w:r w:rsidR="00FE3E32" w:rsidRPr="00D84AC3">
          <w:rPr>
            <w:rStyle w:val="Hyperlink"/>
            <w:lang w:eastAsia="ko-KR"/>
          </w:rPr>
          <w:t>help@hdfgroup.org</w:t>
        </w:r>
      </w:hyperlink>
      <w:r w:rsidR="00FE3E32">
        <w:rPr>
          <w:lang w:eastAsia="ko-KR"/>
        </w:rPr>
        <w:t>.</w:t>
      </w:r>
    </w:p>
    <w:p w14:paraId="54E739D1" w14:textId="77777777" w:rsidR="00340D01" w:rsidRDefault="004A3852" w:rsidP="00340D01">
      <w:pPr>
        <w:jc w:val="center"/>
      </w:pPr>
      <w:r>
        <w:pict w14:anchorId="724EE1CC">
          <v:rect id="_x0000_i1025" style="width:496.8pt;height:1.5pt" o:hralign="center" o:hrstd="t" o:hr="t" fillcolor="#a0a0a0" stroked="f"/>
        </w:pict>
      </w:r>
    </w:p>
    <w:p w14:paraId="45A1FC0A" w14:textId="77777777" w:rsidR="000B3D58" w:rsidRPr="00340D01" w:rsidRDefault="000E46E3" w:rsidP="00340D01">
      <w:r>
        <w:t>Last revised: 2013</w:t>
      </w:r>
      <w:r w:rsidR="00340D01">
        <w:t>/0</w:t>
      </w:r>
      <w:r>
        <w:t>1</w:t>
      </w:r>
      <w:r w:rsidR="00531115">
        <w:t>/</w:t>
      </w:r>
      <w:r>
        <w:t>03</w:t>
      </w:r>
    </w:p>
    <w:sectPr w:rsidR="000B3D58" w:rsidRPr="00340D01" w:rsidSect="005B5DAC">
      <w:footerReference w:type="default" r:id="rId10"/>
      <w:headerReference w:type="first" r:id="rId11"/>
      <w:footerReference w:type="firs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E2C3CF" w14:textId="77777777" w:rsidR="00D42AAE" w:rsidRDefault="00D42AAE" w:rsidP="00F52DB0">
      <w:r>
        <w:separator/>
      </w:r>
    </w:p>
  </w:endnote>
  <w:endnote w:type="continuationSeparator" w:id="0">
    <w:p w14:paraId="1B1F8115" w14:textId="77777777" w:rsidR="00D42AAE" w:rsidRDefault="00D42AAE" w:rsidP="00F52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onsolas">
    <w:panose1 w:val="020B0609020204030204"/>
    <w:charset w:val="00"/>
    <w:family w:val="auto"/>
    <w:pitch w:val="variable"/>
    <w:sig w:usb0="E10002FF" w:usb1="4000F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25"/>
      <w:docPartObj>
        <w:docPartGallery w:val="Page Numbers (Bottom of Page)"/>
        <w:docPartUnique/>
      </w:docPartObj>
    </w:sdtPr>
    <w:sdtEndPr/>
    <w:sdtContent>
      <w:sdt>
        <w:sdtPr>
          <w:id w:val="1478426"/>
          <w:docPartObj>
            <w:docPartGallery w:val="Page Numbers (Top of Page)"/>
            <w:docPartUnique/>
          </w:docPartObj>
        </w:sdtPr>
        <w:sdtEndPr/>
        <w:sdtContent>
          <w:p w14:paraId="1B1B2C47" w14:textId="77777777" w:rsidR="00D42AAE" w:rsidRPr="005B5DAC" w:rsidRDefault="00D42AAE" w:rsidP="005B5DAC">
            <w:pPr>
              <w:pStyle w:val="HDFFooter"/>
            </w:pPr>
            <w:r>
              <w:rPr>
                <w:noProof/>
              </w:rPr>
              <w:drawing>
                <wp:anchor distT="0" distB="0" distL="0" distR="0" simplePos="0" relativeHeight="251662336" behindDoc="0" locked="0" layoutInCell="1" allowOverlap="1" wp14:anchorId="6F9A7E2E" wp14:editId="14E79483">
                  <wp:simplePos x="0" y="0"/>
                  <wp:positionH relativeFrom="leftMargin">
                    <wp:posOffset>821055</wp:posOffset>
                  </wp:positionH>
                  <wp:positionV relativeFrom="bottomMargin">
                    <wp:posOffset>128905</wp:posOffset>
                  </wp:positionV>
                  <wp:extent cx="593090" cy="361950"/>
                  <wp:effectExtent l="19050" t="0" r="0" b="0"/>
                  <wp:wrapSquare wrapText="right"/>
                  <wp:docPr id="1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3090" cy="361950"/>
                          </a:xfrm>
                          <a:prstGeom prst="rect">
                            <a:avLst/>
                          </a:prstGeom>
                        </pic:spPr>
                      </pic:pic>
                    </a:graphicData>
                  </a:graphic>
                </wp:anchor>
              </w:drawing>
            </w:r>
            <w:r>
              <w:tab/>
              <w:t>Version 1.1.0-beta1</w:t>
            </w:r>
            <w:r>
              <w:tab/>
              <w:t xml:space="preserve">Page </w:t>
            </w:r>
            <w:r>
              <w:fldChar w:fldCharType="begin"/>
            </w:r>
            <w:r>
              <w:instrText xml:space="preserve"> PAGE </w:instrText>
            </w:r>
            <w:r>
              <w:fldChar w:fldCharType="separate"/>
            </w:r>
            <w:r w:rsidR="004A3852">
              <w:rPr>
                <w:noProof/>
              </w:rPr>
              <w:t>7</w:t>
            </w:r>
            <w:r>
              <w:rPr>
                <w:noProof/>
              </w:rPr>
              <w:fldChar w:fldCharType="end"/>
            </w:r>
            <w:r>
              <w:t xml:space="preserve"> of </w:t>
            </w:r>
            <w:r w:rsidR="004A3852">
              <w:fldChar w:fldCharType="begin"/>
            </w:r>
            <w:r w:rsidR="004A3852">
              <w:instrText xml:space="preserve"> NUMPAGES  </w:instrText>
            </w:r>
            <w:r w:rsidR="004A3852">
              <w:fldChar w:fldCharType="separate"/>
            </w:r>
            <w:r w:rsidR="004A3852">
              <w:rPr>
                <w:noProof/>
              </w:rPr>
              <w:t>8</w:t>
            </w:r>
            <w:r w:rsidR="004A3852">
              <w:rPr>
                <w:noProof/>
              </w:rPr>
              <w:fldChar w:fldCharType="end"/>
            </w:r>
          </w:p>
        </w:sdtContent>
      </w:sdt>
    </w:sdtContent>
  </w:sdt>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83"/>
      <w:docPartObj>
        <w:docPartGallery w:val="Page Numbers (Bottom of Page)"/>
        <w:docPartUnique/>
      </w:docPartObj>
    </w:sdtPr>
    <w:sdtEndPr/>
    <w:sdtContent>
      <w:sdt>
        <w:sdtPr>
          <w:id w:val="1478484"/>
          <w:docPartObj>
            <w:docPartGallery w:val="Page Numbers (Top of Page)"/>
            <w:docPartUnique/>
          </w:docPartObj>
        </w:sdtPr>
        <w:sdtEndPr/>
        <w:sdtContent>
          <w:p w14:paraId="5D0D2326" w14:textId="77777777" w:rsidR="00D42AAE" w:rsidRDefault="00D42AAE" w:rsidP="00F52DB0">
            <w:pPr>
              <w:pStyle w:val="HDFFooter"/>
            </w:pPr>
            <w:r>
              <w:rPr>
                <w:noProof/>
              </w:rPr>
              <w:drawing>
                <wp:anchor distT="0" distB="0" distL="0" distR="0" simplePos="0" relativeHeight="251660288" behindDoc="0" locked="0" layoutInCell="1" allowOverlap="1" wp14:anchorId="13392B5A" wp14:editId="1340D34C">
                  <wp:simplePos x="0" y="0"/>
                  <wp:positionH relativeFrom="leftMargin">
                    <wp:posOffset>822960</wp:posOffset>
                  </wp:positionH>
                  <wp:positionV relativeFrom="bottomMargin">
                    <wp:posOffset>288290</wp:posOffset>
                  </wp:positionV>
                  <wp:extent cx="594360" cy="360680"/>
                  <wp:effectExtent l="19050" t="0" r="0" b="0"/>
                  <wp:wrapSquare wrapText="right"/>
                  <wp:docPr id="3"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Pr>
                <w:noProof/>
              </w:rPr>
              <w:t>1</w:t>
            </w:r>
            <w:r>
              <w:rPr>
                <w:noProof/>
              </w:rPr>
              <w:fldChar w:fldCharType="end"/>
            </w:r>
            <w:r>
              <w:t xml:space="preserve"> of </w:t>
            </w:r>
            <w:r w:rsidR="004A3852">
              <w:fldChar w:fldCharType="begin"/>
            </w:r>
            <w:r w:rsidR="004A3852">
              <w:instrText xml:space="preserve"> NUMPAGES  </w:instrText>
            </w:r>
            <w:r w:rsidR="004A3852">
              <w:fldChar w:fldCharType="separate"/>
            </w:r>
            <w:r w:rsidR="00624712">
              <w:rPr>
                <w:noProof/>
              </w:rPr>
              <w:t>8</w:t>
            </w:r>
            <w:r w:rsidR="004A3852">
              <w:rPr>
                <w:noProof/>
              </w:rPr>
              <w:fldChar w:fldCharType="end"/>
            </w:r>
          </w:p>
        </w:sdtContent>
      </w:sdt>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394AF7" w14:textId="77777777" w:rsidR="00D42AAE" w:rsidRDefault="00D42AAE" w:rsidP="00F52DB0">
      <w:r>
        <w:separator/>
      </w:r>
    </w:p>
  </w:footnote>
  <w:footnote w:type="continuationSeparator" w:id="0">
    <w:p w14:paraId="6220C4E6" w14:textId="77777777" w:rsidR="00D42AAE" w:rsidRDefault="00D42AAE" w:rsidP="00F52DB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83C24" w14:textId="77777777" w:rsidR="00D42AAE" w:rsidRDefault="00D42AAE" w:rsidP="005874CB">
    <w:pPr>
      <w:pStyle w:val="THGHeader2"/>
      <w:rPr>
        <w:lang w:eastAsia="ko-KR"/>
      </w:rPr>
    </w:pPr>
    <w:r>
      <w:t>July 27, 20</w:t>
    </w:r>
    <w:r>
      <w:rPr>
        <w:rFonts w:hint="eastAsia"/>
        <w:lang w:eastAsia="ko-KR"/>
      </w:rPr>
      <w:t>10</w:t>
    </w:r>
    <w:r>
      <w:ptab w:relativeTo="margin" w:alignment="center" w:leader="none"/>
    </w:r>
    <w:r>
      <w:ptab w:relativeTo="margin" w:alignment="right" w:leader="none"/>
    </w:r>
    <w:r>
      <w:t xml:space="preserve">RFC THG </w:t>
    </w:r>
    <w:r>
      <w:rPr>
        <w:rFonts w:hint="eastAsia"/>
        <w:lang w:eastAsia="ko-KR"/>
      </w:rPr>
      <w:t>2010</w:t>
    </w:r>
    <w:r>
      <w:t>-</w:t>
    </w:r>
    <w:r>
      <w:rPr>
        <w:rFonts w:hint="eastAsia"/>
        <w:lang w:eastAsia="ko-KR"/>
      </w:rPr>
      <w:t>0</w:t>
    </w:r>
    <w:r>
      <w:rPr>
        <w:lang w:eastAsia="ko-KR"/>
      </w:rPr>
      <w:t>7</w:t>
    </w:r>
    <w:r>
      <w:t>-</w:t>
    </w:r>
    <w:r>
      <w:rPr>
        <w:rFonts w:hint="eastAsia"/>
        <w:lang w:eastAsia="ko-KR"/>
      </w:rPr>
      <w:t>2</w:t>
    </w:r>
    <w:r>
      <w:rPr>
        <w:lang w:eastAsia="ko-KR"/>
      </w:rPr>
      <w:t>7</w:t>
    </w:r>
    <w:r>
      <w:t>.v</w:t>
    </w:r>
    <w:r>
      <w:rPr>
        <w:lang w:eastAsia="ko-KR"/>
      </w:rPr>
      <w:t>3</w:t>
    </w:r>
  </w:p>
  <w:p w14:paraId="31B7E980" w14:textId="77777777" w:rsidR="00D42AAE" w:rsidRPr="005874CB" w:rsidRDefault="00D42AAE" w:rsidP="005874C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8"/>
    <w:multiLevelType w:val="singleLevel"/>
    <w:tmpl w:val="192282CE"/>
    <w:lvl w:ilvl="0">
      <w:start w:val="1"/>
      <w:numFmt w:val="decimal"/>
      <w:pStyle w:val="ListNumber"/>
      <w:lvlText w:val="%1)"/>
      <w:lvlJc w:val="left"/>
      <w:pPr>
        <w:ind w:left="360" w:hanging="360"/>
      </w:pPr>
    </w:lvl>
  </w:abstractNum>
  <w:abstractNum w:abstractNumId="4">
    <w:nsid w:val="07591A68"/>
    <w:multiLevelType w:val="multilevel"/>
    <w:tmpl w:val="E9F61C5A"/>
    <w:lvl w:ilvl="0">
      <w:start w:val="1"/>
      <w:numFmt w:val="decimal"/>
      <w:lvlText w:val="%1"/>
      <w:lvlJc w:val="left"/>
      <w:pPr>
        <w:ind w:left="432" w:hanging="432"/>
      </w:pPr>
      <w:rPr>
        <w:sz w:val="28"/>
        <w:szCs w:val="28"/>
      </w:rPr>
    </w:lvl>
    <w:lvl w:ilvl="1">
      <w:start w:val="1"/>
      <w:numFmt w:val="decimal"/>
      <w:lvlText w:val="%1.%2"/>
      <w:lvlJc w:val="left"/>
      <w:pPr>
        <w:ind w:left="576" w:hanging="576"/>
      </w:pPr>
      <w:rPr>
        <w:sz w:val="26"/>
        <w:szCs w:val="26"/>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0B3E0506"/>
    <w:multiLevelType w:val="hybridMultilevel"/>
    <w:tmpl w:val="093EF4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B6D0F31"/>
    <w:multiLevelType w:val="hybridMultilevel"/>
    <w:tmpl w:val="146E47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1261171"/>
    <w:multiLevelType w:val="hybridMultilevel"/>
    <w:tmpl w:val="8C2607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6E50100"/>
    <w:multiLevelType w:val="multilevel"/>
    <w:tmpl w:val="8F00872A"/>
    <w:lvl w:ilvl="0">
      <w:start w:val="1"/>
      <w:numFmt w:val="decimal"/>
      <w:lvlText w:val="%1"/>
      <w:lvlJc w:val="left"/>
      <w:pPr>
        <w:ind w:left="432" w:hanging="432"/>
      </w:pPr>
      <w:rPr>
        <w:sz w:val="28"/>
        <w:szCs w:val="28"/>
      </w:rPr>
    </w:lvl>
    <w:lvl w:ilvl="1">
      <w:start w:val="1"/>
      <w:numFmt w:val="decimal"/>
      <w:lvlText w:val="%1.%2"/>
      <w:lvlJc w:val="left"/>
      <w:pPr>
        <w:ind w:left="576" w:hanging="576"/>
      </w:pPr>
      <w:rPr>
        <w:sz w:val="26"/>
        <w:szCs w:val="26"/>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nsid w:val="187D203B"/>
    <w:multiLevelType w:val="hybridMultilevel"/>
    <w:tmpl w:val="5DAE6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CF5825"/>
    <w:multiLevelType w:val="hybridMultilevel"/>
    <w:tmpl w:val="EE4EB4F8"/>
    <w:lvl w:ilvl="0" w:tplc="DA6AA80E">
      <w:numFmt w:val="bullet"/>
      <w:lvlText w:val=""/>
      <w:lvlJc w:val="left"/>
      <w:pPr>
        <w:ind w:left="360" w:hanging="360"/>
      </w:pPr>
      <w:rPr>
        <w:rFonts w:ascii="Wingdings" w:eastAsiaTheme="minorEastAsia" w:hAnsi="Wingdings" w:cstheme="minorBidi" w:hint="default"/>
        <w:i w:val="0"/>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F732E08"/>
    <w:multiLevelType w:val="hybridMultilevel"/>
    <w:tmpl w:val="4A0E932A"/>
    <w:lvl w:ilvl="0" w:tplc="30883CC2">
      <w:start w:val="1"/>
      <w:numFmt w:val="lowerLetter"/>
      <w:pStyle w:val="ListAlpha3"/>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6596111"/>
    <w:multiLevelType w:val="hybridMultilevel"/>
    <w:tmpl w:val="3244A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124F76"/>
    <w:multiLevelType w:val="hybridMultilevel"/>
    <w:tmpl w:val="44D86B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D5C5506"/>
    <w:multiLevelType w:val="hybridMultilevel"/>
    <w:tmpl w:val="A66E3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2890206"/>
    <w:multiLevelType w:val="hybridMultilevel"/>
    <w:tmpl w:val="C1464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3806C7C"/>
    <w:multiLevelType w:val="hybridMultilevel"/>
    <w:tmpl w:val="5A3AE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8457AAF"/>
    <w:multiLevelType w:val="hybridMultilevel"/>
    <w:tmpl w:val="FDFE8072"/>
    <w:lvl w:ilvl="0" w:tplc="DA6AA80E">
      <w:start w:val="1"/>
      <w:numFmt w:val="bullet"/>
      <w:lvlText w:val=""/>
      <w:lvlJc w:val="left"/>
      <w:pPr>
        <w:ind w:left="720" w:hanging="360"/>
      </w:pPr>
      <w:rPr>
        <w:rFonts w:ascii="Wingdings" w:eastAsiaTheme="minorEastAsia" w:hAnsi="Wingdings" w:cstheme="minorBidi" w:hint="default"/>
        <w:i w:val="0"/>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573710"/>
    <w:multiLevelType w:val="hybridMultilevel"/>
    <w:tmpl w:val="33409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436664A"/>
    <w:multiLevelType w:val="hybridMultilevel"/>
    <w:tmpl w:val="BDAE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93E5AF4"/>
    <w:multiLevelType w:val="hybridMultilevel"/>
    <w:tmpl w:val="107A7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AA252C0"/>
    <w:multiLevelType w:val="hybridMultilevel"/>
    <w:tmpl w:val="34889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B771FE6"/>
    <w:multiLevelType w:val="hybridMultilevel"/>
    <w:tmpl w:val="C00E9236"/>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23">
    <w:nsid w:val="5C2C4DD7"/>
    <w:multiLevelType w:val="hybridMultilevel"/>
    <w:tmpl w:val="D72EA92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E180F84"/>
    <w:multiLevelType w:val="hybridMultilevel"/>
    <w:tmpl w:val="FB8CF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2AB092F"/>
    <w:multiLevelType w:val="hybridMultilevel"/>
    <w:tmpl w:val="1C5664B0"/>
    <w:lvl w:ilvl="0" w:tplc="0409000F">
      <w:start w:val="1"/>
      <w:numFmt w:val="decimal"/>
      <w:lvlText w:val="%1."/>
      <w:lvlJc w:val="left"/>
      <w:pPr>
        <w:ind w:left="773" w:hanging="360"/>
      </w:p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26">
    <w:nsid w:val="67E62998"/>
    <w:multiLevelType w:val="hybridMultilevel"/>
    <w:tmpl w:val="31E8E7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6F8352A3"/>
    <w:multiLevelType w:val="hybridMultilevel"/>
    <w:tmpl w:val="EA0A1458"/>
    <w:lvl w:ilvl="0" w:tplc="F30CBE4A">
      <w:start w:val="1"/>
      <w:numFmt w:val="decimal"/>
      <w:pStyle w:val="ListNumber2"/>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FE872C0"/>
    <w:multiLevelType w:val="multilevel"/>
    <w:tmpl w:val="CC28A7DC"/>
    <w:lvl w:ilvl="0">
      <w:start w:val="1"/>
      <w:numFmt w:val="decimal"/>
      <w:lvlText w:val="%1"/>
      <w:lvlJc w:val="left"/>
      <w:pPr>
        <w:ind w:left="432" w:hanging="432"/>
      </w:pPr>
      <w:rPr>
        <w:sz w:val="28"/>
        <w:szCs w:val="28"/>
      </w:rPr>
    </w:lvl>
    <w:lvl w:ilvl="1">
      <w:start w:val="1"/>
      <w:numFmt w:val="decimal"/>
      <w:lvlText w:val="%1.%2"/>
      <w:lvlJc w:val="left"/>
      <w:pPr>
        <w:ind w:left="576" w:hanging="576"/>
      </w:pPr>
      <w:rPr>
        <w:sz w:val="26"/>
        <w:szCs w:val="26"/>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nsid w:val="776A6B31"/>
    <w:multiLevelType w:val="hybridMultilevel"/>
    <w:tmpl w:val="FF527C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7AE2043B"/>
    <w:multiLevelType w:val="hybridMultilevel"/>
    <w:tmpl w:val="C00E9236"/>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31">
    <w:nsid w:val="7C06381A"/>
    <w:multiLevelType w:val="hybridMultilevel"/>
    <w:tmpl w:val="DDC0A060"/>
    <w:lvl w:ilvl="0" w:tplc="DA6AA80E">
      <w:numFmt w:val="bullet"/>
      <w:lvlText w:val=""/>
      <w:lvlJc w:val="left"/>
      <w:pPr>
        <w:ind w:left="720" w:hanging="360"/>
      </w:pPr>
      <w:rPr>
        <w:rFonts w:ascii="Wingdings" w:eastAsiaTheme="minorEastAsia" w:hAnsi="Wingdings" w:cstheme="minorBidi" w:hint="default"/>
        <w:i w:val="0"/>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E4D1561"/>
    <w:multiLevelType w:val="multilevel"/>
    <w:tmpl w:val="9D22A89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4"/>
  </w:num>
  <w:num w:numId="2">
    <w:abstractNumId w:val="27"/>
  </w:num>
  <w:num w:numId="3">
    <w:abstractNumId w:val="3"/>
  </w:num>
  <w:num w:numId="4">
    <w:abstractNumId w:val="2"/>
  </w:num>
  <w:num w:numId="5">
    <w:abstractNumId w:val="1"/>
  </w:num>
  <w:num w:numId="6">
    <w:abstractNumId w:val="0"/>
  </w:num>
  <w:num w:numId="7">
    <w:abstractNumId w:val="11"/>
  </w:num>
  <w:num w:numId="8">
    <w:abstractNumId w:val="16"/>
  </w:num>
  <w:num w:numId="9">
    <w:abstractNumId w:val="25"/>
  </w:num>
  <w:num w:numId="10">
    <w:abstractNumId w:val="22"/>
  </w:num>
  <w:num w:numId="11">
    <w:abstractNumId w:val="23"/>
  </w:num>
  <w:num w:numId="12">
    <w:abstractNumId w:val="24"/>
  </w:num>
  <w:num w:numId="13">
    <w:abstractNumId w:val="14"/>
  </w:num>
  <w:num w:numId="14">
    <w:abstractNumId w:val="20"/>
  </w:num>
  <w:num w:numId="15">
    <w:abstractNumId w:val="21"/>
  </w:num>
  <w:num w:numId="16">
    <w:abstractNumId w:val="7"/>
  </w:num>
  <w:num w:numId="17">
    <w:abstractNumId w:val="13"/>
  </w:num>
  <w:num w:numId="18">
    <w:abstractNumId w:val="17"/>
  </w:num>
  <w:num w:numId="19">
    <w:abstractNumId w:val="19"/>
  </w:num>
  <w:num w:numId="20">
    <w:abstractNumId w:val="26"/>
  </w:num>
  <w:num w:numId="21">
    <w:abstractNumId w:val="5"/>
  </w:num>
  <w:num w:numId="22">
    <w:abstractNumId w:val="10"/>
  </w:num>
  <w:num w:numId="23">
    <w:abstractNumId w:val="31"/>
  </w:num>
  <w:num w:numId="24">
    <w:abstractNumId w:val="29"/>
  </w:num>
  <w:num w:numId="25">
    <w:abstractNumId w:val="30"/>
  </w:num>
  <w:num w:numId="26">
    <w:abstractNumId w:val="6"/>
  </w:num>
  <w:num w:numId="27">
    <w:abstractNumId w:val="4"/>
    <w:lvlOverride w:ilvl="0">
      <w:startOverride w:val="4"/>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2"/>
  </w:num>
  <w:num w:numId="32">
    <w:abstractNumId w:val="18"/>
  </w:num>
  <w:num w:numId="33">
    <w:abstractNumId w:val="28"/>
  </w:num>
  <w:num w:numId="34">
    <w:abstractNumId w:val="8"/>
  </w:num>
  <w:num w:numId="35">
    <w:abstractNumId w:val="32"/>
  </w:num>
  <w:num w:numId="36">
    <w:abstractNumId w:val="1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Moves/>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
  <w:rsids>
    <w:rsidRoot w:val="00534FC6"/>
    <w:rsid w:val="00005766"/>
    <w:rsid w:val="00006708"/>
    <w:rsid w:val="00010A1C"/>
    <w:rsid w:val="00012202"/>
    <w:rsid w:val="00013591"/>
    <w:rsid w:val="0001666D"/>
    <w:rsid w:val="000166FD"/>
    <w:rsid w:val="000168BE"/>
    <w:rsid w:val="0001733C"/>
    <w:rsid w:val="00025996"/>
    <w:rsid w:val="00026D9E"/>
    <w:rsid w:val="00031BC5"/>
    <w:rsid w:val="000342F5"/>
    <w:rsid w:val="00037464"/>
    <w:rsid w:val="000415FC"/>
    <w:rsid w:val="000418E5"/>
    <w:rsid w:val="00043891"/>
    <w:rsid w:val="00045ADC"/>
    <w:rsid w:val="00052EF7"/>
    <w:rsid w:val="00053D43"/>
    <w:rsid w:val="000561D6"/>
    <w:rsid w:val="00061531"/>
    <w:rsid w:val="00062571"/>
    <w:rsid w:val="0006692E"/>
    <w:rsid w:val="00070F08"/>
    <w:rsid w:val="0007488E"/>
    <w:rsid w:val="00076D9C"/>
    <w:rsid w:val="0007762C"/>
    <w:rsid w:val="0008142E"/>
    <w:rsid w:val="00082BE1"/>
    <w:rsid w:val="00084B96"/>
    <w:rsid w:val="00085998"/>
    <w:rsid w:val="00090D3D"/>
    <w:rsid w:val="00091892"/>
    <w:rsid w:val="000918C2"/>
    <w:rsid w:val="0009450B"/>
    <w:rsid w:val="0009519F"/>
    <w:rsid w:val="000972FB"/>
    <w:rsid w:val="000A37A3"/>
    <w:rsid w:val="000A3A54"/>
    <w:rsid w:val="000A6B36"/>
    <w:rsid w:val="000A717C"/>
    <w:rsid w:val="000B211A"/>
    <w:rsid w:val="000B2165"/>
    <w:rsid w:val="000B2E0E"/>
    <w:rsid w:val="000B3467"/>
    <w:rsid w:val="000B3D58"/>
    <w:rsid w:val="000C2B3E"/>
    <w:rsid w:val="000C3B06"/>
    <w:rsid w:val="000D1958"/>
    <w:rsid w:val="000D2FB9"/>
    <w:rsid w:val="000E3034"/>
    <w:rsid w:val="000E33BA"/>
    <w:rsid w:val="000E43D2"/>
    <w:rsid w:val="000E46E3"/>
    <w:rsid w:val="000E4718"/>
    <w:rsid w:val="000E517F"/>
    <w:rsid w:val="000E54B6"/>
    <w:rsid w:val="000E71CE"/>
    <w:rsid w:val="000F6465"/>
    <w:rsid w:val="000F66CA"/>
    <w:rsid w:val="000F6A02"/>
    <w:rsid w:val="000F6B0B"/>
    <w:rsid w:val="00102BF4"/>
    <w:rsid w:val="0010442B"/>
    <w:rsid w:val="00107FA2"/>
    <w:rsid w:val="001118CA"/>
    <w:rsid w:val="00111E89"/>
    <w:rsid w:val="00116FC9"/>
    <w:rsid w:val="00120388"/>
    <w:rsid w:val="00125536"/>
    <w:rsid w:val="00125600"/>
    <w:rsid w:val="00130BAE"/>
    <w:rsid w:val="00131178"/>
    <w:rsid w:val="001358AA"/>
    <w:rsid w:val="00135FA0"/>
    <w:rsid w:val="001416EC"/>
    <w:rsid w:val="00143287"/>
    <w:rsid w:val="00145A40"/>
    <w:rsid w:val="00150170"/>
    <w:rsid w:val="0015489D"/>
    <w:rsid w:val="001602D0"/>
    <w:rsid w:val="00161BD1"/>
    <w:rsid w:val="0016750D"/>
    <w:rsid w:val="0017194F"/>
    <w:rsid w:val="00172A58"/>
    <w:rsid w:val="001732A0"/>
    <w:rsid w:val="00174814"/>
    <w:rsid w:val="00176CF1"/>
    <w:rsid w:val="00177662"/>
    <w:rsid w:val="001858F9"/>
    <w:rsid w:val="0019060D"/>
    <w:rsid w:val="00191ABF"/>
    <w:rsid w:val="00191CED"/>
    <w:rsid w:val="001927F5"/>
    <w:rsid w:val="001930CD"/>
    <w:rsid w:val="001949F2"/>
    <w:rsid w:val="00195BD2"/>
    <w:rsid w:val="001A01C7"/>
    <w:rsid w:val="001A0233"/>
    <w:rsid w:val="001A0693"/>
    <w:rsid w:val="001A0C75"/>
    <w:rsid w:val="001A2AC1"/>
    <w:rsid w:val="001A3A0A"/>
    <w:rsid w:val="001A5755"/>
    <w:rsid w:val="001B0089"/>
    <w:rsid w:val="001B25F1"/>
    <w:rsid w:val="001C454C"/>
    <w:rsid w:val="001C59CB"/>
    <w:rsid w:val="001C7F42"/>
    <w:rsid w:val="001D0531"/>
    <w:rsid w:val="001D0776"/>
    <w:rsid w:val="001D16EA"/>
    <w:rsid w:val="001D29A8"/>
    <w:rsid w:val="001D3813"/>
    <w:rsid w:val="001D66B3"/>
    <w:rsid w:val="001D7746"/>
    <w:rsid w:val="001E0BA2"/>
    <w:rsid w:val="001E1B6B"/>
    <w:rsid w:val="001E2A6D"/>
    <w:rsid w:val="001F362B"/>
    <w:rsid w:val="001F7F68"/>
    <w:rsid w:val="002014F0"/>
    <w:rsid w:val="00210246"/>
    <w:rsid w:val="00210DF0"/>
    <w:rsid w:val="00214F23"/>
    <w:rsid w:val="00216B78"/>
    <w:rsid w:val="00221AF5"/>
    <w:rsid w:val="00223256"/>
    <w:rsid w:val="00223A0A"/>
    <w:rsid w:val="00225BC7"/>
    <w:rsid w:val="00230720"/>
    <w:rsid w:val="002322AC"/>
    <w:rsid w:val="00232BFE"/>
    <w:rsid w:val="00236FAE"/>
    <w:rsid w:val="0023714A"/>
    <w:rsid w:val="00240FC4"/>
    <w:rsid w:val="002421CC"/>
    <w:rsid w:val="00242D1E"/>
    <w:rsid w:val="00243D18"/>
    <w:rsid w:val="00245976"/>
    <w:rsid w:val="00246402"/>
    <w:rsid w:val="00252BF7"/>
    <w:rsid w:val="002555C8"/>
    <w:rsid w:val="002642BE"/>
    <w:rsid w:val="00266A59"/>
    <w:rsid w:val="00270403"/>
    <w:rsid w:val="002716E8"/>
    <w:rsid w:val="00271C18"/>
    <w:rsid w:val="002721B5"/>
    <w:rsid w:val="00275953"/>
    <w:rsid w:val="00276A16"/>
    <w:rsid w:val="00280410"/>
    <w:rsid w:val="00284AAD"/>
    <w:rsid w:val="0028792E"/>
    <w:rsid w:val="0029258A"/>
    <w:rsid w:val="00292DCB"/>
    <w:rsid w:val="00293308"/>
    <w:rsid w:val="002946E1"/>
    <w:rsid w:val="00294CAB"/>
    <w:rsid w:val="002A102C"/>
    <w:rsid w:val="002A6A3A"/>
    <w:rsid w:val="002B1459"/>
    <w:rsid w:val="002B2970"/>
    <w:rsid w:val="002B367B"/>
    <w:rsid w:val="002B3E45"/>
    <w:rsid w:val="002B61AE"/>
    <w:rsid w:val="002B6CE5"/>
    <w:rsid w:val="002D47F4"/>
    <w:rsid w:val="002D4F70"/>
    <w:rsid w:val="002D5876"/>
    <w:rsid w:val="002D6546"/>
    <w:rsid w:val="002D6A18"/>
    <w:rsid w:val="002E1166"/>
    <w:rsid w:val="002E243F"/>
    <w:rsid w:val="002E49A2"/>
    <w:rsid w:val="002E53F7"/>
    <w:rsid w:val="002F05AA"/>
    <w:rsid w:val="002F3A05"/>
    <w:rsid w:val="002F40DE"/>
    <w:rsid w:val="002F5BED"/>
    <w:rsid w:val="002F6B4E"/>
    <w:rsid w:val="003010E8"/>
    <w:rsid w:val="00305414"/>
    <w:rsid w:val="00314127"/>
    <w:rsid w:val="00316B8A"/>
    <w:rsid w:val="00321455"/>
    <w:rsid w:val="00321B0D"/>
    <w:rsid w:val="00324CA8"/>
    <w:rsid w:val="0032516F"/>
    <w:rsid w:val="003256FB"/>
    <w:rsid w:val="0032658C"/>
    <w:rsid w:val="00332D1F"/>
    <w:rsid w:val="00335178"/>
    <w:rsid w:val="00335398"/>
    <w:rsid w:val="00340D01"/>
    <w:rsid w:val="00342485"/>
    <w:rsid w:val="00343AB9"/>
    <w:rsid w:val="00345D52"/>
    <w:rsid w:val="003478BF"/>
    <w:rsid w:val="00354C64"/>
    <w:rsid w:val="003601DE"/>
    <w:rsid w:val="00360F57"/>
    <w:rsid w:val="00361CD0"/>
    <w:rsid w:val="00362090"/>
    <w:rsid w:val="0036363C"/>
    <w:rsid w:val="0036704F"/>
    <w:rsid w:val="003670BA"/>
    <w:rsid w:val="00370959"/>
    <w:rsid w:val="00371AA9"/>
    <w:rsid w:val="00371B0B"/>
    <w:rsid w:val="00372E0B"/>
    <w:rsid w:val="00374439"/>
    <w:rsid w:val="00377FEC"/>
    <w:rsid w:val="003813BB"/>
    <w:rsid w:val="00383253"/>
    <w:rsid w:val="0038462D"/>
    <w:rsid w:val="003864FA"/>
    <w:rsid w:val="0038720B"/>
    <w:rsid w:val="00391EDF"/>
    <w:rsid w:val="00393F0D"/>
    <w:rsid w:val="00395544"/>
    <w:rsid w:val="00396D26"/>
    <w:rsid w:val="003A1B46"/>
    <w:rsid w:val="003A1FDB"/>
    <w:rsid w:val="003A4D3F"/>
    <w:rsid w:val="003A5357"/>
    <w:rsid w:val="003A6F80"/>
    <w:rsid w:val="003B1D90"/>
    <w:rsid w:val="003B4753"/>
    <w:rsid w:val="003B65D8"/>
    <w:rsid w:val="003B6EF5"/>
    <w:rsid w:val="003C3C62"/>
    <w:rsid w:val="003C477B"/>
    <w:rsid w:val="003D0F61"/>
    <w:rsid w:val="003D38A0"/>
    <w:rsid w:val="003D669C"/>
    <w:rsid w:val="003D73F7"/>
    <w:rsid w:val="003D7B86"/>
    <w:rsid w:val="003E08FB"/>
    <w:rsid w:val="003E1B16"/>
    <w:rsid w:val="003E4476"/>
    <w:rsid w:val="003E5EE1"/>
    <w:rsid w:val="003E65EA"/>
    <w:rsid w:val="00400463"/>
    <w:rsid w:val="00403522"/>
    <w:rsid w:val="00403F19"/>
    <w:rsid w:val="0040776E"/>
    <w:rsid w:val="00410185"/>
    <w:rsid w:val="00413CC0"/>
    <w:rsid w:val="004148F5"/>
    <w:rsid w:val="00415094"/>
    <w:rsid w:val="00415D42"/>
    <w:rsid w:val="00420FD5"/>
    <w:rsid w:val="00422410"/>
    <w:rsid w:val="004240BD"/>
    <w:rsid w:val="004267F4"/>
    <w:rsid w:val="004269DB"/>
    <w:rsid w:val="00431ECB"/>
    <w:rsid w:val="00432CB1"/>
    <w:rsid w:val="00433F23"/>
    <w:rsid w:val="00435797"/>
    <w:rsid w:val="004364F7"/>
    <w:rsid w:val="00437671"/>
    <w:rsid w:val="0044091F"/>
    <w:rsid w:val="0046108D"/>
    <w:rsid w:val="0046602F"/>
    <w:rsid w:val="004667F3"/>
    <w:rsid w:val="00466AFD"/>
    <w:rsid w:val="00467525"/>
    <w:rsid w:val="0046792F"/>
    <w:rsid w:val="00473CF6"/>
    <w:rsid w:val="004741DD"/>
    <w:rsid w:val="0047445F"/>
    <w:rsid w:val="004745FA"/>
    <w:rsid w:val="00476753"/>
    <w:rsid w:val="0048023B"/>
    <w:rsid w:val="004847C2"/>
    <w:rsid w:val="00484D0C"/>
    <w:rsid w:val="00486679"/>
    <w:rsid w:val="0048707B"/>
    <w:rsid w:val="004A0264"/>
    <w:rsid w:val="004A053E"/>
    <w:rsid w:val="004A076D"/>
    <w:rsid w:val="004A2707"/>
    <w:rsid w:val="004A30FF"/>
    <w:rsid w:val="004A3852"/>
    <w:rsid w:val="004A455A"/>
    <w:rsid w:val="004A4FE4"/>
    <w:rsid w:val="004A5ACC"/>
    <w:rsid w:val="004A5D7A"/>
    <w:rsid w:val="004A71A8"/>
    <w:rsid w:val="004B0A4A"/>
    <w:rsid w:val="004B329B"/>
    <w:rsid w:val="004B54E6"/>
    <w:rsid w:val="004C3C82"/>
    <w:rsid w:val="004C79F6"/>
    <w:rsid w:val="004E220A"/>
    <w:rsid w:val="004E5C45"/>
    <w:rsid w:val="004E7534"/>
    <w:rsid w:val="004F0FDF"/>
    <w:rsid w:val="004F1016"/>
    <w:rsid w:val="004F19C1"/>
    <w:rsid w:val="004F5698"/>
    <w:rsid w:val="004F790C"/>
    <w:rsid w:val="00502E18"/>
    <w:rsid w:val="00511A7C"/>
    <w:rsid w:val="00514613"/>
    <w:rsid w:val="0051706D"/>
    <w:rsid w:val="00521C81"/>
    <w:rsid w:val="00523563"/>
    <w:rsid w:val="00524434"/>
    <w:rsid w:val="00524C9A"/>
    <w:rsid w:val="00527638"/>
    <w:rsid w:val="00531115"/>
    <w:rsid w:val="00531426"/>
    <w:rsid w:val="00531769"/>
    <w:rsid w:val="00532353"/>
    <w:rsid w:val="0053484F"/>
    <w:rsid w:val="00534A3C"/>
    <w:rsid w:val="00534FC6"/>
    <w:rsid w:val="005405B4"/>
    <w:rsid w:val="005517FA"/>
    <w:rsid w:val="005536B5"/>
    <w:rsid w:val="005550DA"/>
    <w:rsid w:val="005561B4"/>
    <w:rsid w:val="00556787"/>
    <w:rsid w:val="00557928"/>
    <w:rsid w:val="00562863"/>
    <w:rsid w:val="00562D35"/>
    <w:rsid w:val="00564C63"/>
    <w:rsid w:val="00566A8C"/>
    <w:rsid w:val="0056782F"/>
    <w:rsid w:val="0057061D"/>
    <w:rsid w:val="0057126F"/>
    <w:rsid w:val="00571807"/>
    <w:rsid w:val="005725D3"/>
    <w:rsid w:val="00575816"/>
    <w:rsid w:val="00575972"/>
    <w:rsid w:val="00575F54"/>
    <w:rsid w:val="005763A4"/>
    <w:rsid w:val="0058184D"/>
    <w:rsid w:val="005820AE"/>
    <w:rsid w:val="00584E98"/>
    <w:rsid w:val="00585ACF"/>
    <w:rsid w:val="005874CB"/>
    <w:rsid w:val="005874EA"/>
    <w:rsid w:val="00590129"/>
    <w:rsid w:val="0059253A"/>
    <w:rsid w:val="00592542"/>
    <w:rsid w:val="00593414"/>
    <w:rsid w:val="00594777"/>
    <w:rsid w:val="00596376"/>
    <w:rsid w:val="00597E6B"/>
    <w:rsid w:val="005A0773"/>
    <w:rsid w:val="005A31AF"/>
    <w:rsid w:val="005A5334"/>
    <w:rsid w:val="005B0EF4"/>
    <w:rsid w:val="005B541C"/>
    <w:rsid w:val="005B581E"/>
    <w:rsid w:val="005B5DAC"/>
    <w:rsid w:val="005B7F2F"/>
    <w:rsid w:val="005C0EDF"/>
    <w:rsid w:val="005C1D33"/>
    <w:rsid w:val="005C1E01"/>
    <w:rsid w:val="005C54F6"/>
    <w:rsid w:val="005D17CE"/>
    <w:rsid w:val="005D5965"/>
    <w:rsid w:val="005D5E59"/>
    <w:rsid w:val="005E1C51"/>
    <w:rsid w:val="005E548A"/>
    <w:rsid w:val="005F49EF"/>
    <w:rsid w:val="005F7AD5"/>
    <w:rsid w:val="00602903"/>
    <w:rsid w:val="00602EDD"/>
    <w:rsid w:val="0060395B"/>
    <w:rsid w:val="00606399"/>
    <w:rsid w:val="00607643"/>
    <w:rsid w:val="00613674"/>
    <w:rsid w:val="0061396D"/>
    <w:rsid w:val="006139D6"/>
    <w:rsid w:val="0061510C"/>
    <w:rsid w:val="00620669"/>
    <w:rsid w:val="00621D4D"/>
    <w:rsid w:val="00622A57"/>
    <w:rsid w:val="00623FFE"/>
    <w:rsid w:val="006245CA"/>
    <w:rsid w:val="00624712"/>
    <w:rsid w:val="00626D6B"/>
    <w:rsid w:val="00626E38"/>
    <w:rsid w:val="00631DC3"/>
    <w:rsid w:val="00632708"/>
    <w:rsid w:val="00634F72"/>
    <w:rsid w:val="00635DD4"/>
    <w:rsid w:val="0063653E"/>
    <w:rsid w:val="006467C6"/>
    <w:rsid w:val="00647CE0"/>
    <w:rsid w:val="00651361"/>
    <w:rsid w:val="0065167D"/>
    <w:rsid w:val="00652355"/>
    <w:rsid w:val="006526C6"/>
    <w:rsid w:val="006529C3"/>
    <w:rsid w:val="006531D4"/>
    <w:rsid w:val="00656B7E"/>
    <w:rsid w:val="006616BB"/>
    <w:rsid w:val="00661D63"/>
    <w:rsid w:val="006638AD"/>
    <w:rsid w:val="00664E1A"/>
    <w:rsid w:val="00667890"/>
    <w:rsid w:val="00670ABC"/>
    <w:rsid w:val="006720D9"/>
    <w:rsid w:val="00674E4A"/>
    <w:rsid w:val="0068026D"/>
    <w:rsid w:val="0068030C"/>
    <w:rsid w:val="00686AD2"/>
    <w:rsid w:val="0069192A"/>
    <w:rsid w:val="0069293A"/>
    <w:rsid w:val="00692F1B"/>
    <w:rsid w:val="006A01CE"/>
    <w:rsid w:val="006A4235"/>
    <w:rsid w:val="006A43C5"/>
    <w:rsid w:val="006A4B54"/>
    <w:rsid w:val="006A7439"/>
    <w:rsid w:val="006A76B5"/>
    <w:rsid w:val="006B0F19"/>
    <w:rsid w:val="006B11C6"/>
    <w:rsid w:val="006B19F4"/>
    <w:rsid w:val="006C111A"/>
    <w:rsid w:val="006C6609"/>
    <w:rsid w:val="006D022D"/>
    <w:rsid w:val="006D0847"/>
    <w:rsid w:val="006D3533"/>
    <w:rsid w:val="006D4EA4"/>
    <w:rsid w:val="006E4966"/>
    <w:rsid w:val="006E523C"/>
    <w:rsid w:val="006E549F"/>
    <w:rsid w:val="006E64CE"/>
    <w:rsid w:val="006E68AF"/>
    <w:rsid w:val="006E7941"/>
    <w:rsid w:val="006F1FB5"/>
    <w:rsid w:val="006F39FE"/>
    <w:rsid w:val="006F550E"/>
    <w:rsid w:val="006F782A"/>
    <w:rsid w:val="00700C2F"/>
    <w:rsid w:val="007071E4"/>
    <w:rsid w:val="0071062F"/>
    <w:rsid w:val="007153C0"/>
    <w:rsid w:val="00715437"/>
    <w:rsid w:val="00715A41"/>
    <w:rsid w:val="00723755"/>
    <w:rsid w:val="00727D55"/>
    <w:rsid w:val="0073093A"/>
    <w:rsid w:val="00732967"/>
    <w:rsid w:val="007350BD"/>
    <w:rsid w:val="0073523A"/>
    <w:rsid w:val="007374DD"/>
    <w:rsid w:val="00741166"/>
    <w:rsid w:val="00742EB2"/>
    <w:rsid w:val="00744CF5"/>
    <w:rsid w:val="00747699"/>
    <w:rsid w:val="00764BA2"/>
    <w:rsid w:val="0077657C"/>
    <w:rsid w:val="007777BD"/>
    <w:rsid w:val="00791091"/>
    <w:rsid w:val="007915DA"/>
    <w:rsid w:val="00793632"/>
    <w:rsid w:val="00796638"/>
    <w:rsid w:val="007972C1"/>
    <w:rsid w:val="007A0E22"/>
    <w:rsid w:val="007A2461"/>
    <w:rsid w:val="007A5691"/>
    <w:rsid w:val="007A7F81"/>
    <w:rsid w:val="007B0556"/>
    <w:rsid w:val="007B0B56"/>
    <w:rsid w:val="007B0D86"/>
    <w:rsid w:val="007B45FA"/>
    <w:rsid w:val="007B7E0B"/>
    <w:rsid w:val="007C026C"/>
    <w:rsid w:val="007C09B0"/>
    <w:rsid w:val="007C0EAC"/>
    <w:rsid w:val="007C0FE8"/>
    <w:rsid w:val="007C2086"/>
    <w:rsid w:val="007C29F1"/>
    <w:rsid w:val="007C6A30"/>
    <w:rsid w:val="007C6A53"/>
    <w:rsid w:val="007C7ECF"/>
    <w:rsid w:val="007D0228"/>
    <w:rsid w:val="007D62B5"/>
    <w:rsid w:val="007E0FFC"/>
    <w:rsid w:val="007E2088"/>
    <w:rsid w:val="007E5D99"/>
    <w:rsid w:val="007F37B5"/>
    <w:rsid w:val="007F3AC3"/>
    <w:rsid w:val="007F5FFE"/>
    <w:rsid w:val="00801974"/>
    <w:rsid w:val="0080276D"/>
    <w:rsid w:val="00803D4C"/>
    <w:rsid w:val="00806453"/>
    <w:rsid w:val="0081006C"/>
    <w:rsid w:val="00810F96"/>
    <w:rsid w:val="0082767B"/>
    <w:rsid w:val="00833CA1"/>
    <w:rsid w:val="008361F3"/>
    <w:rsid w:val="008430E8"/>
    <w:rsid w:val="00843333"/>
    <w:rsid w:val="00843C16"/>
    <w:rsid w:val="00846DB1"/>
    <w:rsid w:val="00852F1E"/>
    <w:rsid w:val="00855BB8"/>
    <w:rsid w:val="0085706A"/>
    <w:rsid w:val="00861039"/>
    <w:rsid w:val="008620B3"/>
    <w:rsid w:val="008624DC"/>
    <w:rsid w:val="00862CA6"/>
    <w:rsid w:val="0086656A"/>
    <w:rsid w:val="00870606"/>
    <w:rsid w:val="008743EA"/>
    <w:rsid w:val="008749B1"/>
    <w:rsid w:val="00875B75"/>
    <w:rsid w:val="00881E48"/>
    <w:rsid w:val="0088285B"/>
    <w:rsid w:val="00882F47"/>
    <w:rsid w:val="008876FC"/>
    <w:rsid w:val="00893AAF"/>
    <w:rsid w:val="0089520C"/>
    <w:rsid w:val="00895B3E"/>
    <w:rsid w:val="008A0B2C"/>
    <w:rsid w:val="008A2C1D"/>
    <w:rsid w:val="008A3943"/>
    <w:rsid w:val="008A6E0E"/>
    <w:rsid w:val="008B0BFF"/>
    <w:rsid w:val="008C0533"/>
    <w:rsid w:val="008C24D4"/>
    <w:rsid w:val="008C5A70"/>
    <w:rsid w:val="008C6304"/>
    <w:rsid w:val="008D19FB"/>
    <w:rsid w:val="008D1F14"/>
    <w:rsid w:val="008D573A"/>
    <w:rsid w:val="008D62EA"/>
    <w:rsid w:val="008D77CA"/>
    <w:rsid w:val="008D7F28"/>
    <w:rsid w:val="008E34BA"/>
    <w:rsid w:val="008E56A3"/>
    <w:rsid w:val="008F3191"/>
    <w:rsid w:val="008F4B83"/>
    <w:rsid w:val="0090150F"/>
    <w:rsid w:val="00902291"/>
    <w:rsid w:val="00913A1C"/>
    <w:rsid w:val="00915B98"/>
    <w:rsid w:val="00916273"/>
    <w:rsid w:val="009205E5"/>
    <w:rsid w:val="009242CE"/>
    <w:rsid w:val="009250E0"/>
    <w:rsid w:val="00925D8E"/>
    <w:rsid w:val="00926C0F"/>
    <w:rsid w:val="00930AA0"/>
    <w:rsid w:val="00933325"/>
    <w:rsid w:val="00933482"/>
    <w:rsid w:val="00934B98"/>
    <w:rsid w:val="00936764"/>
    <w:rsid w:val="00942E4E"/>
    <w:rsid w:val="00947875"/>
    <w:rsid w:val="009522E3"/>
    <w:rsid w:val="00966AC2"/>
    <w:rsid w:val="00970475"/>
    <w:rsid w:val="009732F7"/>
    <w:rsid w:val="00976DB9"/>
    <w:rsid w:val="00976EAA"/>
    <w:rsid w:val="009938B5"/>
    <w:rsid w:val="0099725D"/>
    <w:rsid w:val="009A2BF1"/>
    <w:rsid w:val="009A373D"/>
    <w:rsid w:val="009A5852"/>
    <w:rsid w:val="009A66E7"/>
    <w:rsid w:val="009B02E2"/>
    <w:rsid w:val="009B1095"/>
    <w:rsid w:val="009B1324"/>
    <w:rsid w:val="009B1B84"/>
    <w:rsid w:val="009C69AA"/>
    <w:rsid w:val="009C7445"/>
    <w:rsid w:val="009D2244"/>
    <w:rsid w:val="009D2744"/>
    <w:rsid w:val="009D3BDC"/>
    <w:rsid w:val="009D6CFF"/>
    <w:rsid w:val="009D7E99"/>
    <w:rsid w:val="009E2459"/>
    <w:rsid w:val="009E3593"/>
    <w:rsid w:val="009E5A1F"/>
    <w:rsid w:val="009F0A8D"/>
    <w:rsid w:val="009F1E20"/>
    <w:rsid w:val="009F4AFA"/>
    <w:rsid w:val="009F7B8C"/>
    <w:rsid w:val="00A018A2"/>
    <w:rsid w:val="00A01B38"/>
    <w:rsid w:val="00A021A3"/>
    <w:rsid w:val="00A03753"/>
    <w:rsid w:val="00A05E7B"/>
    <w:rsid w:val="00A06CEA"/>
    <w:rsid w:val="00A138F7"/>
    <w:rsid w:val="00A16081"/>
    <w:rsid w:val="00A222DC"/>
    <w:rsid w:val="00A26B99"/>
    <w:rsid w:val="00A27DC6"/>
    <w:rsid w:val="00A32BE6"/>
    <w:rsid w:val="00A34E34"/>
    <w:rsid w:val="00A36183"/>
    <w:rsid w:val="00A44625"/>
    <w:rsid w:val="00A46FDD"/>
    <w:rsid w:val="00A5032E"/>
    <w:rsid w:val="00A533D5"/>
    <w:rsid w:val="00A54A87"/>
    <w:rsid w:val="00A54EBB"/>
    <w:rsid w:val="00A575EA"/>
    <w:rsid w:val="00A623F1"/>
    <w:rsid w:val="00A62572"/>
    <w:rsid w:val="00A626A6"/>
    <w:rsid w:val="00A64607"/>
    <w:rsid w:val="00A651D0"/>
    <w:rsid w:val="00A65312"/>
    <w:rsid w:val="00A6678A"/>
    <w:rsid w:val="00A67030"/>
    <w:rsid w:val="00A70087"/>
    <w:rsid w:val="00A70771"/>
    <w:rsid w:val="00A74237"/>
    <w:rsid w:val="00A84AE5"/>
    <w:rsid w:val="00A84F70"/>
    <w:rsid w:val="00A86636"/>
    <w:rsid w:val="00A8709B"/>
    <w:rsid w:val="00A87AF5"/>
    <w:rsid w:val="00A95E3A"/>
    <w:rsid w:val="00A97848"/>
    <w:rsid w:val="00A97D8A"/>
    <w:rsid w:val="00AA0197"/>
    <w:rsid w:val="00AA0B1B"/>
    <w:rsid w:val="00AA146E"/>
    <w:rsid w:val="00AA565B"/>
    <w:rsid w:val="00AA57C2"/>
    <w:rsid w:val="00AA796B"/>
    <w:rsid w:val="00AB09D9"/>
    <w:rsid w:val="00AB284F"/>
    <w:rsid w:val="00AB2BC6"/>
    <w:rsid w:val="00AB5898"/>
    <w:rsid w:val="00AB71C9"/>
    <w:rsid w:val="00AC034D"/>
    <w:rsid w:val="00AC64BF"/>
    <w:rsid w:val="00AC6A6B"/>
    <w:rsid w:val="00AC7C85"/>
    <w:rsid w:val="00AD0BAF"/>
    <w:rsid w:val="00AD31E7"/>
    <w:rsid w:val="00AD7261"/>
    <w:rsid w:val="00AD761F"/>
    <w:rsid w:val="00AE526C"/>
    <w:rsid w:val="00AE698F"/>
    <w:rsid w:val="00AE775B"/>
    <w:rsid w:val="00AF2AFA"/>
    <w:rsid w:val="00B0244D"/>
    <w:rsid w:val="00B0551F"/>
    <w:rsid w:val="00B05DD3"/>
    <w:rsid w:val="00B06103"/>
    <w:rsid w:val="00B1104C"/>
    <w:rsid w:val="00B1265F"/>
    <w:rsid w:val="00B13ED7"/>
    <w:rsid w:val="00B145FF"/>
    <w:rsid w:val="00B15407"/>
    <w:rsid w:val="00B225BA"/>
    <w:rsid w:val="00B24BDE"/>
    <w:rsid w:val="00B31ED5"/>
    <w:rsid w:val="00B36C47"/>
    <w:rsid w:val="00B402F2"/>
    <w:rsid w:val="00B45152"/>
    <w:rsid w:val="00B51854"/>
    <w:rsid w:val="00B636BA"/>
    <w:rsid w:val="00B63753"/>
    <w:rsid w:val="00B64359"/>
    <w:rsid w:val="00B64A76"/>
    <w:rsid w:val="00B64A9F"/>
    <w:rsid w:val="00B64F06"/>
    <w:rsid w:val="00B67493"/>
    <w:rsid w:val="00B73111"/>
    <w:rsid w:val="00B75F87"/>
    <w:rsid w:val="00B76DA5"/>
    <w:rsid w:val="00B856D2"/>
    <w:rsid w:val="00B87CEE"/>
    <w:rsid w:val="00B87F73"/>
    <w:rsid w:val="00B92EDA"/>
    <w:rsid w:val="00B92FEC"/>
    <w:rsid w:val="00BA422F"/>
    <w:rsid w:val="00BA5EF1"/>
    <w:rsid w:val="00BB2400"/>
    <w:rsid w:val="00BB7214"/>
    <w:rsid w:val="00BC017C"/>
    <w:rsid w:val="00BC175B"/>
    <w:rsid w:val="00BC369A"/>
    <w:rsid w:val="00BC6317"/>
    <w:rsid w:val="00BC6EFC"/>
    <w:rsid w:val="00BC7086"/>
    <w:rsid w:val="00BD1AC5"/>
    <w:rsid w:val="00BD294D"/>
    <w:rsid w:val="00BD4AAE"/>
    <w:rsid w:val="00BD74AE"/>
    <w:rsid w:val="00BF1B38"/>
    <w:rsid w:val="00BF3813"/>
    <w:rsid w:val="00BF3DF2"/>
    <w:rsid w:val="00BF48DB"/>
    <w:rsid w:val="00BF496E"/>
    <w:rsid w:val="00BF4C8B"/>
    <w:rsid w:val="00BF5C40"/>
    <w:rsid w:val="00BF640D"/>
    <w:rsid w:val="00C0071E"/>
    <w:rsid w:val="00C01FAF"/>
    <w:rsid w:val="00C128F2"/>
    <w:rsid w:val="00C14122"/>
    <w:rsid w:val="00C163C7"/>
    <w:rsid w:val="00C2242A"/>
    <w:rsid w:val="00C2382A"/>
    <w:rsid w:val="00C23B79"/>
    <w:rsid w:val="00C26494"/>
    <w:rsid w:val="00C2741D"/>
    <w:rsid w:val="00C30B57"/>
    <w:rsid w:val="00C32B8B"/>
    <w:rsid w:val="00C3467C"/>
    <w:rsid w:val="00C34A60"/>
    <w:rsid w:val="00C3696E"/>
    <w:rsid w:val="00C36A72"/>
    <w:rsid w:val="00C41814"/>
    <w:rsid w:val="00C43624"/>
    <w:rsid w:val="00C438F4"/>
    <w:rsid w:val="00C4468F"/>
    <w:rsid w:val="00C5023E"/>
    <w:rsid w:val="00C52D4C"/>
    <w:rsid w:val="00C5543D"/>
    <w:rsid w:val="00C55B92"/>
    <w:rsid w:val="00C57678"/>
    <w:rsid w:val="00C70570"/>
    <w:rsid w:val="00C7172B"/>
    <w:rsid w:val="00C728A9"/>
    <w:rsid w:val="00C72F6F"/>
    <w:rsid w:val="00C737D4"/>
    <w:rsid w:val="00C74D21"/>
    <w:rsid w:val="00C77CD3"/>
    <w:rsid w:val="00C800DB"/>
    <w:rsid w:val="00C8168B"/>
    <w:rsid w:val="00C86B03"/>
    <w:rsid w:val="00C87005"/>
    <w:rsid w:val="00C90483"/>
    <w:rsid w:val="00C90636"/>
    <w:rsid w:val="00C93770"/>
    <w:rsid w:val="00C975B0"/>
    <w:rsid w:val="00CA12F4"/>
    <w:rsid w:val="00CA19A7"/>
    <w:rsid w:val="00CA7179"/>
    <w:rsid w:val="00CB0725"/>
    <w:rsid w:val="00CB12BE"/>
    <w:rsid w:val="00CC05B1"/>
    <w:rsid w:val="00CC171A"/>
    <w:rsid w:val="00CC19B0"/>
    <w:rsid w:val="00CC1DE0"/>
    <w:rsid w:val="00CC25BB"/>
    <w:rsid w:val="00CC4AB5"/>
    <w:rsid w:val="00CC5FCA"/>
    <w:rsid w:val="00CD0639"/>
    <w:rsid w:val="00CD4465"/>
    <w:rsid w:val="00CD4C06"/>
    <w:rsid w:val="00CD50F2"/>
    <w:rsid w:val="00CD51CF"/>
    <w:rsid w:val="00CD692F"/>
    <w:rsid w:val="00CE7B3F"/>
    <w:rsid w:val="00CF1E4E"/>
    <w:rsid w:val="00CF4583"/>
    <w:rsid w:val="00D003D2"/>
    <w:rsid w:val="00D00996"/>
    <w:rsid w:val="00D04916"/>
    <w:rsid w:val="00D0576E"/>
    <w:rsid w:val="00D07429"/>
    <w:rsid w:val="00D07438"/>
    <w:rsid w:val="00D102BD"/>
    <w:rsid w:val="00D10400"/>
    <w:rsid w:val="00D14E25"/>
    <w:rsid w:val="00D207D7"/>
    <w:rsid w:val="00D20958"/>
    <w:rsid w:val="00D21D5D"/>
    <w:rsid w:val="00D246F5"/>
    <w:rsid w:val="00D30CDC"/>
    <w:rsid w:val="00D350B3"/>
    <w:rsid w:val="00D35FD3"/>
    <w:rsid w:val="00D40AC9"/>
    <w:rsid w:val="00D42967"/>
    <w:rsid w:val="00D42AAE"/>
    <w:rsid w:val="00D445AC"/>
    <w:rsid w:val="00D45E24"/>
    <w:rsid w:val="00D51630"/>
    <w:rsid w:val="00D555A8"/>
    <w:rsid w:val="00D575AA"/>
    <w:rsid w:val="00D5794B"/>
    <w:rsid w:val="00D605EB"/>
    <w:rsid w:val="00D67092"/>
    <w:rsid w:val="00D67885"/>
    <w:rsid w:val="00D70224"/>
    <w:rsid w:val="00D7121E"/>
    <w:rsid w:val="00D72344"/>
    <w:rsid w:val="00D7239C"/>
    <w:rsid w:val="00D75F22"/>
    <w:rsid w:val="00D7652A"/>
    <w:rsid w:val="00D81F24"/>
    <w:rsid w:val="00D825EC"/>
    <w:rsid w:val="00D86688"/>
    <w:rsid w:val="00D8730F"/>
    <w:rsid w:val="00D875BF"/>
    <w:rsid w:val="00D908D9"/>
    <w:rsid w:val="00DA0A7F"/>
    <w:rsid w:val="00DA281C"/>
    <w:rsid w:val="00DA2C04"/>
    <w:rsid w:val="00DA3C3E"/>
    <w:rsid w:val="00DA5249"/>
    <w:rsid w:val="00DB0927"/>
    <w:rsid w:val="00DB4B0A"/>
    <w:rsid w:val="00DC23C5"/>
    <w:rsid w:val="00DD0FB0"/>
    <w:rsid w:val="00DD16F2"/>
    <w:rsid w:val="00DD27F0"/>
    <w:rsid w:val="00DD2D62"/>
    <w:rsid w:val="00DD65E7"/>
    <w:rsid w:val="00DD6DF1"/>
    <w:rsid w:val="00DD74B7"/>
    <w:rsid w:val="00DE2862"/>
    <w:rsid w:val="00DE36ED"/>
    <w:rsid w:val="00DE4311"/>
    <w:rsid w:val="00DF1B73"/>
    <w:rsid w:val="00DF1CC2"/>
    <w:rsid w:val="00DF239C"/>
    <w:rsid w:val="00DF2BA0"/>
    <w:rsid w:val="00DF3CEA"/>
    <w:rsid w:val="00DF5D34"/>
    <w:rsid w:val="00DF5E3F"/>
    <w:rsid w:val="00E0094A"/>
    <w:rsid w:val="00E00B6D"/>
    <w:rsid w:val="00E02439"/>
    <w:rsid w:val="00E02921"/>
    <w:rsid w:val="00E02C70"/>
    <w:rsid w:val="00E02D0E"/>
    <w:rsid w:val="00E041DF"/>
    <w:rsid w:val="00E04273"/>
    <w:rsid w:val="00E054E0"/>
    <w:rsid w:val="00E115E8"/>
    <w:rsid w:val="00E15DD0"/>
    <w:rsid w:val="00E15F8E"/>
    <w:rsid w:val="00E16BA0"/>
    <w:rsid w:val="00E225A9"/>
    <w:rsid w:val="00E4164F"/>
    <w:rsid w:val="00E5029E"/>
    <w:rsid w:val="00E53E5F"/>
    <w:rsid w:val="00E55AEE"/>
    <w:rsid w:val="00E57856"/>
    <w:rsid w:val="00E606FE"/>
    <w:rsid w:val="00E65154"/>
    <w:rsid w:val="00E70D97"/>
    <w:rsid w:val="00E718E7"/>
    <w:rsid w:val="00E74FDA"/>
    <w:rsid w:val="00E77DCC"/>
    <w:rsid w:val="00E81B64"/>
    <w:rsid w:val="00E82B7E"/>
    <w:rsid w:val="00E8646A"/>
    <w:rsid w:val="00E86F0C"/>
    <w:rsid w:val="00E876CF"/>
    <w:rsid w:val="00E87849"/>
    <w:rsid w:val="00E93011"/>
    <w:rsid w:val="00E93E0B"/>
    <w:rsid w:val="00E9450E"/>
    <w:rsid w:val="00E95AB0"/>
    <w:rsid w:val="00EA1506"/>
    <w:rsid w:val="00EA16D6"/>
    <w:rsid w:val="00EA3B27"/>
    <w:rsid w:val="00EA6D1D"/>
    <w:rsid w:val="00EA7EF5"/>
    <w:rsid w:val="00EB0246"/>
    <w:rsid w:val="00EB2D3F"/>
    <w:rsid w:val="00EB342F"/>
    <w:rsid w:val="00EC4A4B"/>
    <w:rsid w:val="00EE3FBC"/>
    <w:rsid w:val="00EE5172"/>
    <w:rsid w:val="00EF1B50"/>
    <w:rsid w:val="00EF51D2"/>
    <w:rsid w:val="00EF56E4"/>
    <w:rsid w:val="00F00025"/>
    <w:rsid w:val="00F02C2B"/>
    <w:rsid w:val="00F066B1"/>
    <w:rsid w:val="00F06B15"/>
    <w:rsid w:val="00F103BD"/>
    <w:rsid w:val="00F11E51"/>
    <w:rsid w:val="00F12EB7"/>
    <w:rsid w:val="00F13B5A"/>
    <w:rsid w:val="00F1530D"/>
    <w:rsid w:val="00F15BBF"/>
    <w:rsid w:val="00F25E68"/>
    <w:rsid w:val="00F26F69"/>
    <w:rsid w:val="00F3248C"/>
    <w:rsid w:val="00F325AE"/>
    <w:rsid w:val="00F33A3E"/>
    <w:rsid w:val="00F35746"/>
    <w:rsid w:val="00F358EF"/>
    <w:rsid w:val="00F37255"/>
    <w:rsid w:val="00F378A5"/>
    <w:rsid w:val="00F4012A"/>
    <w:rsid w:val="00F4079E"/>
    <w:rsid w:val="00F4160B"/>
    <w:rsid w:val="00F43CD9"/>
    <w:rsid w:val="00F44B4E"/>
    <w:rsid w:val="00F44B9F"/>
    <w:rsid w:val="00F45134"/>
    <w:rsid w:val="00F46444"/>
    <w:rsid w:val="00F46E11"/>
    <w:rsid w:val="00F4715F"/>
    <w:rsid w:val="00F506AD"/>
    <w:rsid w:val="00F52D57"/>
    <w:rsid w:val="00F52DB0"/>
    <w:rsid w:val="00F552C8"/>
    <w:rsid w:val="00F552EE"/>
    <w:rsid w:val="00F55844"/>
    <w:rsid w:val="00F56168"/>
    <w:rsid w:val="00F6160C"/>
    <w:rsid w:val="00F61B7A"/>
    <w:rsid w:val="00F61E4F"/>
    <w:rsid w:val="00F638C1"/>
    <w:rsid w:val="00F66A40"/>
    <w:rsid w:val="00F67410"/>
    <w:rsid w:val="00F72046"/>
    <w:rsid w:val="00F72BFD"/>
    <w:rsid w:val="00F73CEC"/>
    <w:rsid w:val="00F74977"/>
    <w:rsid w:val="00F7499B"/>
    <w:rsid w:val="00F82F95"/>
    <w:rsid w:val="00F8787C"/>
    <w:rsid w:val="00F87E20"/>
    <w:rsid w:val="00F90BE1"/>
    <w:rsid w:val="00F92CEA"/>
    <w:rsid w:val="00F94E39"/>
    <w:rsid w:val="00F95623"/>
    <w:rsid w:val="00F97DF0"/>
    <w:rsid w:val="00FA2D7B"/>
    <w:rsid w:val="00FA3C6B"/>
    <w:rsid w:val="00FA40B6"/>
    <w:rsid w:val="00FA4628"/>
    <w:rsid w:val="00FA5799"/>
    <w:rsid w:val="00FA61BE"/>
    <w:rsid w:val="00FA6F1B"/>
    <w:rsid w:val="00FA7D49"/>
    <w:rsid w:val="00FB096D"/>
    <w:rsid w:val="00FB1277"/>
    <w:rsid w:val="00FB1CC2"/>
    <w:rsid w:val="00FB45AF"/>
    <w:rsid w:val="00FB6CF2"/>
    <w:rsid w:val="00FC4656"/>
    <w:rsid w:val="00FC55ED"/>
    <w:rsid w:val="00FC5ECA"/>
    <w:rsid w:val="00FD0D77"/>
    <w:rsid w:val="00FD6BB5"/>
    <w:rsid w:val="00FE02EF"/>
    <w:rsid w:val="00FE315B"/>
    <w:rsid w:val="00FE3CE3"/>
    <w:rsid w:val="00FE3E32"/>
    <w:rsid w:val="00FE7AEE"/>
    <w:rsid w:val="00FF7015"/>
    <w:rsid w:val="00FF751B"/>
    <w:rsid w:val="00FF75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B9F7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0" w:defSemiHidden="0" w:defUnhideWhenUsed="0" w:defQFormat="0" w:count="276">
    <w:lsdException w:name="Normal" w:qFormat="1"/>
    <w:lsdException w:name="footer" w:uiPriority="99"/>
    <w:lsdException w:name="Strong" w:uiPriority="22" w:qFormat="1"/>
    <w:lsdException w:name="Emphasis" w:uiPriority="20" w:qFormat="1"/>
    <w:lsdException w:name="HTML Code" w:uiPriority="99"/>
    <w:lsdException w:name="HTML Preformatted" w:uiPriority="99"/>
    <w:lsdException w:name="List Paragraph"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541C"/>
    <w:pPr>
      <w:spacing w:after="120"/>
      <w:jc w:val="both"/>
    </w:pPr>
    <w:rPr>
      <w:rFonts w:asciiTheme="minorHAnsi" w:hAnsiTheme="minorHAnsi"/>
      <w:sz w:val="24"/>
    </w:rPr>
  </w:style>
  <w:style w:type="paragraph" w:styleId="Heading1">
    <w:name w:val="heading 1"/>
    <w:basedOn w:val="Normal"/>
    <w:next w:val="Normal"/>
    <w:link w:val="Heading1Char"/>
    <w:autoRedefine/>
    <w:uiPriority w:val="2"/>
    <w:qFormat/>
    <w:rsid w:val="00191ABF"/>
    <w:pPr>
      <w:keepNext/>
      <w:keepLines/>
      <w:numPr>
        <w:numId w:val="35"/>
      </w:numPr>
      <w:spacing w:before="360"/>
      <w:outlineLvl w:val="0"/>
    </w:pPr>
    <w:rPr>
      <w:rFonts w:asciiTheme="majorHAnsi" w:eastAsiaTheme="majorEastAsia" w:hAnsiTheme="majorHAnsi" w:cstheme="majorBidi"/>
      <w:b/>
      <w:bCs/>
      <w:color w:val="000000" w:themeColor="text1"/>
      <w:sz w:val="28"/>
      <w:szCs w:val="28"/>
      <w:lang w:eastAsia="ko-KR"/>
    </w:rPr>
  </w:style>
  <w:style w:type="paragraph" w:styleId="Heading2">
    <w:name w:val="heading 2"/>
    <w:basedOn w:val="Normal"/>
    <w:next w:val="Normal"/>
    <w:link w:val="Heading2Char"/>
    <w:autoRedefine/>
    <w:uiPriority w:val="2"/>
    <w:qFormat/>
    <w:rsid w:val="0016750D"/>
    <w:pPr>
      <w:keepNext/>
      <w:keepLines/>
      <w:numPr>
        <w:ilvl w:val="1"/>
        <w:numId w:val="35"/>
      </w:numPr>
      <w:spacing w:before="200"/>
      <w:outlineLvl w:val="1"/>
    </w:pPr>
    <w:rPr>
      <w:rFonts w:asciiTheme="majorHAnsi" w:eastAsiaTheme="majorEastAsia" w:hAnsiTheme="majorHAnsi" w:cstheme="majorBidi"/>
      <w:b/>
      <w:bCs/>
      <w:color w:val="000000"/>
      <w:sz w:val="26"/>
      <w:szCs w:val="26"/>
      <w:lang w:eastAsia="ko-KR"/>
    </w:rPr>
  </w:style>
  <w:style w:type="paragraph" w:styleId="Heading3">
    <w:name w:val="heading 3"/>
    <w:basedOn w:val="Normal"/>
    <w:next w:val="Normal"/>
    <w:link w:val="Heading3Char"/>
    <w:autoRedefine/>
    <w:uiPriority w:val="2"/>
    <w:qFormat/>
    <w:rsid w:val="00F67410"/>
    <w:pPr>
      <w:keepNext/>
      <w:keepLines/>
      <w:numPr>
        <w:ilvl w:val="2"/>
        <w:numId w:val="35"/>
      </w:numPr>
      <w:spacing w:before="200"/>
      <w:outlineLvl w:val="2"/>
    </w:pPr>
    <w:rPr>
      <w:rFonts w:asciiTheme="majorHAnsi" w:eastAsiaTheme="majorEastAsia" w:hAnsiTheme="majorHAnsi" w:cstheme="majorBidi"/>
      <w:b/>
      <w:bCs/>
      <w:color w:val="000000" w:themeColor="text1"/>
      <w:lang w:eastAsia="ko-KR"/>
    </w:rPr>
  </w:style>
  <w:style w:type="paragraph" w:styleId="Heading4">
    <w:name w:val="heading 4"/>
    <w:basedOn w:val="Normal"/>
    <w:next w:val="Normal"/>
    <w:link w:val="Heading4Char"/>
    <w:autoRedefine/>
    <w:uiPriority w:val="16"/>
    <w:qFormat/>
    <w:rsid w:val="008620B3"/>
    <w:pPr>
      <w:keepNext/>
      <w:keepLines/>
      <w:numPr>
        <w:ilvl w:val="3"/>
        <w:numId w:val="35"/>
      </w:numPr>
      <w:spacing w:before="200"/>
      <w:outlineLvl w:val="3"/>
    </w:pPr>
    <w:rPr>
      <w:rFonts w:asciiTheme="majorHAnsi" w:eastAsiaTheme="majorEastAsia" w:hAnsiTheme="majorHAnsi" w:cstheme="majorBidi"/>
      <w:b/>
      <w:bCs/>
      <w:iCs/>
      <w:lang w:eastAsia="ko-KR"/>
    </w:rPr>
  </w:style>
  <w:style w:type="paragraph" w:styleId="Heading5">
    <w:name w:val="heading 5"/>
    <w:basedOn w:val="Normal"/>
    <w:next w:val="Normal"/>
    <w:link w:val="Heading5Char"/>
    <w:autoRedefine/>
    <w:uiPriority w:val="16"/>
    <w:semiHidden/>
    <w:unhideWhenUsed/>
    <w:qFormat/>
    <w:rsid w:val="00D95412"/>
    <w:pPr>
      <w:keepNext/>
      <w:keepLines/>
      <w:numPr>
        <w:ilvl w:val="4"/>
        <w:numId w:val="35"/>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qFormat/>
    <w:rsid w:val="00D95412"/>
    <w:pPr>
      <w:keepNext/>
      <w:keepLines/>
      <w:numPr>
        <w:ilvl w:val="5"/>
        <w:numId w:val="35"/>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qFormat/>
    <w:rsid w:val="00E374DB"/>
    <w:pPr>
      <w:keepNext/>
      <w:keepLines/>
      <w:numPr>
        <w:ilvl w:val="6"/>
        <w:numId w:val="3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3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3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433DA0"/>
    <w:pPr>
      <w:spacing w:after="0"/>
    </w:pPr>
    <w:rPr>
      <w:rFonts w:ascii="Consolas" w:hAnsi="Consolas"/>
      <w:sz w:val="21"/>
      <w:szCs w:val="21"/>
    </w:rPr>
  </w:style>
  <w:style w:type="character" w:customStyle="1" w:styleId="PlainTextChar">
    <w:name w:val="Plain Text Char"/>
    <w:basedOn w:val="DefaultParagraphFont"/>
    <w:link w:val="PlainText"/>
    <w:uiPriority w:val="7"/>
    <w:rsid w:val="007C4964"/>
    <w:rPr>
      <w:rFonts w:ascii="Consolas" w:hAnsi="Consolas"/>
      <w:sz w:val="21"/>
      <w:szCs w:val="21"/>
    </w:rPr>
  </w:style>
  <w:style w:type="paragraph" w:styleId="NoSpacing">
    <w:name w:val="No Spacing"/>
    <w:uiPriority w:val="24"/>
    <w:unhideWhenUsed/>
    <w:rsid w:val="00633649"/>
  </w:style>
  <w:style w:type="paragraph" w:styleId="Header">
    <w:name w:val="header"/>
    <w:basedOn w:val="Normal"/>
    <w:link w:val="HeaderChar"/>
    <w:uiPriority w:val="99"/>
    <w:unhideWhenUsed/>
    <w:rsid w:val="000A25CE"/>
    <w:pPr>
      <w:tabs>
        <w:tab w:val="center" w:pos="4680"/>
        <w:tab w:val="right" w:pos="9360"/>
      </w:tabs>
      <w:spacing w:after="0"/>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spacing w:after="0"/>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7"/>
    <w:qFormat/>
    <w:rsid w:val="006E7941"/>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7"/>
    <w:rsid w:val="006E7941"/>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2"/>
    <w:rsid w:val="00191ABF"/>
    <w:rPr>
      <w:rFonts w:eastAsiaTheme="majorEastAsia" w:cstheme="majorBidi"/>
      <w:b/>
      <w:bCs/>
      <w:color w:val="000000" w:themeColor="text1"/>
      <w:sz w:val="28"/>
      <w:szCs w:val="28"/>
      <w:lang w:eastAsia="ko-KR"/>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2"/>
    <w:rsid w:val="0016750D"/>
    <w:rPr>
      <w:rFonts w:eastAsiaTheme="majorEastAsia" w:cstheme="majorBidi"/>
      <w:b/>
      <w:bCs/>
      <w:color w:val="000000"/>
      <w:sz w:val="26"/>
      <w:szCs w:val="26"/>
      <w:lang w:eastAsia="ko-KR"/>
    </w:rPr>
  </w:style>
  <w:style w:type="character" w:customStyle="1" w:styleId="Heading3Char">
    <w:name w:val="Heading 3 Char"/>
    <w:basedOn w:val="DefaultParagraphFont"/>
    <w:link w:val="Heading3"/>
    <w:uiPriority w:val="2"/>
    <w:rsid w:val="00F67410"/>
    <w:rPr>
      <w:rFonts w:eastAsiaTheme="majorEastAsia" w:cstheme="majorBidi"/>
      <w:b/>
      <w:bCs/>
      <w:color w:val="000000" w:themeColor="text1"/>
      <w:sz w:val="24"/>
      <w:lang w:eastAsia="ko-KR"/>
    </w:rPr>
  </w:style>
  <w:style w:type="character" w:customStyle="1" w:styleId="Heading4Char">
    <w:name w:val="Heading 4 Char"/>
    <w:basedOn w:val="DefaultParagraphFont"/>
    <w:link w:val="Heading4"/>
    <w:uiPriority w:val="16"/>
    <w:rsid w:val="008620B3"/>
    <w:rPr>
      <w:rFonts w:eastAsiaTheme="majorEastAsia" w:cstheme="majorBidi"/>
      <w:b/>
      <w:bCs/>
      <w:iCs/>
      <w:sz w:val="24"/>
      <w:lang w:eastAsia="ko-KR"/>
    </w:rPr>
  </w:style>
  <w:style w:type="character" w:customStyle="1" w:styleId="Heading5Char">
    <w:name w:val="Heading 5 Char"/>
    <w:basedOn w:val="DefaultParagraphFont"/>
    <w:link w:val="Heading5"/>
    <w:uiPriority w:val="16"/>
    <w:semiHidden/>
    <w:rsid w:val="00985AAE"/>
    <w:rPr>
      <w:rFonts w:eastAsiaTheme="majorEastAsia" w:cstheme="majorBidi"/>
      <w:i/>
      <w:color w:val="000000" w:themeColor="text1"/>
      <w:sz w:val="24"/>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sz w:val="24"/>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sz w:val="24"/>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qFormat/>
    <w:rsid w:val="00ED4545"/>
    <w:pPr>
      <w:ind w:left="720"/>
      <w:jc w:val="left"/>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93561B"/>
    <w:pPr>
      <w:numPr>
        <w:numId w:val="0"/>
      </w:numPr>
    </w:pPr>
    <w:rPr>
      <w:color w:val="auto"/>
    </w:rPr>
  </w:style>
  <w:style w:type="paragraph" w:customStyle="1" w:styleId="Author">
    <w:name w:val="Author"/>
    <w:basedOn w:val="Title"/>
    <w:link w:val="AuthorChar"/>
    <w:autoRedefine/>
    <w:uiPriority w:val="18"/>
    <w:qFormat/>
    <w:rsid w:val="0063653E"/>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qFormat/>
    <w:rsid w:val="00911B70"/>
    <w:pPr>
      <w:spacing w:before="200"/>
      <w:jc w:val="left"/>
    </w:pPr>
    <w:rPr>
      <w:sz w:val="26"/>
    </w:rPr>
  </w:style>
  <w:style w:type="character" w:customStyle="1" w:styleId="AuthorChar">
    <w:name w:val="Author Char"/>
    <w:basedOn w:val="TitleChar"/>
    <w:link w:val="Author"/>
    <w:uiPriority w:val="18"/>
    <w:rsid w:val="0063653E"/>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20"/>
    <w:qFormat/>
    <w:rsid w:val="00911B70"/>
    <w:rPr>
      <w:i/>
      <w:iCs/>
    </w:rPr>
  </w:style>
  <w:style w:type="character" w:styleId="IntenseEmphasis">
    <w:name w:val="Intense Emphasis"/>
    <w:basedOn w:val="DefaultParagraphFont"/>
    <w:uiPriority w:val="11"/>
    <w:qFormat/>
    <w:rsid w:val="00911B70"/>
    <w:rPr>
      <w:b/>
      <w:bCs/>
      <w:i/>
      <w:iCs/>
      <w:color w:val="auto"/>
    </w:rPr>
  </w:style>
  <w:style w:type="character" w:styleId="Strong">
    <w:name w:val="Strong"/>
    <w:basedOn w:val="DefaultParagraphFont"/>
    <w:uiPriority w:val="22"/>
    <w:qFormat/>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qFormat/>
    <w:rsid w:val="00515420"/>
    <w:pPr>
      <w:ind w:left="360" w:hanging="360"/>
      <w:contextualSpacing/>
    </w:pPr>
  </w:style>
  <w:style w:type="paragraph" w:styleId="ListNumber">
    <w:name w:val="List Number"/>
    <w:basedOn w:val="Normal"/>
    <w:uiPriority w:val="5"/>
    <w:qFormat/>
    <w:rsid w:val="00BE7C39"/>
    <w:pPr>
      <w:numPr>
        <w:numId w:val="3"/>
      </w:numPr>
      <w:contextualSpacing/>
    </w:pPr>
  </w:style>
  <w:style w:type="paragraph" w:styleId="ListNumber2">
    <w:name w:val="List Number 2"/>
    <w:basedOn w:val="Normal"/>
    <w:uiPriority w:val="5"/>
    <w:qFormat/>
    <w:rsid w:val="000F1A50"/>
    <w:pPr>
      <w:numPr>
        <w:numId w:val="2"/>
      </w:numPr>
      <w:spacing w:after="40"/>
      <w:jc w:val="left"/>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qFormat/>
    <w:rsid w:val="00945E9B"/>
    <w:pPr>
      <w:numPr>
        <w:numId w:val="7"/>
      </w:numPr>
    </w:pPr>
  </w:style>
  <w:style w:type="paragraph" w:customStyle="1" w:styleId="HDFFooter">
    <w:name w:val="HDF Footer"/>
    <w:basedOn w:val="Footer"/>
    <w:link w:val="HDFFooterChar"/>
    <w:uiPriority w:val="23"/>
    <w:qFormat/>
    <w:rsid w:val="008832DF"/>
    <w:pPr>
      <w:pBdr>
        <w:top w:val="single" w:sz="8" w:space="1" w:color="4F81BD" w:themeColor="accent1"/>
      </w:pBdr>
    </w:pPr>
  </w:style>
  <w:style w:type="paragraph" w:customStyle="1" w:styleId="THGHeader">
    <w:name w:val="THG Header"/>
    <w:basedOn w:val="Header"/>
    <w:link w:val="THGHeaderChar"/>
    <w:uiPriority w:val="21"/>
    <w:qFormat/>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qFormat/>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qFormat/>
    <w:rsid w:val="0093561B"/>
    <w:pPr>
      <w:ind w:left="720" w:right="720"/>
    </w:pPr>
  </w:style>
  <w:style w:type="paragraph" w:customStyle="1" w:styleId="Divider">
    <w:name w:val="Divider"/>
    <w:basedOn w:val="Author"/>
    <w:next w:val="Heading1"/>
    <w:uiPriority w:val="20"/>
    <w:qFormat/>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style-span">
    <w:name w:val="apple-style-span"/>
    <w:basedOn w:val="DefaultParagraphFont"/>
    <w:rsid w:val="00CB12BE"/>
  </w:style>
  <w:style w:type="character" w:styleId="FollowedHyperlink">
    <w:name w:val="FollowedHyperlink"/>
    <w:basedOn w:val="DefaultParagraphFont"/>
    <w:rsid w:val="00D445AC"/>
    <w:rPr>
      <w:color w:val="800080" w:themeColor="followedHyperlink"/>
      <w:u w:val="single"/>
    </w:rPr>
  </w:style>
  <w:style w:type="character" w:styleId="HTMLCode">
    <w:name w:val="HTML Code"/>
    <w:basedOn w:val="DefaultParagraphFont"/>
    <w:uiPriority w:val="99"/>
    <w:unhideWhenUsed/>
    <w:rsid w:val="00C0071E"/>
    <w:rPr>
      <w:rFonts w:ascii="Courier New" w:eastAsia="Times New Roman" w:hAnsi="Courier New" w:cs="Courier New"/>
      <w:sz w:val="20"/>
      <w:szCs w:val="20"/>
    </w:rPr>
  </w:style>
  <w:style w:type="paragraph" w:styleId="FootnoteText">
    <w:name w:val="footnote text"/>
    <w:basedOn w:val="Normal"/>
    <w:link w:val="FootnoteTextChar"/>
    <w:rsid w:val="006245CA"/>
    <w:pPr>
      <w:spacing w:after="0"/>
    </w:pPr>
    <w:rPr>
      <w:sz w:val="20"/>
      <w:szCs w:val="20"/>
    </w:rPr>
  </w:style>
  <w:style w:type="character" w:customStyle="1" w:styleId="FootnoteTextChar">
    <w:name w:val="Footnote Text Char"/>
    <w:basedOn w:val="DefaultParagraphFont"/>
    <w:link w:val="FootnoteText"/>
    <w:rsid w:val="006245CA"/>
    <w:rPr>
      <w:rFonts w:asciiTheme="minorHAnsi" w:hAnsiTheme="minorHAnsi"/>
      <w:sz w:val="20"/>
      <w:szCs w:val="20"/>
    </w:rPr>
  </w:style>
  <w:style w:type="character" w:styleId="FootnoteReference">
    <w:name w:val="footnote reference"/>
    <w:basedOn w:val="DefaultParagraphFont"/>
    <w:rsid w:val="006245CA"/>
    <w:rPr>
      <w:vertAlign w:val="superscript"/>
    </w:rPr>
  </w:style>
  <w:style w:type="paragraph" w:styleId="HTMLPreformatted">
    <w:name w:val="HTML Preformatted"/>
    <w:basedOn w:val="Normal"/>
    <w:link w:val="HTMLPreformattedChar"/>
    <w:uiPriority w:val="99"/>
    <w:unhideWhenUsed/>
    <w:rsid w:val="00167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16750D"/>
    <w:rPr>
      <w:rFonts w:ascii="Courier New" w:eastAsia="Times New Roman" w:hAnsi="Courier New" w:cs="Courier New"/>
      <w:sz w:val="20"/>
      <w:szCs w:val="20"/>
    </w:rPr>
  </w:style>
  <w:style w:type="character" w:styleId="SubtleReference">
    <w:name w:val="Subtle Reference"/>
    <w:basedOn w:val="DefaultParagraphFont"/>
    <w:uiPriority w:val="31"/>
    <w:qFormat/>
    <w:rsid w:val="0063653E"/>
    <w:rPr>
      <w:smallCaps/>
      <w:color w:val="C0504D" w:themeColor="accent2"/>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97634">
      <w:bodyDiv w:val="1"/>
      <w:marLeft w:val="0"/>
      <w:marRight w:val="0"/>
      <w:marTop w:val="0"/>
      <w:marBottom w:val="0"/>
      <w:divBdr>
        <w:top w:val="none" w:sz="0" w:space="0" w:color="auto"/>
        <w:left w:val="none" w:sz="0" w:space="0" w:color="auto"/>
        <w:bottom w:val="none" w:sz="0" w:space="0" w:color="auto"/>
        <w:right w:val="none" w:sz="0" w:space="0" w:color="auto"/>
      </w:divBdr>
    </w:div>
    <w:div w:id="100103867">
      <w:bodyDiv w:val="1"/>
      <w:marLeft w:val="0"/>
      <w:marRight w:val="0"/>
      <w:marTop w:val="0"/>
      <w:marBottom w:val="0"/>
      <w:divBdr>
        <w:top w:val="none" w:sz="0" w:space="0" w:color="auto"/>
        <w:left w:val="none" w:sz="0" w:space="0" w:color="auto"/>
        <w:bottom w:val="none" w:sz="0" w:space="0" w:color="auto"/>
        <w:right w:val="none" w:sz="0" w:space="0" w:color="auto"/>
      </w:divBdr>
    </w:div>
    <w:div w:id="198789235">
      <w:bodyDiv w:val="1"/>
      <w:marLeft w:val="0"/>
      <w:marRight w:val="0"/>
      <w:marTop w:val="0"/>
      <w:marBottom w:val="0"/>
      <w:divBdr>
        <w:top w:val="none" w:sz="0" w:space="0" w:color="auto"/>
        <w:left w:val="none" w:sz="0" w:space="0" w:color="auto"/>
        <w:bottom w:val="none" w:sz="0" w:space="0" w:color="auto"/>
        <w:right w:val="none" w:sz="0" w:space="0" w:color="auto"/>
      </w:divBdr>
    </w:div>
    <w:div w:id="245191089">
      <w:bodyDiv w:val="1"/>
      <w:marLeft w:val="0"/>
      <w:marRight w:val="0"/>
      <w:marTop w:val="0"/>
      <w:marBottom w:val="0"/>
      <w:divBdr>
        <w:top w:val="none" w:sz="0" w:space="0" w:color="auto"/>
        <w:left w:val="none" w:sz="0" w:space="0" w:color="auto"/>
        <w:bottom w:val="none" w:sz="0" w:space="0" w:color="auto"/>
        <w:right w:val="none" w:sz="0" w:space="0" w:color="auto"/>
      </w:divBdr>
    </w:div>
    <w:div w:id="263727926">
      <w:bodyDiv w:val="1"/>
      <w:marLeft w:val="0"/>
      <w:marRight w:val="0"/>
      <w:marTop w:val="0"/>
      <w:marBottom w:val="0"/>
      <w:divBdr>
        <w:top w:val="none" w:sz="0" w:space="0" w:color="auto"/>
        <w:left w:val="none" w:sz="0" w:space="0" w:color="auto"/>
        <w:bottom w:val="none" w:sz="0" w:space="0" w:color="auto"/>
        <w:right w:val="none" w:sz="0" w:space="0" w:color="auto"/>
      </w:divBdr>
    </w:div>
    <w:div w:id="295836291">
      <w:bodyDiv w:val="1"/>
      <w:marLeft w:val="0"/>
      <w:marRight w:val="0"/>
      <w:marTop w:val="0"/>
      <w:marBottom w:val="0"/>
      <w:divBdr>
        <w:top w:val="none" w:sz="0" w:space="0" w:color="auto"/>
        <w:left w:val="none" w:sz="0" w:space="0" w:color="auto"/>
        <w:bottom w:val="none" w:sz="0" w:space="0" w:color="auto"/>
        <w:right w:val="none" w:sz="0" w:space="0" w:color="auto"/>
      </w:divBdr>
    </w:div>
    <w:div w:id="364598499">
      <w:bodyDiv w:val="1"/>
      <w:marLeft w:val="0"/>
      <w:marRight w:val="0"/>
      <w:marTop w:val="0"/>
      <w:marBottom w:val="0"/>
      <w:divBdr>
        <w:top w:val="none" w:sz="0" w:space="0" w:color="auto"/>
        <w:left w:val="none" w:sz="0" w:space="0" w:color="auto"/>
        <w:bottom w:val="none" w:sz="0" w:space="0" w:color="auto"/>
        <w:right w:val="none" w:sz="0" w:space="0" w:color="auto"/>
      </w:divBdr>
    </w:div>
    <w:div w:id="373235677">
      <w:bodyDiv w:val="1"/>
      <w:marLeft w:val="0"/>
      <w:marRight w:val="0"/>
      <w:marTop w:val="0"/>
      <w:marBottom w:val="0"/>
      <w:divBdr>
        <w:top w:val="none" w:sz="0" w:space="0" w:color="auto"/>
        <w:left w:val="none" w:sz="0" w:space="0" w:color="auto"/>
        <w:bottom w:val="none" w:sz="0" w:space="0" w:color="auto"/>
        <w:right w:val="none" w:sz="0" w:space="0" w:color="auto"/>
      </w:divBdr>
    </w:div>
    <w:div w:id="412898753">
      <w:bodyDiv w:val="1"/>
      <w:marLeft w:val="0"/>
      <w:marRight w:val="0"/>
      <w:marTop w:val="0"/>
      <w:marBottom w:val="0"/>
      <w:divBdr>
        <w:top w:val="none" w:sz="0" w:space="0" w:color="auto"/>
        <w:left w:val="none" w:sz="0" w:space="0" w:color="auto"/>
        <w:bottom w:val="none" w:sz="0" w:space="0" w:color="auto"/>
        <w:right w:val="none" w:sz="0" w:space="0" w:color="auto"/>
      </w:divBdr>
    </w:div>
    <w:div w:id="533615417">
      <w:bodyDiv w:val="1"/>
      <w:marLeft w:val="0"/>
      <w:marRight w:val="0"/>
      <w:marTop w:val="0"/>
      <w:marBottom w:val="0"/>
      <w:divBdr>
        <w:top w:val="none" w:sz="0" w:space="0" w:color="auto"/>
        <w:left w:val="none" w:sz="0" w:space="0" w:color="auto"/>
        <w:bottom w:val="none" w:sz="0" w:space="0" w:color="auto"/>
        <w:right w:val="none" w:sz="0" w:space="0" w:color="auto"/>
      </w:divBdr>
    </w:div>
    <w:div w:id="586885318">
      <w:bodyDiv w:val="1"/>
      <w:marLeft w:val="0"/>
      <w:marRight w:val="0"/>
      <w:marTop w:val="0"/>
      <w:marBottom w:val="0"/>
      <w:divBdr>
        <w:top w:val="none" w:sz="0" w:space="0" w:color="auto"/>
        <w:left w:val="none" w:sz="0" w:space="0" w:color="auto"/>
        <w:bottom w:val="none" w:sz="0" w:space="0" w:color="auto"/>
        <w:right w:val="none" w:sz="0" w:space="0" w:color="auto"/>
      </w:divBdr>
    </w:div>
    <w:div w:id="637035621">
      <w:bodyDiv w:val="1"/>
      <w:marLeft w:val="0"/>
      <w:marRight w:val="0"/>
      <w:marTop w:val="0"/>
      <w:marBottom w:val="0"/>
      <w:divBdr>
        <w:top w:val="none" w:sz="0" w:space="0" w:color="auto"/>
        <w:left w:val="none" w:sz="0" w:space="0" w:color="auto"/>
        <w:bottom w:val="none" w:sz="0" w:space="0" w:color="auto"/>
        <w:right w:val="none" w:sz="0" w:space="0" w:color="auto"/>
      </w:divBdr>
    </w:div>
    <w:div w:id="701177102">
      <w:bodyDiv w:val="1"/>
      <w:marLeft w:val="0"/>
      <w:marRight w:val="0"/>
      <w:marTop w:val="0"/>
      <w:marBottom w:val="0"/>
      <w:divBdr>
        <w:top w:val="none" w:sz="0" w:space="0" w:color="auto"/>
        <w:left w:val="none" w:sz="0" w:space="0" w:color="auto"/>
        <w:bottom w:val="none" w:sz="0" w:space="0" w:color="auto"/>
        <w:right w:val="none" w:sz="0" w:space="0" w:color="auto"/>
      </w:divBdr>
    </w:div>
    <w:div w:id="776024965">
      <w:bodyDiv w:val="1"/>
      <w:marLeft w:val="0"/>
      <w:marRight w:val="0"/>
      <w:marTop w:val="0"/>
      <w:marBottom w:val="0"/>
      <w:divBdr>
        <w:top w:val="none" w:sz="0" w:space="0" w:color="auto"/>
        <w:left w:val="none" w:sz="0" w:space="0" w:color="auto"/>
        <w:bottom w:val="none" w:sz="0" w:space="0" w:color="auto"/>
        <w:right w:val="none" w:sz="0" w:space="0" w:color="auto"/>
      </w:divBdr>
    </w:div>
    <w:div w:id="902837613">
      <w:bodyDiv w:val="1"/>
      <w:marLeft w:val="0"/>
      <w:marRight w:val="0"/>
      <w:marTop w:val="0"/>
      <w:marBottom w:val="0"/>
      <w:divBdr>
        <w:top w:val="none" w:sz="0" w:space="0" w:color="auto"/>
        <w:left w:val="none" w:sz="0" w:space="0" w:color="auto"/>
        <w:bottom w:val="none" w:sz="0" w:space="0" w:color="auto"/>
        <w:right w:val="none" w:sz="0" w:space="0" w:color="auto"/>
      </w:divBdr>
    </w:div>
    <w:div w:id="1080560157">
      <w:bodyDiv w:val="1"/>
      <w:marLeft w:val="0"/>
      <w:marRight w:val="0"/>
      <w:marTop w:val="0"/>
      <w:marBottom w:val="0"/>
      <w:divBdr>
        <w:top w:val="none" w:sz="0" w:space="0" w:color="auto"/>
        <w:left w:val="none" w:sz="0" w:space="0" w:color="auto"/>
        <w:bottom w:val="none" w:sz="0" w:space="0" w:color="auto"/>
        <w:right w:val="none" w:sz="0" w:space="0" w:color="auto"/>
      </w:divBdr>
    </w:div>
    <w:div w:id="1098719434">
      <w:bodyDiv w:val="1"/>
      <w:marLeft w:val="0"/>
      <w:marRight w:val="0"/>
      <w:marTop w:val="0"/>
      <w:marBottom w:val="0"/>
      <w:divBdr>
        <w:top w:val="none" w:sz="0" w:space="0" w:color="auto"/>
        <w:left w:val="none" w:sz="0" w:space="0" w:color="auto"/>
        <w:bottom w:val="none" w:sz="0" w:space="0" w:color="auto"/>
        <w:right w:val="none" w:sz="0" w:space="0" w:color="auto"/>
      </w:divBdr>
    </w:div>
    <w:div w:id="1403331809">
      <w:bodyDiv w:val="1"/>
      <w:marLeft w:val="0"/>
      <w:marRight w:val="0"/>
      <w:marTop w:val="0"/>
      <w:marBottom w:val="0"/>
      <w:divBdr>
        <w:top w:val="none" w:sz="0" w:space="0" w:color="auto"/>
        <w:left w:val="none" w:sz="0" w:space="0" w:color="auto"/>
        <w:bottom w:val="none" w:sz="0" w:space="0" w:color="auto"/>
        <w:right w:val="none" w:sz="0" w:space="0" w:color="auto"/>
      </w:divBdr>
    </w:div>
    <w:div w:id="1485269389">
      <w:bodyDiv w:val="1"/>
      <w:marLeft w:val="0"/>
      <w:marRight w:val="0"/>
      <w:marTop w:val="0"/>
      <w:marBottom w:val="0"/>
      <w:divBdr>
        <w:top w:val="none" w:sz="0" w:space="0" w:color="auto"/>
        <w:left w:val="none" w:sz="0" w:space="0" w:color="auto"/>
        <w:bottom w:val="none" w:sz="0" w:space="0" w:color="auto"/>
        <w:right w:val="none" w:sz="0" w:space="0" w:color="auto"/>
      </w:divBdr>
    </w:div>
    <w:div w:id="1516184781">
      <w:bodyDiv w:val="1"/>
      <w:marLeft w:val="0"/>
      <w:marRight w:val="0"/>
      <w:marTop w:val="0"/>
      <w:marBottom w:val="0"/>
      <w:divBdr>
        <w:top w:val="none" w:sz="0" w:space="0" w:color="auto"/>
        <w:left w:val="none" w:sz="0" w:space="0" w:color="auto"/>
        <w:bottom w:val="none" w:sz="0" w:space="0" w:color="auto"/>
        <w:right w:val="none" w:sz="0" w:space="0" w:color="auto"/>
      </w:divBdr>
    </w:div>
    <w:div w:id="1717318590">
      <w:bodyDiv w:val="1"/>
      <w:marLeft w:val="0"/>
      <w:marRight w:val="0"/>
      <w:marTop w:val="0"/>
      <w:marBottom w:val="0"/>
      <w:divBdr>
        <w:top w:val="none" w:sz="0" w:space="0" w:color="auto"/>
        <w:left w:val="none" w:sz="0" w:space="0" w:color="auto"/>
        <w:bottom w:val="none" w:sz="0" w:space="0" w:color="auto"/>
        <w:right w:val="none" w:sz="0" w:space="0" w:color="auto"/>
      </w:divBdr>
    </w:div>
    <w:div w:id="1804545250">
      <w:bodyDiv w:val="1"/>
      <w:marLeft w:val="0"/>
      <w:marRight w:val="0"/>
      <w:marTop w:val="0"/>
      <w:marBottom w:val="0"/>
      <w:divBdr>
        <w:top w:val="none" w:sz="0" w:space="0" w:color="auto"/>
        <w:left w:val="none" w:sz="0" w:space="0" w:color="auto"/>
        <w:bottom w:val="none" w:sz="0" w:space="0" w:color="auto"/>
        <w:right w:val="none" w:sz="0" w:space="0" w:color="auto"/>
      </w:divBdr>
    </w:div>
    <w:div w:id="1888910710">
      <w:bodyDiv w:val="1"/>
      <w:marLeft w:val="0"/>
      <w:marRight w:val="0"/>
      <w:marTop w:val="0"/>
      <w:marBottom w:val="0"/>
      <w:divBdr>
        <w:top w:val="none" w:sz="0" w:space="0" w:color="auto"/>
        <w:left w:val="none" w:sz="0" w:space="0" w:color="auto"/>
        <w:bottom w:val="none" w:sz="0" w:space="0" w:color="auto"/>
        <w:right w:val="none" w:sz="0" w:space="0" w:color="auto"/>
      </w:divBdr>
    </w:div>
    <w:div w:id="1927954296">
      <w:bodyDiv w:val="1"/>
      <w:marLeft w:val="0"/>
      <w:marRight w:val="0"/>
      <w:marTop w:val="0"/>
      <w:marBottom w:val="0"/>
      <w:divBdr>
        <w:top w:val="none" w:sz="0" w:space="0" w:color="auto"/>
        <w:left w:val="none" w:sz="0" w:space="0" w:color="auto"/>
        <w:bottom w:val="none" w:sz="0" w:space="0" w:color="auto"/>
        <w:right w:val="none" w:sz="0" w:space="0" w:color="auto"/>
      </w:divBdr>
    </w:div>
    <w:div w:id="2048556715">
      <w:bodyDiv w:val="1"/>
      <w:marLeft w:val="0"/>
      <w:marRight w:val="0"/>
      <w:marTop w:val="0"/>
      <w:marBottom w:val="0"/>
      <w:divBdr>
        <w:top w:val="none" w:sz="0" w:space="0" w:color="auto"/>
        <w:left w:val="none" w:sz="0" w:space="0" w:color="auto"/>
        <w:bottom w:val="none" w:sz="0" w:space="0" w:color="auto"/>
        <w:right w:val="none" w:sz="0" w:space="0" w:color="auto"/>
      </w:divBdr>
    </w:div>
    <w:div w:id="2117946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help@hdfgroup.org" TargetMode="Externa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km\My%20Documents\Downloads\RF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1364E-1AB3-6349-8F3B-B48C5D6FD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\Documents and Settings\jkm\My Documents\Downloads\RFC_Template.dotx</Template>
  <TotalTime>7027</TotalTime>
  <Pages>8</Pages>
  <Words>2237</Words>
  <Characters>12755</Characters>
  <Application>Microsoft Macintosh Word</Application>
  <DocSecurity>0</DocSecurity>
  <Lines>106</Lines>
  <Paragraphs>29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H5Edit User Guide</vt:lpstr>
      <vt:lpstr>RFC</vt:lpstr>
    </vt:vector>
  </TitlesOfParts>
  <Company>The HDF Group</Company>
  <LinksUpToDate>false</LinksUpToDate>
  <CharactersWithSpaces>14963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H5Edit User Guide</dc:title>
  <dc:creator>Albert Cheng</dc:creator>
  <cp:lastModifiedBy>Albert Cheng</cp:lastModifiedBy>
  <cp:revision>24</cp:revision>
  <cp:lastPrinted>2011-07-28T20:31:00Z</cp:lastPrinted>
  <dcterms:created xsi:type="dcterms:W3CDTF">2010-12-21T03:08:00Z</dcterms:created>
  <dcterms:modified xsi:type="dcterms:W3CDTF">2013-01-04T00:56:00Z</dcterms:modified>
</cp:coreProperties>
</file>